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58DB" w:rsidRDefault="00BB58DB" w:rsidP="00BB58DB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171EBFF3" wp14:editId="11B69A15">
                <wp:simplePos x="0" y="0"/>
                <wp:positionH relativeFrom="margin">
                  <wp:posOffset>2733675</wp:posOffset>
                </wp:positionH>
                <wp:positionV relativeFrom="paragraph">
                  <wp:posOffset>121920</wp:posOffset>
                </wp:positionV>
                <wp:extent cx="431800" cy="612140"/>
                <wp:effectExtent l="0" t="0" r="0" b="0"/>
                <wp:wrapNone/>
                <wp:docPr id="6148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6149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B58DB" w:rsidRDefault="00BB58DB" w:rsidP="00BB58D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50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B58DB" w:rsidRDefault="00BB58DB" w:rsidP="00BB58D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51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B58DB" w:rsidRDefault="00BB58DB" w:rsidP="00BB58D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52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B58DB" w:rsidRDefault="00BB58DB" w:rsidP="00BB58D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53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B58DB" w:rsidRDefault="00BB58DB" w:rsidP="00BB58D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54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B58DB" w:rsidRDefault="00BB58DB" w:rsidP="00BB58D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55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B58DB" w:rsidRDefault="00BB58DB" w:rsidP="00BB58D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56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B58DB" w:rsidRDefault="00BB58DB" w:rsidP="00BB58D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57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B58DB" w:rsidRDefault="00BB58DB" w:rsidP="00BB58D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58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B58DB" w:rsidRDefault="00BB58DB" w:rsidP="00BB58D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59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B58DB" w:rsidRDefault="00BB58DB" w:rsidP="00BB58D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60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B58DB" w:rsidRDefault="00BB58DB" w:rsidP="00BB58D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61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B58DB" w:rsidRDefault="00BB58DB" w:rsidP="00BB58D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62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B58DB" w:rsidRDefault="00BB58DB" w:rsidP="00BB58D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63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B58DB" w:rsidRDefault="00BB58DB" w:rsidP="00BB58D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64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B58DB" w:rsidRDefault="00BB58DB" w:rsidP="00BB58D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65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B58DB" w:rsidRDefault="00BB58DB" w:rsidP="00BB58D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66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B58DB" w:rsidRDefault="00BB58DB" w:rsidP="00BB58D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67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B58DB" w:rsidRDefault="00BB58DB" w:rsidP="00BB58D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68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B58DB" w:rsidRDefault="00BB58DB" w:rsidP="00BB58D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69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B58DB" w:rsidRDefault="00BB58DB" w:rsidP="00BB58D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70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B58DB" w:rsidRDefault="00BB58DB" w:rsidP="00BB58D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71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B58DB" w:rsidRDefault="00BB58DB" w:rsidP="00BB58D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72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B58DB" w:rsidRDefault="00BB58DB" w:rsidP="00BB58D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73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B58DB" w:rsidRDefault="00BB58DB" w:rsidP="00BB58D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74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B58DB" w:rsidRDefault="00BB58DB" w:rsidP="00BB58D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75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B58DB" w:rsidRDefault="00BB58DB" w:rsidP="00BB58D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76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B58DB" w:rsidRDefault="00BB58DB" w:rsidP="00BB58D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77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B58DB" w:rsidRDefault="00BB58DB" w:rsidP="00BB58D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78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B58DB" w:rsidRDefault="00BB58DB" w:rsidP="00BB58D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25pt;margin-top:9.6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cM3BcQA&#10;AADdAAAADwAAAGRycy9kb3ducmV2LnhtbESPQYvCMBSE7wv7H8Jb8KZpVVytpiLiigdB6ur90Tzb&#10;YvNSmqjdf28EYY/DzHzDLJadqcWdWldZVhAPIhDEudUVFwpOvz/9KQjnkTXWlknBHzlYpp8fC0y0&#10;fXBG96MvRICwS1BB6X2TSOnykgy6gW2Ig3exrUEfZFtI3eIjwE0th1E0kQYrDgslNrQuKb8eb0aB&#10;HW13+3MxzEYb/va8Okwv526vVO+rW81BeOr8f/jd3mkFk3g8g9eb8ARk+g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HDNwXEAAAA3QAAAA8AAAAAAAAAAAAAAAAAmAIAAGRycy9k&#10;b3ducmV2LnhtbFBLBQYAAAAABAAEAPUAAACJ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BB58DB" w:rsidRDefault="00BB58DB" w:rsidP="00BB58D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zbMS8UA&#10;AADdAAAADwAAAGRycy9kb3ducmV2LnhtbERPy2oCMRTdF/oP4QpuRDMWOtWpUYowfbgo+AC3l8nt&#10;ZOzkZkiiTv36ZlHo8nDei1VvW3EhHxrHCqaTDARx5XTDtYLDvhzPQISIrLF1TAp+KMBqeX+3wEK7&#10;K2/psou1SCEcClRgYuwKKUNlyGKYuI44cV/OW4wJ+lpqj9cUblv5kGW5tNhwajDY0dpQ9b07WwWn&#10;8tMc10+3Vz+ab+k2Kjdv7Ueu1HDQvzyDiNTHf/Gf+10ryKePaX96k56AXP4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XNsxLxQAAAN0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BB58DB" w:rsidRDefault="00BB58DB" w:rsidP="00BB58D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aILr8MA&#10;AADdAAAADwAAAGRycy9kb3ducmV2LnhtbESP3YrCMBCF7wXfIYywN7KmVZSlGkUWXcQbqfoAQzM2&#10;xWZSmqztvv1GELw8nJ+Ps9r0thYPan3lWEE6SUAQF05XXCq4XvafXyB8QNZYOyYFf+Rhsx4OVphp&#10;13FOj3MoRRxhn6ECE0KTSekLQxb9xDXE0bu51mKIsi2lbrGL47aW0yRZSIsVR4LBhr4NFffzr42Q&#10;0wxPx1t32f/02OHuaHi8zZX6GPXbJYhAfXiHX+2DVrBI5yk838QnINf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aILr8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BB58DB" w:rsidRDefault="00BB58DB" w:rsidP="00BB58D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MtAeMYA&#10;AADdAAAADwAAAGRycy9kb3ducmV2LnhtbESPQUvDQBSE70L/w/IEb3bT0EaJ3ZZSK4jgwSqIt0f2&#10;NQlm3y67zyb+e1cQPA4z8w2z3k5uUGeKqfdsYDEvQBE33vbcGnh7fbi+BZUE2eLgmQx8U4LtZnax&#10;xtr6kV/ofJRWZQinGg10IqHWOjUdOUxzH4izd/LRoWQZW20jjhnuBl0WRaUd9pwXOgy076j5PH45&#10;A8/jITzdVKtT+IjLUqd7K+97MebqctrdgRKa5D/81360BqrFqoTfN/kJ6M0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MtAe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BB58DB" w:rsidRDefault="00BB58DB" w:rsidP="00BB58D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jwwQ8QA&#10;AADdAAAADwAAAGRycy9kb3ducmV2LnhtbESP3WrCQBCF74W+wzJCb6RuUqlI6ipStEhugj8PMGTH&#10;bDA7G7Jrkr69Wyj08nB+Ps56O9pG9NT52rGCdJ6AIC6drrlScL0c3lYgfEDW2DgmBT/kYbt5mawx&#10;027gE/XnUIk4wj5DBSaENpPSl4Ys+rlriaN3c53FEGVXSd3hEMdtI9+TZCkt1hwJBlv6MlTezw8b&#10;IcUCi/w2XA7fIw64zw3PdielXqfj7hNEoDH8h//aR61gmX4s4PdNfAJy8w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Y8MEP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BB58DB" w:rsidRDefault="00BB58DB" w:rsidP="00BB58D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G59l8YA&#10;AADdAAAADwAAAGRycy9kb3ducmV2LnhtbESPQUsDMRSE74L/ITzBm822tFtZmxapCkXw0FYQb4/N&#10;6+7i5iUkz+723xtB8DjMzDfMajO6Xp0pps6zgemkAEVce9txY+D9+HJ3DyoJssXeMxm4UILN+vpq&#10;hZX1A+/pfJBGZQinCg20IqHSOtUtOUwTH4izd/LRoWQZG20jDhnuej0rilI77DgvtBho21L9dfh2&#10;Bt6G5/C6LBen8BnnM52erHxsxZjbm/HxAZTQKP/hv/bOGiinizn8vslPQK9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G59l8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BB58DB" w:rsidRDefault="00BB58DB" w:rsidP="00BB58D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aJ4csYA&#10;AADdAAAADwAAAGRycy9kb3ducmV2LnhtbESPUWvCMBSF3wX/Q7gDX4amOiqjGkWFsMEGY07w9dJc&#10;27LmpiTRdv9+GQx8PJxzvsNZbwfbihv50DhWMJ9lIIhLZxquFJy+9PQZRIjIBlvHpOCHAmw349Ea&#10;C+N6/qTbMVYiQTgUqKCOsSukDGVNFsPMdcTJuzhvMSbpK2k89gluW7nIsqW02HBaqLGjQ03l9/Fq&#10;Few/+urJP5b7wb1dXs651ka/a6UmD8NuBSLSEO/h//arUbCc5zn8vUlPQG5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aJ4cs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BB58DB" w:rsidRDefault="00BB58DB" w:rsidP="00BB58D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Mi8QMQA&#10;AADdAAAADwAAAGRycy9kb3ducmV2LnhtbESPUWvCMBSF3wX/Q7iDvWmqzCKdqYijMGQvuv2AS3PX&#10;dG1uShJr9+8XYeDj4ZzzHc5uP9lejORD61jBapmBIK6dbrlR8PVZLbYgQkTW2DsmBb8UYF/OZzss&#10;tLvxmcZLbESCcChQgYlxKKQMtSGLYekG4uR9O28xJukbqT3eEtz2cp1lubTYclowONDRUN1drlZB&#10;dVp/jN1V+8odphdLG/OzfTNKPT9Nh1cQkab4CP+337WCfLXJ4f4mPQFZ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jIvEDEAAAA3Q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BB58DB" w:rsidRDefault="00BB58DB" w:rsidP="00BB58D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jxDnsYA&#10;AADdAAAADwAAAGRycy9kb3ducmV2LnhtbESPQWsCMRSE7wX/Q3hCL0WztqhlNYoKwUIF0RZ6fWye&#10;u4ublyWJ7vbfN4VCj8PMfMMs171txJ18qB0rmIwzEMSFMzWXCj4/9OgVRIjIBhvHpOCbAqxXg4cl&#10;5sZ1fKL7OZYiQTjkqKCKsc2lDEVFFsPYtcTJuzhvMSbpS2k8dgluG/mcZTNpsea0UGFLu4qK6/lm&#10;FWyPXfnin4pt794v+6+p1kYftFKPw36zABGpj//hv/abUTCbTOfw+yY9Abn6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jxDns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BB58DB" w:rsidRDefault="00BB58DB" w:rsidP="00BB58D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huNqb8A&#10;AADdAAAADwAAAGRycy9kb3ducmV2LnhtbERPzYrCMBC+C75DGMGbpsoqUo0iSmFZvKz6AEMzNtVm&#10;UpJY69tvDsIeP77/za63jejIh9qxgtk0A0FcOl1zpeB6KSYrECEia2wck4I3Bdhth4MN5tq9+Je6&#10;c6xECuGQowITY5tLGUpDFsPUtcSJuzlvMSboK6k9vlK4beQ8y5bSYs2pwWBLB0Pl4/y0Coqf+al7&#10;PLUv3L7/srQw99XRKDUe9fs1iEh9/Bd/3N9awXK2SHPTm/QE5PYP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WG42pvwAAAN0AAAAPAAAAAAAAAAAAAAAAAJgCAABkcnMvZG93bnJl&#10;di54bWxQSwUGAAAAAAQABAD1AAAAhA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BB58DB" w:rsidRDefault="00BB58DB" w:rsidP="00BB58D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hIyFMQA&#10;AADdAAAADwAAAGRycy9kb3ducmV2LnhtbESPzWrDMBCE74W8g9hAb43stg6JE8WUgEtzrJMHWKyN&#10;bWKtHEvxz9tXhUKPw8x8w+yzybRioN41lhXEqwgEcWl1w5WCyzl/2YBwHllja5kUzOQgOyye9phq&#10;O/I3DYWvRICwS1FB7X2XSunKmgy6le2Ig3e1vUEfZF9J3eMY4KaVr1G0lgYbDgs1dnSsqbwVD6Pg&#10;fR4/70Vyi3JtKD69dSf2ZaLU83L62IHwNPn/8F/7SytYx8kWft+EJyAP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4SMhTEAAAA3Q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BB58DB" w:rsidRDefault="00BB58DB" w:rsidP="00BB58D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NZIKL4A&#10;AADdAAAADwAAAGRycy9kb3ducmV2LnhtbERPuwrCMBTdBf8hXMFNUx2KVqOIooiT1sd8aa5tsbkp&#10;TdT692YQHA/nPV+2phIvalxpWcFoGIEgzqwuOVdwOW8HExDOI2usLJOCDzlYLrqdOSbavvlEr9Tn&#10;IoSwS1BB4X2dSOmyggy6oa2JA3e3jUEfYJNL3eA7hJtKjqMolgZLDg0F1rQuKHukT6PgGd/GF74f&#10;9DHdfHbTzXbl5DVXqt9rVzMQnlr/F//ce60gHsVhf3gTnoBcfA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IjWSCi+AAAA3QAAAA8AAAAAAAAAAAAAAAAAmAIAAGRycy9kb3ducmV2&#10;LnhtbFBLBQYAAAAABAAEAPUAAACD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BB58DB" w:rsidRDefault="00BB58DB" w:rsidP="00BB58D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zmStMcA&#10;AADdAAAADwAAAGRycy9kb3ducmV2LnhtbESPQUvDQBSE7wX/w/IEb80mtSw1dhu0ULAeDFY9eHtm&#10;n0k0+zbNrm38912h4HGYmW+YZTHaThxo8K1jDVmSgiCunGm51vD6spkuQPiAbLBzTBp+yUOxupgs&#10;MTfuyM902IVaRAj7HDU0IfS5lL5qyKJPXE8cvU83WAxRDrU0Ax4j3HZylqZKWmw5LjTY07qh6nv3&#10;YzW8lQt1U95v51+PTx94bc3+3bRK66vL8e4WRKAx/IfP7QejQWUqg7838QnI1Qk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c5krT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BB58DB" w:rsidRDefault="00BB58DB" w:rsidP="00BB58D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pPOMMUA&#10;AADdAAAADwAAAGRycy9kb3ducmV2LnhtbESPS4vCQBCE74L/YWhhbzoxuwTJOooPdMWTL9hrk+lN&#10;wmZ6QmbU6K93BMFjUVVfUeNpaypxocaVlhUMBxEI4szqknMFp+OqPwLhPLLGyjIpuJGD6aTbGWOq&#10;7ZX3dDn4XAQIuxQVFN7XqZQuK8igG9iaOHh/tjHog2xyqRu8BripZBxFiTRYclgosKZFQdn/4WwU&#10;3JNf3LmfeL781J5uX6O13e7WSn302tk3CE+tf4df7Y1WkAyTGJ5vwhOQk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Ok84w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BB58DB" w:rsidRDefault="00BB58DB" w:rsidP="00BB58D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Qc4E8UA&#10;AADdAAAADwAAAGRycy9kb3ducmV2LnhtbESP0WrCQBRE34X+w3ILfdONVkObupFSFHyrif2AS/Z2&#10;E5K9G7NbjX59t1DwcZiZM8x6M9pOnGnwjWMF81kCgrhyumGj4Ou4m76A8AFZY+eYFFzJwyZ/mKwx&#10;0+7CBZ3LYESEsM9QQR1Cn0npq5os+pnriaP37QaLIcrBSD3gJcJtJxdJkkqLDceFGnv6qKlqyx+r&#10;4OQWKz2WW/xst6+Hxpjl6VYslXp6HN/fQAQawz38395rBek8fYa/N/EJyPw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JBzgT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BB58DB" w:rsidRDefault="00BB58DB" w:rsidP="00BB58D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88qD8YA&#10;AADdAAAADwAAAGRycy9kb3ducmV2LnhtbESPzW7CMBCE75X6DtYi9VactCWFFAfRSpW48nPocbGX&#10;JCVeh9iFlKfHSEgcRzPzjWY6620jjtT52rGCdJiAINbO1Fwq2Ky/n8cgfEA22DgmBf/kYVY8Pkwx&#10;N+7ESzquQikihH2OCqoQ2lxKryuy6IeuJY7eznUWQ5RdKU2Hpwi3jXxJkkxarDkuVNjSV0V6v/qz&#10;Chb1lkaZ3k3s+FMvf86H8Pr+a5R6GvTzDxCB+nAP39oLoyBLsze4volPQBY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88qD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BB58DB" w:rsidRDefault="00BB58DB" w:rsidP="00BB58D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Yp8YMIA&#10;AADdAAAADwAAAGRycy9kb3ducmV2LnhtbERPW2vCMBR+F/Yfwhn4pmmFFdcZyxwMJl5gbmyvh+as&#10;KWtOShNr/fdGEHz87nyLYrCN6KnztWMF6TQBQVw6XXOl4PvrfTIH4QOyxsYxKTiTh2L5MFpgrt2J&#10;P6k/hErEEvY5KjAhtLmUvjRk0U9dSxy1P9dZDBF2ldQdnmK5beQsSTJpsea4YLClN0Pl/+FoFfS4&#10;Pye/ZrV7XtfbcrZf/Wx05NX4cXh9ARFoCHfzLf2hFWRp9gTXN/EJyOU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inxg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BB58DB" w:rsidRDefault="00BB58DB" w:rsidP="00BB58D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GNcd8QA&#10;AADdAAAADwAAAGRycy9kb3ducmV2LnhtbESPQUvDQBSE74L/YXmCN7tpDkHSbosILR41evD4mn3N&#10;ps2+F3a3TfTXu4LgcZiZb5j1dvaDulKIvbCB5aIARdyK7bkz8PG+e3gEFROyxUGYDHxRhO3m9maN&#10;tZWJ3+japE5lCMcaDbiUxlrr2DryGBcyEmfvKMFjyjJ02gacMtwPuiyKSnvsOS84HOnZUXtuLt7A&#10;tG8Pp/L4ad13GGXXvMqpHMSY+7v5aQUq0Zz+w3/tF2ugWlYV/L7JT0Bvf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xjXHf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BB58DB" w:rsidRDefault="00BB58DB" w:rsidP="00BB58D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US/S8YA&#10;AADdAAAADwAAAGRycy9kb3ducmV2LnhtbESPW2sCMRSE3wv+h3CEvtWsPqyyGsVLhVJaxNv7cXPc&#10;XZucLJtUt//eCAUfh5n5hpnMWmvElRpfOVbQ7yUgiHOnKy4UHPbrtxEIH5A1Gsek4I88zKadlwlm&#10;2t14S9ddKESEsM9QQRlCnUnp85Is+p6riaN3do3FEGVTSN3gLcKtkYMkSaXFiuNCiTUtS8p/dr9W&#10;wXqzMpfB93Z+lGH5PjyZ0edi9aXUa7edj0EEasMz/N/+0ArSfjqEx5v4BOT0D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US/S8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BB58DB" w:rsidRDefault="00BB58DB" w:rsidP="00BB58D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XzmgMQA&#10;AADdAAAADwAAAGRycy9kb3ducmV2LnhtbERPy2rCQBTdF/yH4QpuSp1oaQipE5FCUcGCj0K3N5lr&#10;EpK5EzJjTP/eWRS6PJz3aj2aVgzUu9qygsU8AkFcWF1zqeD78vmSgHAeWWNrmRT8koN1NnlaYart&#10;nU80nH0pQgi7FBVU3neplK6oyKCb2444cFfbG/QB9qXUPd5DuGnlMopiabDm0FBhRx8VFc35ZhQM&#10;x0Ne7gbX7Zvk2b295tvtl/5RajYdN+8gPI3+X/zn3mkF8SIOc8Ob8ARk9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V85oD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BB58DB" w:rsidRDefault="00BB58DB" w:rsidP="00BB58D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pE/0scA&#10;AADdAAAADwAAAGRycy9kb3ducmV2LnhtbESPQWsCMRSE74L/IbxCb5pVdNGtUVQQeilU20O9PTev&#10;u4ublzVJdfXXN4LgcZiZb5jZojW1OJPzlWUFg34Cgji3uuJCwffXpjcB4QOyxtoyKbiSh8W825lh&#10;pu2Ft3TehUJECPsMFZQhNJmUPi/JoO/bhjh6v9YZDFG6QmqHlwg3tRwmSSoNVhwXSmxoXVJ+3P0Z&#10;BavpZHX6HPHHbXvY0/7ncBwPXaLU60u7fAMRqA3P8KP9rhWkg3QK9zfxCcj5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qRP9LHAAAA3QAAAA8AAAAAAAAAAAAAAAAAmAIAAGRy&#10;cy9kb3ducmV2LnhtbFBLBQYAAAAABAAEAPUAAACMAwAAAAA=&#10;" fillcolor="black" stroked="f">
                  <v:textbox>
                    <w:txbxContent>
                      <w:p w:rsidR="00BB58DB" w:rsidRDefault="00BB58DB" w:rsidP="00BB58D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lvDnMQA&#10;AADdAAAADwAAAGRycy9kb3ducmV2LnhtbERPz2vCMBS+C/4P4Qm7aapgJ9UoujkY6A46Dx6fzbMN&#10;bV5Kk2m3v94cBh4/vt+LVWdrcaPWG8cKxqMEBHHutOFCwen7YzgD4QOyxtoxKfglD6tlv7fATLs7&#10;H+h2DIWIIewzVFCG0GRS+rwki37kGuLIXV1rMUTYFlK3eI/htpaTJEmlRcOxocSG3krKq+OPVXDe&#10;pWZ2MDS57P82W72fVpuv90qpl0G3noMI1IWn+N/9qRWk49e4P76JT0Au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5bw5zEAAAA3QAAAA8AAAAAAAAAAAAAAAAAmAIAAGRycy9k&#10;b3ducmV2LnhtbFBLBQYAAAAABAAEAPUAAACJAwAAAAA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BB58DB" w:rsidRDefault="00BB58DB" w:rsidP="00BB58D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JYssYA&#10;AADdAAAADwAAAGRycy9kb3ducmV2LnhtbESPzW7CMBCE70h9B2sr9QZOegCUYhBqVbUXDvyp11W8&#10;jdPE69Q2EHh6jITEcTQz32hmi9624kg+1I4V5KMMBHHpdM2Vgt32czgFESKyxtYxKThTgMX8aTDD&#10;QrsTr+m4iZVIEA4FKjAxdoWUoTRkMYxcR5y8X+ctxiR9JbXHU4LbVr5m2VharDktGOzo3VDZbA5W&#10;gV/+fDQXPuyb7LI6h6+//n+KRqmX5375BiJSHx/he/tbKxjnkxxub9ITkPM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fJYs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BB58DB" w:rsidRDefault="00BB58DB" w:rsidP="00BB58D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HRjd8YA&#10;AADdAAAADwAAAGRycy9kb3ducmV2LnhtbESP3WrCQBSE7wu+w3KE3pS6MRf+pK4ihUKhIvjzAKfZ&#10;0yS4ezZkTzX69K5Q6OUwM98wi1XvnTpTF5vABsajDBRxGWzDlYHj4eN1BioKskUXmAxcKcJqOXha&#10;YGHDhXd03kulEoRjgQZqkbbQOpY1eYyj0BIn7yd0HiXJrtK2w0uCe6fzLJtojw2nhRpbeq+pPO1/&#10;vQGXf7v51zRu5HrUm+zmZfeytcY8D/v1GyihXv7Df+1Pa2AynubweJOegF7e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HRjd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BB58DB" w:rsidRDefault="00BB58DB" w:rsidP="00BB58D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bTJqMYA&#10;AADdAAAADwAAAGRycy9kb3ducmV2LnhtbESPQWsCMRSE7wX/Q3hCb5rVgpbVKLYi7KUHV4vX5+a5&#10;WUxelk2q2/56Uyj0OMzMN8xy3TsrbtSFxrOCyTgDQVx53XCt4HjYjV5BhIis0XomBd8UYL0aPC0x&#10;1/7Oe7qVsRYJwiFHBSbGNpcyVIYchrFviZN38Z3DmGRXS93hPcGdldMsm0mHDacFgy29G6qu5ZdT&#10;sC1bOz0W5i2cPj/OZ1v87Oi0Vep52G8WICL18T/81y60gtlk/gK/b9ITkKsH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2bTJq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BB58DB" w:rsidRDefault="00BB58DB" w:rsidP="00BB58D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MoebcQA&#10;AADdAAAADwAAAGRycy9kb3ducmV2LnhtbESPQWsCMRSE7wX/Q3iCt5pYZJXVKCIKgqdaPXh7JM/d&#10;1c3Lsknd9d83hUKPw8x8wyzXvavFk9pQedYwGSsQxMbbigsN56/9+xxEiMgWa8+k4UUB1qvB2xJz&#10;6zv+pOcpFiJBOOSooYyxyaUMpiSHYewb4uTdfOswJtkW0rbYJbir5YdSmXRYcVoosaFtSeZx+nYa&#10;7nt59EahuZwv3cHOrruMaqX1aNhvFiAi9fE//Nc+WA3ZZDaF3zfpCcjV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zKHm3EAAAA3QAAAA8AAAAAAAAAAAAAAAAAmAIAAGRycy9k&#10;b3ducmV2LnhtbFBLBQYAAAAABAAEAPUAAACJ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BB58DB" w:rsidRDefault="00BB58DB" w:rsidP="00BB58D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J8Z2MUA&#10;AADdAAAADwAAAGRycy9kb3ducmV2LnhtbESPQWsCMRSE74L/IbyCN82qVGVrFBUEsXhQS+nxdfPc&#10;XXbzsiRRt/++EQSPw8x8w8yXranFjZwvLSsYDhIQxJnVJecKvs7b/gyED8gaa8uk4I88LBfdzhxT&#10;be98pNsp5CJC2KeooAihSaX0WUEG/cA2xNG7WGcwROlyqR3eI9zUcpQkE2mw5LhQYEObgrLqdDUK&#10;fq6ffDmM9yu3Dt+2Pftq9DurlOq9tasPEIHa8Ao/2zutYDKcvsPjTXwCcvE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InxnYxQAAAN0AAAAPAAAAAAAAAAAAAAAAAJgCAABkcnMv&#10;ZG93bnJldi54bWxQSwUGAAAAAAQABAD1AAAAig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BB58DB" w:rsidRDefault="00BB58DB" w:rsidP="00BB58D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tc9fccA&#10;AADdAAAADwAAAGRycy9kb3ducmV2LnhtbESPQWvCQBSE74X+h+UJvTUbpU01ukoVCr0I1fZQb8/s&#10;Mwlm38bdrUZ/vSsUPA4z8w0zmXWmEUdyvrasoJ+kIIgLq2suFfx8fzwPQfiArLGxTArO5GE2fXyY&#10;YK7tiVd0XIdSRAj7HBVUIbS5lL6oyKBPbEscvZ11BkOUrpTa4SnCTSMHaZpJgzXHhQpbWlRU7Nd/&#10;RsF8NJwfvl54eVltN7T53e5fBy5V6qnXvY9BBOrCPfzf/tQKsv5bBr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7XPX3HAAAA3QAAAA8AAAAAAAAAAAAAAAAAmAIAAGRy&#10;cy9kb3ducmV2LnhtbFBLBQYAAAAABAAEAPUAAACMAwAAAAA=&#10;" fillcolor="black" stroked="f">
                  <v:textbox>
                    <w:txbxContent>
                      <w:p w:rsidR="00BB58DB" w:rsidRDefault="00BB58DB" w:rsidP="00BB58D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+di58UA&#10;AADdAAAADwAAAGRycy9kb3ducmV2LnhtbESPQWsCMRSE7wX/Q3iF3mrWFrSsRlkEaelp1ZZen5vn&#10;ZunmZUnSuP33TUHwOMzMN8xqM9peJPKhc6xgNi1AEDdOd9wq+DjuHl9AhIissXdMCn4pwGY9uVth&#10;qd2F95QOsRUZwqFEBSbGoZQyNIYshqkbiLN3dt5izNK3Unu8ZLjt5VNRzKXFjvOCwYG2hprvw49V&#10;kE7bunpOX8ns333Vele/fp5qpR7ux2oJItIYb+Fr+00rmM8WC/h/k5+AXP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/52Ln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BB58DB" w:rsidRDefault="00BB58DB" w:rsidP="00BB58D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v8WZ8MA&#10;AADdAAAADwAAAGRycy9kb3ducmV2LnhtbERPz2vCMBS+C/sfwhvsNtN6qK4aZcgcuovaCXp8NG9N&#10;WfNSmli7/fXLYeDx4/u9WA22ET11vnasIB0nIIhLp2uuFJw+N88zED4ga2wck4If8rBaPowWmGt3&#10;4yP1RahEDGGfowITQptL6UtDFv3YtcSR+3KdxRBhV0nd4S2G20ZOkiSTFmuODQZbWhsqv4urVeDT&#10;9dv5w/6+9Jd3w/tiZ7JDZZR6ehxe5yACDeEu/ndvtYIsnca58U18AnL5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v8WZ8MAAADdAAAADwAAAAAAAAAAAAAAAACYAgAAZHJzL2Rv&#10;d25yZXYueG1sUEsFBgAAAAAEAAQA9QAAAIg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BB58DB" w:rsidRDefault="00BB58DB" w:rsidP="00BB58D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BB58DB" w:rsidRDefault="00BB58DB" w:rsidP="00BB58DB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</w:p>
    <w:p w:rsidR="00BB58DB" w:rsidRDefault="00BB58DB" w:rsidP="00BB58D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B58DB" w:rsidRDefault="00BB58DB" w:rsidP="00BB58D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B58DB" w:rsidRDefault="00BB58DB" w:rsidP="00BB58D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BB58DB" w:rsidRDefault="00BB58DB" w:rsidP="00BB58DB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BB58DB" w:rsidRDefault="00BB58DB" w:rsidP="00BB58D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BB58DB" w:rsidRDefault="00BB58DB" w:rsidP="00BB58D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BB58DB" w:rsidRDefault="00BB58DB" w:rsidP="00BB58D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B58DB" w:rsidRDefault="00BB58DB" w:rsidP="00BB58D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BB58DB" w:rsidRDefault="00BB58DB" w:rsidP="00BB58D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B58DB" w:rsidRDefault="00BB58DB" w:rsidP="00BB58D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BB58DB" w:rsidRDefault="00BB58DB" w:rsidP="00BB58DB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BB58DB" w:rsidRDefault="00BB58DB" w:rsidP="00BB58DB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 w:rsidRPr="00DA220F">
        <w:rPr>
          <w:rFonts w:ascii="Times New Roman" w:eastAsia="Arial Unicode MS" w:hAnsi="Times New Roman"/>
          <w:color w:val="000000"/>
          <w:sz w:val="24"/>
          <w:szCs w:val="24"/>
        </w:rPr>
        <w:t>07</w:t>
      </w:r>
      <w:r>
        <w:rPr>
          <w:rFonts w:ascii="Times New Roman" w:eastAsia="Arial Unicode MS" w:hAnsi="Times New Roman"/>
          <w:color w:val="000000"/>
          <w:sz w:val="24"/>
          <w:szCs w:val="24"/>
        </w:rPr>
        <w:t>.0</w:t>
      </w:r>
      <w:r w:rsidRPr="00DA220F">
        <w:rPr>
          <w:rFonts w:ascii="Times New Roman" w:eastAsia="Arial Unicode MS" w:hAnsi="Times New Roman"/>
          <w:color w:val="000000"/>
          <w:sz w:val="24"/>
          <w:szCs w:val="24"/>
        </w:rPr>
        <w:t>9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.2021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№42</w:t>
      </w:r>
    </w:p>
    <w:p w:rsidR="00BB58DB" w:rsidRPr="002D189B" w:rsidRDefault="00BB58DB" w:rsidP="00BB58DB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BB58DB" w:rsidRPr="009B40A3" w:rsidRDefault="00BB58DB" w:rsidP="00BB58DB">
      <w:pPr>
        <w:tabs>
          <w:tab w:val="left" w:pos="4424"/>
        </w:tabs>
        <w:spacing w:after="0"/>
        <w:rPr>
          <w:rFonts w:ascii="Times New Roman" w:eastAsia="Calibri" w:hAnsi="Times New Roman" w:cs="Times New Roman"/>
          <w:b/>
          <w:sz w:val="24"/>
        </w:rPr>
      </w:pPr>
      <w:r w:rsidRPr="009B40A3">
        <w:rPr>
          <w:rFonts w:ascii="Times New Roman" w:eastAsia="Calibri" w:hAnsi="Times New Roman" w:cs="Times New Roman"/>
          <w:b/>
          <w:sz w:val="24"/>
        </w:rPr>
        <w:t xml:space="preserve">Про </w:t>
      </w:r>
      <w:proofErr w:type="spellStart"/>
      <w:r w:rsidRPr="009B40A3">
        <w:rPr>
          <w:rFonts w:ascii="Times New Roman" w:eastAsia="Calibri" w:hAnsi="Times New Roman" w:cs="Times New Roman"/>
          <w:b/>
          <w:sz w:val="24"/>
        </w:rPr>
        <w:t>надання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b/>
          <w:sz w:val="24"/>
        </w:rPr>
        <w:t>дозволу</w:t>
      </w:r>
      <w:proofErr w:type="spellEnd"/>
      <w:r w:rsidRPr="009B40A3">
        <w:rPr>
          <w:rFonts w:ascii="Times New Roman" w:eastAsia="Calibri" w:hAnsi="Times New Roman" w:cs="Times New Roman"/>
          <w:b/>
          <w:sz w:val="24"/>
        </w:rPr>
        <w:t xml:space="preserve"> на </w:t>
      </w:r>
      <w:proofErr w:type="spellStart"/>
      <w:r w:rsidRPr="009B40A3">
        <w:rPr>
          <w:rFonts w:ascii="Times New Roman" w:eastAsia="Calibri" w:hAnsi="Times New Roman" w:cs="Times New Roman"/>
          <w:b/>
          <w:sz w:val="24"/>
        </w:rPr>
        <w:t>розробку</w:t>
      </w:r>
      <w:proofErr w:type="spellEnd"/>
    </w:p>
    <w:p w:rsidR="00BB58DB" w:rsidRPr="009B40A3" w:rsidRDefault="00BB58DB" w:rsidP="00BB58D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proofErr w:type="spellStart"/>
      <w:r>
        <w:rPr>
          <w:rFonts w:ascii="Times New Roman" w:eastAsia="Calibri" w:hAnsi="Times New Roman" w:cs="Times New Roman"/>
          <w:b/>
          <w:sz w:val="24"/>
        </w:rPr>
        <w:t>п</w:t>
      </w:r>
      <w:r w:rsidRPr="009B40A3">
        <w:rPr>
          <w:rFonts w:ascii="Times New Roman" w:eastAsia="Calibri" w:hAnsi="Times New Roman" w:cs="Times New Roman"/>
          <w:b/>
          <w:sz w:val="24"/>
        </w:rPr>
        <w:t>роєкту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b/>
          <w:sz w:val="24"/>
        </w:rPr>
        <w:t>із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b/>
          <w:sz w:val="24"/>
        </w:rPr>
        <w:t>землеустрою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b/>
          <w:sz w:val="24"/>
        </w:rPr>
        <w:t>щодо</w:t>
      </w:r>
      <w:proofErr w:type="spellEnd"/>
    </w:p>
    <w:p w:rsidR="00BB58DB" w:rsidRPr="009B40A3" w:rsidRDefault="00BB58DB" w:rsidP="00BB58D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proofErr w:type="spellStart"/>
      <w:r w:rsidRPr="009B40A3">
        <w:rPr>
          <w:rFonts w:ascii="Times New Roman" w:eastAsia="Calibri" w:hAnsi="Times New Roman" w:cs="Times New Roman"/>
          <w:b/>
          <w:sz w:val="24"/>
        </w:rPr>
        <w:t>відведення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b/>
          <w:sz w:val="24"/>
        </w:rPr>
        <w:t>земельної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b/>
          <w:sz w:val="24"/>
        </w:rPr>
        <w:t>ділянки</w:t>
      </w:r>
      <w:proofErr w:type="spellEnd"/>
    </w:p>
    <w:p w:rsidR="00BB58DB" w:rsidRPr="009B40A3" w:rsidRDefault="00BB58DB" w:rsidP="00BB58D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proofErr w:type="spellStart"/>
      <w:r w:rsidRPr="009B40A3">
        <w:rPr>
          <w:rFonts w:ascii="Times New Roman" w:eastAsia="Calibri" w:hAnsi="Times New Roman" w:cs="Times New Roman"/>
          <w:b/>
          <w:sz w:val="24"/>
        </w:rPr>
        <w:t>Ковба</w:t>
      </w:r>
      <w:proofErr w:type="spellEnd"/>
      <w:r w:rsidRPr="009B40A3">
        <w:rPr>
          <w:rFonts w:ascii="Times New Roman" w:eastAsia="Calibri" w:hAnsi="Times New Roman" w:cs="Times New Roman"/>
          <w:b/>
          <w:sz w:val="24"/>
        </w:rPr>
        <w:t xml:space="preserve"> О.А.</w:t>
      </w:r>
    </w:p>
    <w:p w:rsidR="00BB58DB" w:rsidRPr="009B40A3" w:rsidRDefault="00BB58DB" w:rsidP="00BB58D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BB58DB" w:rsidRPr="009B40A3" w:rsidRDefault="00BB58DB" w:rsidP="00BB58D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             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Відповідно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gramStart"/>
      <w:r w:rsidRPr="009B40A3">
        <w:rPr>
          <w:rFonts w:ascii="Times New Roman" w:eastAsia="Calibri" w:hAnsi="Times New Roman" w:cs="Times New Roman"/>
          <w:sz w:val="24"/>
        </w:rPr>
        <w:t>до</w:t>
      </w:r>
      <w:proofErr w:type="gram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gramStart"/>
      <w:r w:rsidRPr="009B40A3">
        <w:rPr>
          <w:rFonts w:ascii="Times New Roman" w:eastAsia="Calibri" w:hAnsi="Times New Roman" w:cs="Times New Roman"/>
          <w:sz w:val="24"/>
        </w:rPr>
        <w:t>пункту</w:t>
      </w:r>
      <w:proofErr w:type="gramEnd"/>
      <w:r w:rsidRPr="009B40A3">
        <w:rPr>
          <w:rFonts w:ascii="Times New Roman" w:eastAsia="Calibri" w:hAnsi="Times New Roman" w:cs="Times New Roman"/>
          <w:sz w:val="24"/>
        </w:rPr>
        <w:t xml:space="preserve"> 34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частини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1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статті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26, 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статті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42 Закону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України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«Про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місцеве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самоврядування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в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Україні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>», статей 12,</w:t>
      </w:r>
      <w:r>
        <w:rPr>
          <w:rFonts w:ascii="Times New Roman" w:eastAsia="Calibri" w:hAnsi="Times New Roman" w:cs="Times New Roman"/>
          <w:sz w:val="24"/>
        </w:rPr>
        <w:t>116,  118, 121,122,186</w:t>
      </w:r>
      <w:r w:rsidRPr="009B40A3">
        <w:rPr>
          <w:rFonts w:ascii="Times New Roman" w:eastAsia="Calibri" w:hAnsi="Times New Roman" w:cs="Times New Roman"/>
          <w:sz w:val="24"/>
        </w:rPr>
        <w:t xml:space="preserve"> Земельного кодексу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України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, Закону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України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«Про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землеустрій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»,  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розглянувши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заяву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Ковби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О.А., 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сільська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рада </w:t>
      </w:r>
    </w:p>
    <w:p w:rsidR="00BB58DB" w:rsidRPr="005F0142" w:rsidRDefault="00BB58DB" w:rsidP="00BB58D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9B40A3">
        <w:rPr>
          <w:rFonts w:ascii="Times New Roman" w:eastAsia="Calibri" w:hAnsi="Times New Roman" w:cs="Times New Roman"/>
          <w:sz w:val="24"/>
        </w:rPr>
        <w:t>ВИРІШИЛА:</w:t>
      </w:r>
    </w:p>
    <w:p w:rsidR="00BB58DB" w:rsidRPr="009B40A3" w:rsidRDefault="00BB58DB" w:rsidP="00BB58D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9B40A3">
        <w:rPr>
          <w:rFonts w:ascii="Times New Roman" w:eastAsia="Calibri" w:hAnsi="Times New Roman" w:cs="Times New Roman"/>
          <w:sz w:val="24"/>
        </w:rPr>
        <w:t xml:space="preserve">       1.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Надати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Ковбі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Олександру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Анатолійовичу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,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який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зареєстрований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за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адресою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: </w:t>
      </w:r>
      <w:r w:rsidR="00C52F45">
        <w:rPr>
          <w:rFonts w:ascii="Times New Roman" w:eastAsia="Calibri" w:hAnsi="Times New Roman" w:cs="Times New Roman"/>
          <w:sz w:val="24"/>
          <w:lang w:val="uk-UA"/>
        </w:rPr>
        <w:t>_______________</w:t>
      </w:r>
      <w:bookmarkStart w:id="0" w:name="_GoBack"/>
      <w:bookmarkEnd w:id="0"/>
      <w:r w:rsidRPr="009B40A3">
        <w:rPr>
          <w:rFonts w:ascii="Times New Roman" w:eastAsia="Calibri" w:hAnsi="Times New Roman" w:cs="Times New Roman"/>
          <w:sz w:val="24"/>
        </w:rPr>
        <w:t xml:space="preserve">,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дозвіл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на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розробку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проєкту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із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землеустрою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щодо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відведення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земельної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ділянки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для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передачі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її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у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власність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,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орієнтовною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площею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0,20 га, для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будівництва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та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обслуговування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житлового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будинку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господарських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будівель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і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споруд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(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присадибна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ділянка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), яка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розташована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в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с</w:t>
      </w:r>
      <w:proofErr w:type="gramStart"/>
      <w:r w:rsidRPr="009B40A3">
        <w:rPr>
          <w:rFonts w:ascii="Times New Roman" w:eastAsia="Calibri" w:hAnsi="Times New Roman" w:cs="Times New Roman"/>
          <w:sz w:val="24"/>
        </w:rPr>
        <w:t>.П</w:t>
      </w:r>
      <w:proofErr w:type="gramEnd"/>
      <w:r w:rsidRPr="009B40A3">
        <w:rPr>
          <w:rFonts w:ascii="Times New Roman" w:eastAsia="Calibri" w:hAnsi="Times New Roman" w:cs="Times New Roman"/>
          <w:sz w:val="24"/>
        </w:rPr>
        <w:t>олянь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,  по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вул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Незалежності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,  у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районі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будинку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№1.</w:t>
      </w:r>
    </w:p>
    <w:p w:rsidR="00BB58DB" w:rsidRPr="009B40A3" w:rsidRDefault="00BB58DB" w:rsidP="00BB58D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9B40A3">
        <w:rPr>
          <w:rFonts w:ascii="Times New Roman" w:eastAsia="Calibri" w:hAnsi="Times New Roman" w:cs="Times New Roman"/>
          <w:sz w:val="24"/>
        </w:rPr>
        <w:t xml:space="preserve">       2.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Ковбі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О.А.,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розробити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проєкт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землеустрою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щодо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відведення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земельної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ділянки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для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передачі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її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у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власність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та подати на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розгляд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сесії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sz w:val="24"/>
        </w:rPr>
        <w:t>сільської</w:t>
      </w:r>
      <w:proofErr w:type="spellEnd"/>
      <w:r w:rsidRPr="009B40A3">
        <w:rPr>
          <w:rFonts w:ascii="Times New Roman" w:eastAsia="Calibri" w:hAnsi="Times New Roman" w:cs="Times New Roman"/>
          <w:sz w:val="24"/>
        </w:rPr>
        <w:t xml:space="preserve"> </w:t>
      </w:r>
      <w:proofErr w:type="gramStart"/>
      <w:r w:rsidRPr="009B40A3">
        <w:rPr>
          <w:rFonts w:ascii="Times New Roman" w:eastAsia="Calibri" w:hAnsi="Times New Roman" w:cs="Times New Roman"/>
          <w:sz w:val="24"/>
        </w:rPr>
        <w:t>ради</w:t>
      </w:r>
      <w:proofErr w:type="gramEnd"/>
      <w:r w:rsidRPr="009B40A3">
        <w:rPr>
          <w:rFonts w:ascii="Times New Roman" w:eastAsia="Calibri" w:hAnsi="Times New Roman" w:cs="Times New Roman"/>
          <w:sz w:val="24"/>
        </w:rPr>
        <w:t>.</w:t>
      </w:r>
    </w:p>
    <w:p w:rsidR="00BB58DB" w:rsidRPr="009B40A3" w:rsidRDefault="00BB58DB" w:rsidP="00BB58DB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B40A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  3. Даний </w:t>
      </w:r>
      <w:proofErr w:type="spellStart"/>
      <w:r w:rsidRPr="009B40A3">
        <w:rPr>
          <w:rFonts w:ascii="Times New Roman" w:eastAsia="Calibri" w:hAnsi="Times New Roman" w:cs="Times New Roman"/>
          <w:color w:val="000000"/>
          <w:sz w:val="24"/>
          <w:szCs w:val="24"/>
        </w:rPr>
        <w:t>дозвіл</w:t>
      </w:r>
      <w:proofErr w:type="spellEnd"/>
      <w:r w:rsidRPr="009B40A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color w:val="000000"/>
          <w:sz w:val="24"/>
          <w:szCs w:val="24"/>
        </w:rPr>
        <w:t>дійсний</w:t>
      </w:r>
      <w:proofErr w:type="spellEnd"/>
      <w:r w:rsidRPr="009B40A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на </w:t>
      </w:r>
      <w:proofErr w:type="spellStart"/>
      <w:r w:rsidRPr="009B40A3">
        <w:rPr>
          <w:rFonts w:ascii="Times New Roman" w:eastAsia="Calibri" w:hAnsi="Times New Roman" w:cs="Times New Roman"/>
          <w:color w:val="000000"/>
          <w:sz w:val="24"/>
          <w:szCs w:val="24"/>
        </w:rPr>
        <w:t>протязі</w:t>
      </w:r>
      <w:proofErr w:type="spellEnd"/>
      <w:r w:rsidRPr="009B40A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року з дня </w:t>
      </w:r>
      <w:proofErr w:type="spellStart"/>
      <w:r w:rsidRPr="009B40A3">
        <w:rPr>
          <w:rFonts w:ascii="Times New Roman" w:eastAsia="Calibri" w:hAnsi="Times New Roman" w:cs="Times New Roman"/>
          <w:color w:val="000000"/>
          <w:sz w:val="24"/>
          <w:szCs w:val="24"/>
        </w:rPr>
        <w:t>прийняття</w:t>
      </w:r>
      <w:proofErr w:type="spellEnd"/>
      <w:r w:rsidRPr="009B40A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B40A3">
        <w:rPr>
          <w:rFonts w:ascii="Times New Roman" w:eastAsia="Calibri" w:hAnsi="Times New Roman" w:cs="Times New Roman"/>
          <w:color w:val="000000"/>
          <w:sz w:val="24"/>
          <w:szCs w:val="24"/>
        </w:rPr>
        <w:t>даного</w:t>
      </w:r>
      <w:proofErr w:type="spellEnd"/>
      <w:r w:rsidRPr="009B40A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9B40A3">
        <w:rPr>
          <w:rFonts w:ascii="Times New Roman" w:eastAsia="Calibri" w:hAnsi="Times New Roman" w:cs="Times New Roman"/>
          <w:color w:val="000000"/>
          <w:sz w:val="24"/>
          <w:szCs w:val="24"/>
        </w:rPr>
        <w:t>р</w:t>
      </w:r>
      <w:proofErr w:type="gramEnd"/>
      <w:r w:rsidRPr="009B40A3">
        <w:rPr>
          <w:rFonts w:ascii="Times New Roman" w:eastAsia="Calibri" w:hAnsi="Times New Roman" w:cs="Times New Roman"/>
          <w:color w:val="000000"/>
          <w:sz w:val="24"/>
          <w:szCs w:val="24"/>
        </w:rPr>
        <w:t>ішення</w:t>
      </w:r>
      <w:proofErr w:type="spellEnd"/>
      <w:r w:rsidRPr="009B40A3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:rsidR="00BB58DB" w:rsidRPr="009B40A3" w:rsidRDefault="00BB58DB" w:rsidP="00BB58DB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</w:t>
      </w:r>
      <w:proofErr w:type="spellStart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>виконанням</w:t>
      </w:r>
      <w:proofErr w:type="spellEnd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>цього</w:t>
      </w:r>
      <w:proofErr w:type="spellEnd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>р</w:t>
      </w:r>
      <w:proofErr w:type="gramEnd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>ішення</w:t>
      </w:r>
      <w:proofErr w:type="spellEnd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>покласти</w:t>
      </w:r>
      <w:proofErr w:type="spellEnd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на </w:t>
      </w:r>
      <w:proofErr w:type="spellStart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>постійну</w:t>
      </w:r>
      <w:proofErr w:type="spellEnd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>комісію</w:t>
      </w:r>
      <w:proofErr w:type="spellEnd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з </w:t>
      </w:r>
      <w:proofErr w:type="spellStart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>питань</w:t>
      </w:r>
      <w:proofErr w:type="spellEnd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</w:t>
      </w:r>
      <w:proofErr w:type="spellStart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>земельних</w:t>
      </w:r>
      <w:proofErr w:type="spellEnd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>відносин</w:t>
      </w:r>
      <w:proofErr w:type="spellEnd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>природокористування</w:t>
      </w:r>
      <w:proofErr w:type="spellEnd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>планування</w:t>
      </w:r>
      <w:proofErr w:type="spellEnd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>території</w:t>
      </w:r>
      <w:proofErr w:type="spellEnd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>будівництва</w:t>
      </w:r>
      <w:proofErr w:type="spellEnd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>архітектури</w:t>
      </w:r>
      <w:proofErr w:type="spellEnd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>охорони</w:t>
      </w:r>
      <w:proofErr w:type="spellEnd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>пам’яток</w:t>
      </w:r>
      <w:proofErr w:type="spellEnd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>історичного</w:t>
      </w:r>
      <w:proofErr w:type="spellEnd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>середовища</w:t>
      </w:r>
      <w:proofErr w:type="spellEnd"/>
      <w:r w:rsidRPr="009B40A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та благоустрою (Денисюк Т.В.).</w:t>
      </w:r>
    </w:p>
    <w:p w:rsidR="00BB58DB" w:rsidRPr="009B40A3" w:rsidRDefault="00BB58DB" w:rsidP="00BB58D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BB58DB" w:rsidRPr="009B40A3" w:rsidRDefault="00BB58DB" w:rsidP="00BB58DB">
      <w:pPr>
        <w:tabs>
          <w:tab w:val="left" w:pos="4424"/>
        </w:tabs>
        <w:spacing w:after="0"/>
        <w:rPr>
          <w:rFonts w:ascii="Times New Roman" w:eastAsia="Calibri" w:hAnsi="Times New Roman" w:cs="Times New Roman"/>
          <w:sz w:val="24"/>
        </w:rPr>
      </w:pPr>
    </w:p>
    <w:p w:rsidR="00BB58DB" w:rsidRPr="009B40A3" w:rsidRDefault="00BB58DB" w:rsidP="00BB58DB">
      <w:pPr>
        <w:tabs>
          <w:tab w:val="left" w:pos="4424"/>
        </w:tabs>
        <w:spacing w:after="0"/>
        <w:rPr>
          <w:rFonts w:ascii="Times New Roman" w:eastAsia="Calibri" w:hAnsi="Times New Roman" w:cs="Times New Roman"/>
          <w:sz w:val="24"/>
        </w:rPr>
      </w:pPr>
    </w:p>
    <w:p w:rsidR="00A6490A" w:rsidRPr="00BB58DB" w:rsidRDefault="00BB58DB" w:rsidP="00BB58DB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color w:val="FF0000"/>
          <w:sz w:val="24"/>
          <w:szCs w:val="24"/>
          <w:lang w:val="uk-UA"/>
        </w:rPr>
      </w:pPr>
      <w:proofErr w:type="spellStart"/>
      <w:r w:rsidRPr="009B40A3">
        <w:rPr>
          <w:rFonts w:ascii="Times New Roman" w:eastAsia="Arial Unicode MS" w:hAnsi="Times New Roman" w:cs="Times New Roman"/>
          <w:sz w:val="24"/>
          <w:szCs w:val="24"/>
        </w:rPr>
        <w:t>Сільський</w:t>
      </w:r>
      <w:proofErr w:type="spellEnd"/>
      <w:r w:rsidRPr="009B40A3">
        <w:rPr>
          <w:rFonts w:ascii="Times New Roman" w:eastAsia="Arial Unicode MS" w:hAnsi="Times New Roman" w:cs="Times New Roman"/>
          <w:sz w:val="24"/>
          <w:szCs w:val="24"/>
        </w:rPr>
        <w:t xml:space="preserve">   голова                                                                        </w:t>
      </w:r>
      <w:proofErr w:type="spellStart"/>
      <w:r w:rsidRPr="009B40A3">
        <w:rPr>
          <w:rFonts w:ascii="Times New Roman" w:eastAsia="Arial Unicode MS" w:hAnsi="Times New Roman" w:cs="Times New Roman"/>
          <w:sz w:val="24"/>
          <w:szCs w:val="24"/>
        </w:rPr>
        <w:t>Валерій</w:t>
      </w:r>
      <w:proofErr w:type="spellEnd"/>
      <w:r w:rsidRPr="009B40A3">
        <w:rPr>
          <w:rFonts w:ascii="Times New Roman" w:eastAsia="Arial Unicode MS" w:hAnsi="Times New Roman" w:cs="Times New Roman"/>
          <w:sz w:val="24"/>
          <w:szCs w:val="24"/>
        </w:rPr>
        <w:t xml:space="preserve">   МИХАЛЮК</w:t>
      </w:r>
    </w:p>
    <w:sectPr w:rsidR="00A6490A" w:rsidRPr="00BB58DB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58DB"/>
    <w:rsid w:val="00A6490A"/>
    <w:rsid w:val="00BB58DB"/>
    <w:rsid w:val="00C52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58DB"/>
    <w:rPr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BB58DB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BB58DB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BB58DB"/>
    <w:rPr>
      <w:rFonts w:ascii="Consolas" w:hAnsi="Consolas"/>
      <w:sz w:val="20"/>
      <w:szCs w:val="20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58DB"/>
    <w:rPr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BB58DB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BB58DB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BB58DB"/>
    <w:rPr>
      <w:rFonts w:ascii="Consolas" w:hAnsi="Consolas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2</TotalTime>
  <Pages>1</Pages>
  <Words>247</Words>
  <Characters>1411</Characters>
  <Application>Microsoft Office Word</Application>
  <DocSecurity>0</DocSecurity>
  <Lines>11</Lines>
  <Paragraphs>3</Paragraphs>
  <ScaleCrop>false</ScaleCrop>
  <Company>SPecialiST RePack</Company>
  <LinksUpToDate>false</LinksUpToDate>
  <CharactersWithSpaces>1655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2</cp:revision>
  <dcterms:created xsi:type="dcterms:W3CDTF">2021-09-13T08:05:00Z</dcterms:created>
  <dcterms:modified xsi:type="dcterms:W3CDTF">2021-09-13T13:16:00Z</dcterms:modified>
</cp:coreProperties>
</file>