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543" w:rsidRPr="00DE6ED3" w:rsidRDefault="00BF4543" w:rsidP="00BF4543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BF4543" w:rsidRPr="00DE6ED3" w:rsidRDefault="00BF4543" w:rsidP="00B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F4543" w:rsidRPr="00DE6ED3" w:rsidRDefault="00BF4543" w:rsidP="00B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543" w:rsidRDefault="00BF4543" w:rsidP="00BF45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F4543" w:rsidRDefault="00BF4543" w:rsidP="00BF45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F4543" w:rsidRPr="00DE6ED3" w:rsidRDefault="00BF4543" w:rsidP="00BF45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F4543" w:rsidRPr="00DE6ED3" w:rsidRDefault="00BF4543" w:rsidP="00BF454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F4543" w:rsidRPr="00DE6ED3" w:rsidRDefault="00BF4543" w:rsidP="00BF45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F4543" w:rsidRPr="00DE6ED3" w:rsidRDefault="00BF4543" w:rsidP="00BF45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BF4543" w:rsidRPr="00DE6ED3" w:rsidRDefault="00BF4543" w:rsidP="00BF454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BF4543" w:rsidRPr="00DE6ED3" w:rsidRDefault="00BF4543" w:rsidP="00BF45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BF4543" w:rsidRPr="00DE6ED3" w:rsidRDefault="00BF4543" w:rsidP="00BF45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BF4543" w:rsidRPr="00DE6ED3" w:rsidRDefault="00BF4543" w:rsidP="00BF45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F4543" w:rsidRPr="00DE6ED3" w:rsidRDefault="00BF4543" w:rsidP="00BF45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BF4543" w:rsidRPr="00DE6ED3" w:rsidRDefault="00BF4543" w:rsidP="00BF45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F4543" w:rsidRPr="00DE6ED3" w:rsidRDefault="00BF4543" w:rsidP="00BF454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BF4543" w:rsidRPr="00DE6ED3" w:rsidRDefault="00BF4543" w:rsidP="00BF45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BF4543" w:rsidRPr="00DE6ED3" w:rsidRDefault="00BF4543" w:rsidP="00BF45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BF4543" w:rsidRPr="00DE6ED3" w:rsidRDefault="00BF4543" w:rsidP="00BF454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BF4543" w:rsidRPr="00DE6ED3" w:rsidRDefault="00BF4543" w:rsidP="00BF454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BF4543" w:rsidRPr="00DE6ED3" w:rsidRDefault="00BF4543" w:rsidP="00BF454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BF4543" w:rsidRPr="00DE6ED3" w:rsidRDefault="00BF4543" w:rsidP="00BF454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BF4543" w:rsidRPr="00DE6ED3" w:rsidRDefault="00BF4543" w:rsidP="00BF454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Вуєк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М.Р.</w:t>
      </w:r>
    </w:p>
    <w:p w:rsidR="00BF4543" w:rsidRPr="00DE6ED3" w:rsidRDefault="00BF4543" w:rsidP="00BF45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F4543" w:rsidRPr="00DE6ED3" w:rsidRDefault="00BF4543" w:rsidP="00BF45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F4543" w:rsidRPr="00DE6ED3" w:rsidRDefault="00BF4543" w:rsidP="00BF45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Вуєк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М.Р.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BF4543" w:rsidRPr="00DE6ED3" w:rsidRDefault="00BF4543" w:rsidP="00BF45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BF4543" w:rsidRPr="00DE6ED3" w:rsidRDefault="00BF4543" w:rsidP="00BF45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F4543" w:rsidRPr="00DE6ED3" w:rsidRDefault="00BF4543" w:rsidP="00BF45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Вуєк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Миколі Романовичу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0,5000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га, яка розташована Хмельницька область,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F4543" w:rsidRPr="00AE3E84" w:rsidRDefault="00BF4543" w:rsidP="00BF45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03179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Вуєк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Миколі Романовичу,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який  зареєстрований за адресою: </w:t>
      </w:r>
      <w:r w:rsidR="00F21C1C" w:rsidRPr="00F21C1C">
        <w:rPr>
          <w:rFonts w:ascii="Times New Roman" w:eastAsia="Calibri" w:hAnsi="Times New Roman" w:cs="Times New Roman"/>
          <w:sz w:val="24"/>
        </w:rPr>
        <w:t>___________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F21C1C" w:rsidRPr="00F21C1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 площею 0,5000 га, кадастровий номер: 6823984700:01:004:0019</w:t>
      </w: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F4543" w:rsidRPr="00AE3E84" w:rsidRDefault="00BF4543" w:rsidP="00BF45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Вуєк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М.Р.</w:t>
      </w:r>
      <w:r w:rsidRPr="00AE3E8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якому</w:t>
      </w: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F4543" w:rsidRPr="00AE3E84" w:rsidRDefault="00BF4543" w:rsidP="00BF45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F4543" w:rsidRDefault="00BF4543" w:rsidP="00BF45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BF4543" w:rsidRPr="00BF4543" w:rsidRDefault="00BF4543" w:rsidP="00BF45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00600" w:rsidRPr="00BF4543" w:rsidRDefault="00BF4543" w:rsidP="00BF454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200600" w:rsidRPr="00BF45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543"/>
    <w:rsid w:val="00171A2E"/>
    <w:rsid w:val="00200600"/>
    <w:rsid w:val="00304C90"/>
    <w:rsid w:val="00505B6D"/>
    <w:rsid w:val="006D3977"/>
    <w:rsid w:val="007D6C18"/>
    <w:rsid w:val="00BF4543"/>
    <w:rsid w:val="00D1641A"/>
    <w:rsid w:val="00F2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255</Words>
  <Characters>1459</Characters>
  <Application>Microsoft Office Word</Application>
  <DocSecurity>0</DocSecurity>
  <Lines>12</Lines>
  <Paragraphs>3</Paragraphs>
  <ScaleCrop>false</ScaleCrop>
  <Company>Microsoft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2021-03-17T09:28:00Z</dcterms:created>
  <dcterms:modified xsi:type="dcterms:W3CDTF">2021-03-17T09:38:00Z</dcterms:modified>
</cp:coreProperties>
</file>