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26BC" w:rsidRDefault="00E426BC" w:rsidP="00E426B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26BC" w:rsidRDefault="00E426BC" w:rsidP="00E426B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26BC" w:rsidRDefault="00E426BC" w:rsidP="00E426B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26BC" w:rsidRDefault="00E426BC" w:rsidP="00E426B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26BC" w:rsidRDefault="00E426BC" w:rsidP="00E426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426BC" w:rsidRDefault="00E426BC" w:rsidP="00E426B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26BC" w:rsidRDefault="00E426BC" w:rsidP="00E426B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F23833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98</w:t>
      </w:r>
    </w:p>
    <w:p w:rsidR="00E426BC" w:rsidRPr="00F23833" w:rsidRDefault="00E426BC" w:rsidP="00E426B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внесення змін до рішення ХІІ  сесії сільської </w:t>
      </w: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ради 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VIII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скликання №47 від 30.06.2021 року </w:t>
      </w: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«Про надання дозволу на розробку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із </w:t>
      </w: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землеустрою  щодо  відведення земельної  </w:t>
      </w: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 зі зміною цільового призначення</w:t>
      </w: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Мазуру В.В.»</w:t>
      </w: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26BC" w:rsidRPr="00EB4539" w:rsidRDefault="00E426BC" w:rsidP="00E426B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20, 186 Земельного кодексу України, Закону України «Про землеустрій»,   розглянувши   заяву   Мазура В.В.,  сільська рада </w:t>
      </w:r>
    </w:p>
    <w:p w:rsidR="00E426BC" w:rsidRPr="00EB4539" w:rsidRDefault="00E426BC" w:rsidP="00E426B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1.Внести  зміни до рішення ХІІ  сесії сільської ради </w:t>
      </w:r>
      <w:r w:rsidRPr="00EB4539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VIII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скликання №47 від 30.06.2021 року «Про надання дозволу на розробку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із землеустрою  щодо  відведення земельної  ділянки  зі зміною цільового призначення Мазуру В.В.» слова та цифри «кадастровий номер 6823986800:05:011:0212» замінити на слова та цифри «кадастровий номер 6823986800:05:011:0002».</w:t>
      </w: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2. Даний дозвіл дійсний на протязі року з дня прийняття даного рішення.</w:t>
      </w: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Т.В.).</w:t>
      </w:r>
    </w:p>
    <w:p w:rsidR="00E426BC" w:rsidRPr="00EB4539" w:rsidRDefault="00E426BC" w:rsidP="00E426BC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426BC" w:rsidRPr="00EB4539" w:rsidRDefault="00E426BC" w:rsidP="00E426B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426BC" w:rsidRPr="00EB4539" w:rsidRDefault="00E426BC" w:rsidP="00E426B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426BC" w:rsidRPr="00EB4539" w:rsidRDefault="00E426BC" w:rsidP="00E426BC">
      <w:pP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E03545" w:rsidRPr="00E426BC" w:rsidRDefault="00E426BC">
      <w:pP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   голова                                                                            Валерій   МИХАЛЮК</w:t>
      </w:r>
      <w:bookmarkStart w:id="0" w:name="_GoBack"/>
      <w:bookmarkEnd w:id="0"/>
    </w:p>
    <w:sectPr w:rsidR="00E03545" w:rsidRPr="00E426B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26BC"/>
    <w:rsid w:val="00E03545"/>
    <w:rsid w:val="00E42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B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426B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26B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426BC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26B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426B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26B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426BC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238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2021-07-26T12:56:00Z</dcterms:created>
  <dcterms:modified xsi:type="dcterms:W3CDTF">2021-07-26T12:56:00Z</dcterms:modified>
</cp:coreProperties>
</file>