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7EE5" w:rsidRDefault="00027EE5" w:rsidP="00027EE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7EE5" w:rsidRDefault="00027EE5" w:rsidP="00027EE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1270" r="889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027EE5" w:rsidRDefault="00027EE5" w:rsidP="00027EE5"/>
    <w:p w:rsidR="00027EE5" w:rsidRDefault="00027EE5" w:rsidP="00027EE5"/>
    <w:p w:rsidR="00027EE5" w:rsidRDefault="00027EE5" w:rsidP="00027EE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27EE5" w:rsidRDefault="00027EE5" w:rsidP="00027EE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27EE5" w:rsidRDefault="00027EE5" w:rsidP="00027EE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27EE5" w:rsidRDefault="00027EE5" w:rsidP="00027EE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27EE5" w:rsidRDefault="00027EE5" w:rsidP="00027EE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27EE5" w:rsidRDefault="00027EE5" w:rsidP="00027EE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27EE5" w:rsidRDefault="00027EE5" w:rsidP="00027EE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27EE5" w:rsidRDefault="00027EE5" w:rsidP="00027EE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027EE5" w:rsidRDefault="00027EE5" w:rsidP="00027EE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27EE5" w:rsidRPr="009F302A" w:rsidRDefault="00027EE5" w:rsidP="00027EE5">
      <w:pPr>
        <w:tabs>
          <w:tab w:val="left" w:pos="2160"/>
        </w:tabs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53</w:t>
      </w:r>
    </w:p>
    <w:p w:rsidR="00027EE5" w:rsidRDefault="00027EE5" w:rsidP="00027EE5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027EE5" w:rsidRPr="009F302A" w:rsidRDefault="00027EE5" w:rsidP="00027EE5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027EE5" w:rsidRPr="009F302A" w:rsidRDefault="00027EE5" w:rsidP="00027EE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027EE5" w:rsidRPr="009F302A" w:rsidRDefault="00027EE5" w:rsidP="00027EE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027EE5" w:rsidRPr="009F302A" w:rsidRDefault="00027EE5" w:rsidP="00027EE5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Козинчуку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М.Д.</w:t>
      </w:r>
    </w:p>
    <w:p w:rsidR="00027EE5" w:rsidRPr="009F302A" w:rsidRDefault="00027EE5" w:rsidP="00027EE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27EE5" w:rsidRPr="009F302A" w:rsidRDefault="00027EE5" w:rsidP="00027EE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Козинчука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М.Д,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F302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F302A"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та благоустрою,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027EE5" w:rsidRPr="009F302A" w:rsidRDefault="00027EE5" w:rsidP="00027EE5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027EE5" w:rsidRPr="009F302A" w:rsidRDefault="00027EE5" w:rsidP="00027EE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Перенести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заяви на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чергове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засідання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Козинчука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Миколи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Дмитровича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D72ED2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</w:t>
      </w:r>
      <w:bookmarkStart w:id="0" w:name="_GoBack"/>
      <w:bookmarkEnd w:id="0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smartTag w:uri="urn:schemas-microsoft-com:office:smarttags" w:element="metricconverter">
        <w:smartTagPr>
          <w:attr w:name="ProductID" w:val="0,5479 га"/>
        </w:smartTagPr>
        <w:r w:rsidRPr="009F302A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0,5479 га</w:t>
        </w:r>
      </w:smartTag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для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, за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</w:t>
      </w:r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ії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межами села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6823984000:03:018:0314), для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факту права на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бажану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027EE5" w:rsidRPr="00027EE5" w:rsidRDefault="00027EE5" w:rsidP="00027EE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 w:eastAsia="uk-UA"/>
        </w:rPr>
      </w:pPr>
      <w:r w:rsidRPr="009F302A">
        <w:rPr>
          <w:rFonts w:ascii="Times New Roman" w:hAnsi="Times New Roman" w:cs="Times New Roman"/>
          <w:sz w:val="24"/>
          <w:szCs w:val="24"/>
        </w:rPr>
        <w:t xml:space="preserve">      2. Контроль за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027EE5" w:rsidRPr="00027EE5" w:rsidRDefault="00027EE5" w:rsidP="00027EE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E52858" w:rsidRPr="00027EE5" w:rsidRDefault="00027EE5" w:rsidP="00027EE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E52858" w:rsidRPr="00027EE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7EE5"/>
    <w:rsid w:val="00027EE5"/>
    <w:rsid w:val="00171A2E"/>
    <w:rsid w:val="00304C90"/>
    <w:rsid w:val="00505B6D"/>
    <w:rsid w:val="006D3977"/>
    <w:rsid w:val="007D6C18"/>
    <w:rsid w:val="00D1641A"/>
    <w:rsid w:val="00D72ED2"/>
    <w:rsid w:val="00E52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274</Words>
  <Characters>1567</Characters>
  <Application>Microsoft Office Word</Application>
  <DocSecurity>0</DocSecurity>
  <Lines>13</Lines>
  <Paragraphs>3</Paragraphs>
  <ScaleCrop>false</ScaleCrop>
  <Company>Microsoft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2020-05-29T14:08:00Z</dcterms:created>
  <dcterms:modified xsi:type="dcterms:W3CDTF">2020-05-29T14:26:00Z</dcterms:modified>
</cp:coreProperties>
</file>