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66" w:rsidRDefault="00044A66" w:rsidP="00044A6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A66" w:rsidRDefault="00044A66" w:rsidP="00044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44A66" w:rsidRDefault="00044A66" w:rsidP="00044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44A66" w:rsidRDefault="00044A66" w:rsidP="00044A6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4A66" w:rsidRDefault="00044A66" w:rsidP="00044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44A66" w:rsidRDefault="00044A66" w:rsidP="00044A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4A66" w:rsidRDefault="00044A66" w:rsidP="00044A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№60</w:t>
      </w:r>
    </w:p>
    <w:p w:rsidR="00044A66" w:rsidRPr="00AF2E62" w:rsidRDefault="00044A66" w:rsidP="00044A6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44A66" w:rsidRPr="00AF2E62" w:rsidRDefault="00044A66" w:rsidP="00044A6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44A66" w:rsidRPr="00AF2E62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44A66" w:rsidRPr="00AF2E62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044A66" w:rsidRPr="00AF2E62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Подберьозкіній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А.В.</w:t>
      </w:r>
    </w:p>
    <w:p w:rsidR="00044A66" w:rsidRPr="00AF2E62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044A66" w:rsidRPr="00AF2E62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Подберьозк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іної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А.В.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044A66" w:rsidRPr="00144766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044A66" w:rsidRPr="00CC3FA7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Подберьозкіній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Альоні Віталіївні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яка зареєстрована за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162B5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0,11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C3FA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на території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за межами 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>Крупець</w:t>
      </w:r>
      <w:r>
        <w:rPr>
          <w:rFonts w:ascii="Times New Roman" w:eastAsia="Calibri" w:hAnsi="Times New Roman" w:cs="Times New Roman"/>
          <w:sz w:val="24"/>
          <w:lang w:eastAsia="en-US"/>
        </w:rPr>
        <w:t>, 6823984000:01:017:0018.</w:t>
      </w:r>
    </w:p>
    <w:p w:rsidR="00044A66" w:rsidRPr="00CC3FA7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Подберьозкіній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А.В.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44A66" w:rsidRPr="00CC3FA7" w:rsidRDefault="00044A66" w:rsidP="00044A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3F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44A66" w:rsidRPr="00AF2E62" w:rsidRDefault="00044A66" w:rsidP="00044A6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3FA7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044A66" w:rsidRPr="00AF2E62" w:rsidRDefault="00044A66" w:rsidP="00044A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44A66" w:rsidRPr="00044A66" w:rsidRDefault="00044A66" w:rsidP="00044A6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102AA" w:rsidRPr="00044A66" w:rsidRDefault="00044A66" w:rsidP="00044A6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102AA" w:rsidRPr="00044A6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6"/>
    <w:rsid w:val="00044A66"/>
    <w:rsid w:val="001162B5"/>
    <w:rsid w:val="00E1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6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44A6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44A6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44A6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6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44A6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44A6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44A6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2021-07-07T06:37:00Z</dcterms:created>
  <dcterms:modified xsi:type="dcterms:W3CDTF">2021-07-07T08:17:00Z</dcterms:modified>
</cp:coreProperties>
</file>