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36" w:rsidRPr="00EA743B" w:rsidRDefault="003E2A36" w:rsidP="003E2A36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7620"/>
                <wp:wrapNone/>
                <wp:docPr id="6784" name="Группа 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6785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6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7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8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9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0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1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2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3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4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5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6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7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8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9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0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1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2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3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4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5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6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7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8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9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0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1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2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2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43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30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MhIMUA&#10;AADdAAAADwAAAGRycy9kb3ducmV2LnhtbESPQWvCQBSE74L/YXlCb7ppxCipq4jSUvCktuLxkX1N&#10;QrNvw+42pv/eFQSPw8x8wyzXvWlER87XlhW8ThIQxIXVNZcKvk7v4wUIH5A1NpZJwT95WK+GgyXm&#10;2l75QN0xlCJC2OeooAqhzaX0RUUG/cS2xNH7sc5giNKVUju8RrhpZJokmTRYc1yosKVtRcXv8c8o&#10;2Hdpdr587MxpWqZzV0y/d2ndKPUy6jdvIAL14Rl+tD+1gmy+mMH9TXw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yEg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XoZMUA&#10;AADdAAAADwAAAGRycy9kb3ducmV2LnhtbESPT4vCMBTE7wt+h/AEL4um9VClGkUEwT+wsFXw+mie&#10;bbV5KU3U+u2NsLDHYWZ+w8yXnanFg1pXWVYQjyIQxLnVFRcKTsfNcArCeWSNtWVS8CIHy0Xva46p&#10;tk/+pUfmCxEg7FJUUHrfpFK6vCSDbmQb4uBdbGvQB9kWUrf4DHBTy3EUJdJgxWGhxIbWJeW37G4U&#10;yGO287tJZb7j/fmni+11fcivSg363WoGwlPn/8N/7a1WkEymCXzehCcgF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9ehk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Rnt8gA&#10;AADdAAAADwAAAGRycy9kb3ducmV2LnhtbESPT2sCMRTE7wW/Q3hCL6VmLVa3W6O0giIeCvXP/XXz&#10;uru6edkmUdd+eiMUehxm5jfMeNqaWpzI+cqygn4vAUGcW11xoWC7mT+mIHxA1lhbJgUX8jCddO7G&#10;mGl75k86rUMhIoR9hgrKEJpMSp+XZND3bEMcvW/rDIYoXSG1w3OEm1o+JclQGqw4LpTY0Kyk/LA+&#10;GgXzJR1eds3PYvDrnot0//Wxet88KHXfbd9eQQRqw3/4r73UCoajdAS3N/EJyM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tGe3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qU6sEA&#10;AADdAAAADwAAAGRycy9kb3ducmV2LnhtbERPy4rCMBTdD/gP4QruxtQBtVRTEQdlwNWo6Pba3D60&#10;uSlNtJ2/N4sBl4fzXq56U4snta6yrGAyjkAQZ1ZXXCg4HbefMQjnkTXWlknBHzlYpYOPJSbadvxL&#10;z4MvRAhhl6CC0vsmkdJlJRl0Y9sQBy63rUEfYFtI3WIXwk0tv6JoJg1WHBpKbGhTUnY/PIyCaD+t&#10;r/mZ+/jyvcvut27LXTVRajTs1wsQnnr/Fv+7f7SC2TwOc8Ob8ARk+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6lOr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WXsgA&#10;AADdAAAADwAAAGRycy9kb3ducmV2LnhtbESPT2sCMRTE7wW/Q3iFXopmW6yuq1GqoEgPhfrn/ty8&#10;7q5uXtYk1a2fvikUehxm5jfMZNaaWlzI+cqygqdeAoI4t7riQsFuu+ymIHxA1lhbJgXf5GE27dxN&#10;MNP2yh902YRCRAj7DBWUITSZlD4vyaDv2YY4ep/WGQxRukJqh9cIN7V8TpKBNFhxXCixoUVJ+Wnz&#10;ZRQs13Qa7Zvzqn9zL0V6PLy/zbePSj3ct69jEIHa8B/+a6+1gsEwHcHvm/gE5PQ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Z1Ze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OMcIA&#10;AADdAAAADwAAAGRycy9kb3ducmV2LnhtbERPy4rCMBTdC/5DuAPuNFXwMR3TIooiuFKHme2d5tp2&#10;bG5KE239e7MQXB7Oe5l2phJ3alxpWcF4FIEgzqwuOVfwfd4OFyCcR9ZYWSYFD3KQJv3eEmNtWz7S&#10;/eRzEULYxaig8L6OpXRZQQbdyNbEgbvYxqAPsMmlbrAN4aaSkyiaSYMlh4YCa1oXlF1PN6MgOkyr&#10;v8sPd4vfzS67/rdbbsuxUoOPbvUFwlPn3+KXe68VzOafYX94E56ATJ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FQ4x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KIsUA&#10;AADdAAAADwAAAGRycy9kb3ducmV2LnhtbESPQWvCQBSE70L/w/IKvelGBavRVSRa8FqNB2/P7DMJ&#10;yb4N2TWm/fVuoeBxmJlvmNWmN7XoqHWlZQXjUQSCOLO65FxBevoazkE4j6yxtkwKfsjBZv02WGGs&#10;7YO/qTv6XAQIuxgVFN43sZQuK8igG9mGOHg32xr0Qba51C0+AtzUchJFM2mw5LBQYENJQVl1vBsF&#10;511VTRccTX8vXTJ3yTVNJ7e9Uh/v/XYJwlPvX+H/9kErmH0uxvD3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/Aoi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KT+MgA&#10;AADdAAAADwAAAGRycy9kb3ducmV2LnhtbESPQWvCQBSE70L/w/IKvYjZKEXb6CpSWrCgB61UvT2y&#10;zyQ0+zbNrjH117sFweMwM98wk1lrStFQ7QrLCvpRDII4tbrgTMH266P3AsJ5ZI2lZVLwRw5m04fO&#10;BBNtz7ymZuMzESDsElSQe18lUro0J4MushVx8I62NuiDrDOpazwHuCnlII6H0mDBYSHHit5ySn82&#10;J6PgmZr9fHk5rL73v+/eHru7T9ffKfX02M7HIDy1/h6+tRdawXD0OoD/N+EJ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gpP4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IxzsYA&#10;AADdAAAADwAAAGRycy9kb3ducmV2LnhtbESPT2vCQBTE70K/w/IKvelGA/6JrlJSC71W48HbM/tM&#10;QrJvQ3aNaT99tyB4HGbmN8xmN5hG9NS5yrKC6SQCQZxbXXGhIDt+jpcgnEfW2FgmBT/kYLd9GW0w&#10;0fbO39QffCEChF2CCkrv20RKl5dk0E1sSxy8q+0M+iC7QuoO7wFuGjmLork0WHFYKLGltKS8PtyM&#10;gtNHXccrjuLfc58uXXrJstl1r9Tb6/C+BuFp8M/wo/2lFcwXqxj+34Qn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Ixz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euF8gA&#10;AADdAAAADwAAAGRycy9kb3ducmV2LnhtbESPQWvCQBSE7wX/w/IEL8VsFLFt6ipSFFrQg1aqvT2y&#10;zyQ0+zZmtzH667uC0OMwM98wk1lrStFQ7QrLCgZRDII4tbrgTMHuc9l/BuE8ssbSMim4kIPZtPMw&#10;wUTbM2+o2fpMBAi7BBXk3leJlC7NyaCLbEUcvKOtDfog60zqGs8Bbko5jOOxNFhwWMixorec0p/t&#10;r1EwouYwX12/11+H08Lb4+P+ww32SvW67fwVhKfW/4fv7XetYPz0MoLbm/AE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J64X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0OskA&#10;AADdAAAADwAAAGRycy9kb3ducmV2LnhtbESPUUsCQRSF34X+w3AD33S2Mq3VUcKwgkBwE3u97Fx3&#10;NnfubDuju/nrmyDw8XDO+Q5ntuhsJU7U+NKxgpthAoI4d7rkQsH2YzV4AOEDssbKMSn4IQ+L+VVv&#10;hql2LW/olIVCRAj7FBWYEOpUSp8bsuiHriaO3t41FkOUTSF1g22E20reJslYWiw5LhisaWkoP2RH&#10;q+BzdLd25jVzx/b55XzYfE++dst3pfrX3dMURKAuXML/7TetYDx5vIe/N/E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aF0Os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J0MYA&#10;AADdAAAADwAAAGRycy9kb3ducmV2LnhtbESPzW7CMBCE75X6DtYicSsORU0hxaCCACE4lZ/7Kl6S&#10;qPE6jU1w3x4jVepxNDPfaKbzYGrRUesqywqGgwQEcW51xYWC03H9MgbhPLLG2jIp+CUH89nz0xQz&#10;bW/8Rd3BFyJC2GWooPS+yaR0eUkG3cA2xNG72Nagj7ItpG7xFuGmlq9JkkqDFceFEhtalpR/H65G&#10;wWj39rPRi2LV1eON228v61CFs1L9Xvj8AOEp+P/wX3urFaTvkxQeb+IT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HJ0M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vWF8MA&#10;AADdAAAADwAAAGRycy9kb3ducmV2LnhtbESPQYvCMBSE74L/ITxhb5rqobVdo4giCOJBdw97fDTP&#10;pti8lCbW7r83wsIeh5n5hlltBtuInjpfO1YwnyUgiEuna64UfH8dpksQPiBrbByTgl/ysFmPRyss&#10;tHvyhfprqESEsC9QgQmhLaT0pSGLfuZa4ujdXGcxRNlVUnf4jHDbyEWSpNJizXHBYEs7Q+X9+rAK&#10;fvJzPh/MPjn12fYYSka896lSH5Nh+wki0BD+w3/to1aQZnkG7zfx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vWF8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uIxMQA&#10;AADdAAAADwAAAGRycy9kb3ducmV2LnhtbERPu27CMBTdkfoP1q3EBg5BSkvAoKoSiIUBKI/xKr4k&#10;aePrEBsIfH09IDEenfdk1ppKXKlxpWUFg34EgjizuuRcwc923vsE4TyyxsoyKbiTg9n0rTPBVNsb&#10;r+m68bkIIexSVFB4X6dSuqwgg65va+LAnWxj0AfY5FI3eAvhppJxFCXSYMmhocCavgvK/jYXo+Aw&#10;WD1G9bDdxUd/Xv7Gi3M23ydKdd/brzEIT61/iZ/upVaQfIzC3PAmPAE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iMT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7KsQA&#10;AADdAAAADwAAAGRycy9kb3ducmV2LnhtbESPUWvCMBSF3wf7D+EO9jZTh1TtjFImgmNPVn/Apblr&#10;q81NSKLt/v0iCHs8nHO+w1ltRtOLG/nQWVYwnWQgiGurO24UnI67twWIEJE19pZJwS8F2Kyfn1ZY&#10;aDvwgW5VbESCcChQQRujK6QMdUsGw8Q64uT9WG8wJukbqT0OCW56+Z5luTTYcVpo0dFnS/WluhoF&#10;6N186yo5HPLzN+7PXyXNbKnU68tYfoCINMb/8KO91wry+XIJ9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Teyr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CYMQA&#10;AADdAAAADwAAAGRycy9kb3ducmV2LnhtbERPy2rCQBTdC/2H4Ra600lb0BAzkb4CotmY1oW7S+Y2&#10;Cc3cCZlRU7/eWQguD+edrkbTiRMNrrWs4HkWgSCurG65VvDznU9jEM4ja+wsk4J/crDKHiYpJtqe&#10;eUen0tcihLBLUEHjfZ9I6aqGDLqZ7YkD92sHgz7AoZZ6wHMIN518iaK5NNhyaGiwp4+Gqr/yaBQU&#10;edEXW/6KD5/H99fD+rJf8CZX6ulxfFuC8DT6u/jmXmsF8zgK+8Ob8AR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xwmD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WCuMcA&#10;AADdAAAADwAAAGRycy9kb3ducmV2LnhtbESPQWvCQBSE7wX/w/KE3upGD8FGN0EEsYW2UCvo8Zl9&#10;JsHs27i7xvTfdwuFHoeZ+YZZFoNpRU/ON5YVTCcJCOLS6oYrBfuvzdMchA/IGlvLpOCbPBT56GGJ&#10;mbZ3/qR+FyoRIewzVFCH0GVS+rImg35iO+Lona0zGKJ0ldQO7xFuWjlLklQabDgu1NjRuqbysrsZ&#10;BR/X9PbWH47bkxs23bV9Xb/r50apx/GwWoAINIT/8F/7RStI58kUft/EJy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s1grj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ye8QA&#10;AADdAAAADwAAAGRycy9kb3ducmV2LnhtbESP3WoCMRSE7wu+QziCdzVR0MrWKEXwBxFKtz7AYXO6&#10;Wbo5WTZRV5/eCIKXw8x8w8yXnavFmdpQedYwGioQxIU3FZcajr/r9xmIEJEN1p5Jw5UCLBe9tzlm&#10;xl/4h855LEWCcMhQg42xyaQMhSWHYegb4uT9+dZhTLItpWnxkuCulmOlptJhxWnBYkMrS8V/fnIa&#10;WMn196Gojdzcjh/7rc33k1Ou9aDffX2CiNTFV/jZ3hkN05kaw+NNe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1cnv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JsmMcA&#10;AADdAAAADwAAAGRycy9kb3ducmV2LnhtbESPT2vCQBTE74V+h+UVvNVNtUpMXcU/FdSbUSjeHtln&#10;Epp9G7Krpv30riB4HGbmN8x42ppKXKhxpWUFH90IBHFmdcm5gsN+9R6DcB5ZY2WZFPyRg+nk9WWM&#10;ibZX3tEl9bkIEHYJKii8rxMpXVaQQde1NXHwTrYx6INscqkbvAa4qWQviobSYMlhocCaFgVlv+nZ&#10;KEhPx6Oe8/fnJh64xXbb/x/9rJZKdd7a2RcIT61/hh/ttVYwjKM+3N+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CbJj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9McQA&#10;AADdAAAADwAAAGRycy9kb3ducmV2LnhtbESPzYoCMRCE7wu+Q2jB25r4g8isUUQUPHhYXR+gmbST&#10;0UlnnEQd334jCB6LqvqKmi1aV4k7NaH0rGHQVyCIc29KLjQc/zbfUxAhIhusPJOGJwVYzDtfM8yM&#10;f/Ce7odYiAThkKEGG2OdSRlySw5D39fEyTv5xmFMsimkafCR4K6SQ6Um0mHJacFiTStL+eVwcxqG&#10;x+V5dfod7c7XkeK1s+36trda97rt8gdEpDZ+wu/21miYTNUYXm/SE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DfTH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yG2ccA&#10;AADdAAAADwAAAGRycy9kb3ducmV2LnhtbESPQWsCMRSE70L/Q3gFb5pUVNbVKLVQ8CJU20O9PTev&#10;u4ubl20Sde2vbwpCj8PMfMMsVp1txIV8qB1reBoqEMSFMzWXGj7eXwcZiBCRDTaOScONAqyWD70F&#10;5sZdeUeXfSxFgnDIUUMVY5tLGYqKLIaha4mT9+W8xZikL6XxeE1w28iRUlNpsea0UGFLLxUVp/3Z&#10;aljPsvX325i3P7vjgQ6fx9Nk5JXW/cfueQ4iUhf/w/f2xmiYZmoCf2/S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8htnHAAAA3QAAAA8AAAAAAAAAAAAAAAAAmAIAAGRy&#10;cy9kb3ducmV2LnhtbFBLBQYAAAAABAAEAPUAAACM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yDLMUA&#10;AADdAAAADwAAAGRycy9kb3ducmV2LnhtbESPQYvCMBSE78L+h/AEL6JpRUqpRpFFYdeLqLvg8dE8&#10;22LzUpps7f57Iwgeh5n5hlmue1OLjlpXWVYQTyMQxLnVFRcKfs67SQrCeWSNtWVS8E8O1quPwRIz&#10;be98pO7kCxEg7DJUUHrfZFK6vCSDbmob4uBdbWvQB9kWUrd4D3BTy1kUJdJgxWGhxIY+S8pvpz+j&#10;YC/zbvw9p/hQdJfb9pD+muQYKzUa9psFCE+9f4df7S+tIEmjBJ5vwhO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IMsxQAAAN0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lf3sYA&#10;AADdAAAADwAAAGRycy9kb3ducmV2LnhtbESP3UoDMRSE74W+QzgF72zSQuu6Ni2lKCgI0p8HOCTH&#10;3cXNybI57a4+vREEL4eZ+YZZb8fQqiv1qYlsYT4zoIhd9A1XFs6n57sCVBJkj21ksvBFCbabyc0a&#10;Sx8HPtD1KJXKEE4lWqhFulLr5GoKmGaxI87eR+wDSpZ9pX2PQ4aHVi+MWemADeeFGjva1+Q+j5dg&#10;YXFx4sLD6/fb01mW76duMMtiZ+3tdNw9ghIa5T/8137xFlaFuYf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lf3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0C8MA&#10;AADdAAAADwAAAGRycy9kb3ducmV2LnhtbERPz2vCMBS+C/4P4Q1203QORDqjyFDZoFrUXbw9kmdT&#10;1ryUJmr33y8HwePH93u+7F0jbtSF2rOCt3EGglh7U3Ol4Oe0Gc1AhIhssPFMCv4owHIxHMwxN/7O&#10;B7odYyVSCIccFdgY21zKoC05DGPfEifu4juHMcGukqbDewp3jZxk2VQ6rDk1WGzp05L+PV6dAr19&#10;L9bfxdnq66TcVfW+LNzhotTrS7/6ABGpj0/xw/1lFExnWZqb3qQn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g0C8MAAADdAAAADwAAAAAAAAAAAAAAAACYAgAAZHJzL2Rv&#10;d25yZXYueG1sUEsFBgAAAAAEAAQA9QAAAIg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HwMQA&#10;AADdAAAADwAAAGRycy9kb3ducmV2LnhtbESPT4vCMBTE78J+h/AEb5rooWg1iggL7mVh/cPu8dE8&#10;22LzUprY1v30RhA8DjPzG2a16W0lWmp86VjDdKJAEGfOlJxrOB0/x3MQPiAbrByThjt52Kw/BitM&#10;jev4h9pDyEWEsE9RQxFCnUrps4Is+omriaN3cY3FEGWTS9NgF+G2kjOlEmmx5LhQYE27grLr4WY1&#10;1Pb/fPr7+m7V9Bdnpttxd01Y69Gw3y5BBOrDO/xq742GZK4W8HwTn4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UR8D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+yjsAA&#10;AADdAAAADwAAAGRycy9kb3ducmV2LnhtbERPy6rCMBDdC/5DGMGdpl5EtBpFBC+uBK1Q3Q3N2Bab&#10;SWmiVr/eLASXh/NerFpTiQc1rrSsYDSMQBBnVpecKzgl28EUhPPIGivLpOBFDlbLbmeBsbZPPtDj&#10;6HMRQtjFqKDwvo6ldFlBBt3Q1sSBu9rGoA+wyaVu8BnCTSX/omgiDZYcGgqsaVNQdjvejYLxebZO&#10;Urq8b+m/TeUu2dv99q5Uv9eu5yA8tf4n/rp3WsFkOgr7w5vwBOTy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+yjsAAAADd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TwsYA&#10;AADdAAAADwAAAGRycy9kb3ducmV2LnhtbESPQWvCQBSE74X+h+UVvNVNLISQuoq0CIogqIVen9nX&#10;JCb7Nu5uNf57Vyj0OMzMN8x0PphOXMj5xrKCdJyAIC6tbrhS8HVYvuYgfEDW2FkmBTfyMJ89P02x&#10;0PbKO7rsQyUihH2BCuoQ+kJKX9Zk0I9tTxy9H+sMhihdJbXDa4SbTk6SJJMGG44LNfb0UVPZ7n+N&#10;gvPbZ7t1x+/TcbPOb1lbnidynSk1ehkW7yACDeE//NdeaQVZnqbweBOf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RTwsYAAADd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yIcMcA&#10;AADdAAAADwAAAGRycy9kb3ducmV2LnhtbESPQWvCQBSE74L/YXmF3nRjqBKjq2ih0EtBbQ/19sy+&#10;JsHs23R3q9Ff7wpCj8PMfMPMl51pxImcry0rGA0TEMSF1TWXCr4+3wYZCB+QNTaWScGFPCwX/d4c&#10;c23PvKXTLpQiQtjnqKAKoc2l9EVFBv3QtsTR+7HOYIjSlVI7PEe4aWSaJBNpsOa4UGFLrxUVx92f&#10;UbCeZuvfzQt/XLeHPe2/D8dx6hKlnp+61QxEoC78hx/td61gko1Su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MiHDHAAAA3QAAAA8AAAAAAAAAAAAAAAAAmAIAAGRy&#10;cy9kb3ducmV2LnhtbFBLBQYAAAAABAAEAPUAAACMAwAAAAA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BXsYA&#10;AADdAAAADwAAAGRycy9kb3ducmV2LnhtbESPUWvCMBSF3wf7D+EKexmaWoa4apQhG2ysUKb+gGtz&#10;bYvJTUky7f79Igg+Hs453+Es14M14kw+dI4VTCcZCOLa6Y4bBfvdx3gOIkRkjcYxKfijAOvV48MS&#10;C+0u/EPnbWxEgnAoUEEbY19IGeqWLIaJ64mTd3TeYkzSN1J7vCS4NTLPspm02HFaaLGnTUv1aftr&#10;FbznB18d8NvU2a4x5VdVPr9WpVJPo+FtASLSEO/hW/tTK5jNX3K4vklPQK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BBXs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Ez78YA&#10;AADdAAAADwAAAGRycy9kb3ducmV2LnhtbESPQWvCQBSE74X+h+UVvNVNVYKmrqJCQBBsaz14fGZf&#10;s6HZtzG7avz3rlDocZiZb5jpvLO1uFDrK8cK3voJCOLC6YpLBfvv/HUMwgdkjbVjUnAjD/PZ89MU&#10;M+2u/EWXXShFhLDPUIEJocmk9IUhi77vGuLo/bjWYoiyLaVu8RrhtpaDJEmlxYrjgsGGVoaK393Z&#10;KrASD8cyzYvtYrj52Eyq5ecpN0r1XrrFO4hAXfgP/7XXWkE6Hg3h8SY+AT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Ez78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EA743B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3E2A36" w:rsidRPr="00EA743B" w:rsidRDefault="003E2A36" w:rsidP="003E2A3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УКРАЇНА</w:t>
      </w:r>
    </w:p>
    <w:p w:rsidR="003E2A36" w:rsidRPr="00EA743B" w:rsidRDefault="003E2A36" w:rsidP="003E2A3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EA743B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3E2A36" w:rsidRPr="00EA743B" w:rsidRDefault="003E2A36" w:rsidP="003E2A36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2A36" w:rsidRDefault="003E2A36" w:rsidP="003E2A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3E2A36" w:rsidRDefault="003E2A36" w:rsidP="003E2A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E2A36" w:rsidRPr="00EA743B" w:rsidRDefault="003E2A36" w:rsidP="003E2A3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EA743B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EA743B">
        <w:rPr>
          <w:rFonts w:ascii="Times New Roman" w:eastAsia="Times New Roman" w:hAnsi="Times New Roman"/>
          <w:b/>
          <w:lang w:val="ru-RU"/>
        </w:rPr>
        <w:t>ІШЕННЯ</w:t>
      </w:r>
    </w:p>
    <w:p w:rsidR="003E2A36" w:rsidRPr="00EA743B" w:rsidRDefault="003E2A36" w:rsidP="003E2A36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EA743B">
        <w:rPr>
          <w:rFonts w:ascii="Times New Roman" w:eastAsia="Times New Roman" w:hAnsi="Times New Roman"/>
          <w:lang w:val="ru-RU"/>
        </w:rPr>
        <w:t xml:space="preserve">___ </w:t>
      </w:r>
      <w:r w:rsidRPr="00EA743B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lang w:val="ru-RU"/>
        </w:rPr>
        <w:t xml:space="preserve"> ради   </w:t>
      </w:r>
      <w:r w:rsidRPr="00EA743B">
        <w:rPr>
          <w:rFonts w:ascii="Times New Roman" w:eastAsia="Times New Roman" w:hAnsi="Times New Roman"/>
          <w:lang w:val="en-US"/>
        </w:rPr>
        <w:t>VI</w:t>
      </w:r>
      <w:r w:rsidRPr="00EA743B">
        <w:rPr>
          <w:rFonts w:ascii="Times New Roman" w:eastAsia="Times New Roman" w:hAnsi="Times New Roman"/>
        </w:rPr>
        <w:t>І</w:t>
      </w:r>
      <w:r w:rsidRPr="00EA743B">
        <w:rPr>
          <w:rFonts w:ascii="Times New Roman" w:eastAsia="Times New Roman" w:hAnsi="Times New Roman"/>
          <w:lang w:val="en-US"/>
        </w:rPr>
        <w:t>I</w:t>
      </w:r>
      <w:r w:rsidRPr="00EA743B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3E2A36" w:rsidRPr="00EA743B" w:rsidRDefault="003E2A36" w:rsidP="003E2A36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3E2A36" w:rsidRPr="00EA743B" w:rsidRDefault="003E2A36" w:rsidP="003E2A36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  <w:lang w:val="ru-RU"/>
        </w:rPr>
        <w:t>Кратюк</w:t>
      </w:r>
      <w:proofErr w:type="spellEnd"/>
      <w:proofErr w:type="gramStart"/>
      <w:r w:rsidRPr="00EA743B">
        <w:rPr>
          <w:rFonts w:ascii="Times New Roman" w:eastAsia="Times New Roman" w:hAnsi="Times New Roman"/>
          <w:b/>
          <w:sz w:val="24"/>
          <w:lang w:val="ru-RU"/>
        </w:rPr>
        <w:t xml:space="preserve"> І.</w:t>
      </w:r>
      <w:proofErr w:type="gramEnd"/>
      <w:r w:rsidRPr="00EA743B">
        <w:rPr>
          <w:rFonts w:ascii="Times New Roman" w:eastAsia="Times New Roman" w:hAnsi="Times New Roman"/>
          <w:b/>
          <w:sz w:val="24"/>
          <w:lang w:val="ru-RU"/>
        </w:rPr>
        <w:t>П.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EA743B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EA743B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Ірині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Петрівні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,  </w:t>
      </w:r>
      <w:r w:rsidRPr="00EA743B">
        <w:rPr>
          <w:rFonts w:ascii="Times New Roman" w:eastAsia="Times New Roman" w:hAnsi="Times New Roman"/>
          <w:sz w:val="24"/>
        </w:rPr>
        <w:t xml:space="preserve">яка зареєстрована за адресою: </w:t>
      </w:r>
      <w:r w:rsidR="00353577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0,3000га, </w:t>
      </w:r>
      <w:r w:rsidRPr="00EA743B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EA743B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EA743B">
        <w:rPr>
          <w:rFonts w:ascii="Times New Roman" w:eastAsia="Times New Roman" w:hAnsi="Times New Roman"/>
          <w:sz w:val="24"/>
          <w:lang w:val="ru-RU"/>
        </w:rPr>
        <w:t>омарівка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вул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.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Л.Українки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EA743B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EA743B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</w:t>
      </w:r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3E2A36" w:rsidRPr="00EA743B" w:rsidRDefault="003E2A36" w:rsidP="003E2A3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2A36" w:rsidRPr="00EA743B" w:rsidRDefault="003E2A36" w:rsidP="003E2A3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E2A36" w:rsidRPr="00EA743B" w:rsidRDefault="003E2A36" w:rsidP="003E2A3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3E2A36" w:rsidRPr="00EA743B" w:rsidRDefault="003E2A36" w:rsidP="003E2A36">
      <w:pPr>
        <w:rPr>
          <w:rFonts w:ascii="Times New Roman" w:hAnsi="Times New Roman"/>
          <w:sz w:val="24"/>
          <w:lang w:val="ru-RU"/>
        </w:rPr>
      </w:pPr>
    </w:p>
    <w:p w:rsidR="003E2A36" w:rsidRPr="00EA743B" w:rsidRDefault="003E2A36" w:rsidP="003E2A36">
      <w:pPr>
        <w:rPr>
          <w:rFonts w:ascii="Times New Roman" w:hAnsi="Times New Roman"/>
          <w:sz w:val="24"/>
          <w:lang w:val="ru-RU"/>
        </w:rPr>
      </w:pPr>
    </w:p>
    <w:p w:rsidR="003E2A36" w:rsidRPr="00EA743B" w:rsidRDefault="003E2A36" w:rsidP="003E2A36">
      <w:pPr>
        <w:rPr>
          <w:rFonts w:ascii="Times New Roman" w:hAnsi="Times New Roman"/>
          <w:sz w:val="24"/>
          <w:lang w:val="ru-RU"/>
        </w:rPr>
      </w:pPr>
      <w:proofErr w:type="spellStart"/>
      <w:r w:rsidRPr="00EA743B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EA743B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</w:p>
    <w:p w:rsidR="00CD17CA" w:rsidRDefault="00CD17CA"/>
    <w:sectPr w:rsidR="00CD17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A36"/>
    <w:rsid w:val="00171A2E"/>
    <w:rsid w:val="00304C90"/>
    <w:rsid w:val="00353577"/>
    <w:rsid w:val="003E2A36"/>
    <w:rsid w:val="00505B6D"/>
    <w:rsid w:val="006D3977"/>
    <w:rsid w:val="007D6C18"/>
    <w:rsid w:val="00CD17C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3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3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225</Words>
  <Characters>1284</Characters>
  <Application>Microsoft Office Word</Application>
  <DocSecurity>0</DocSecurity>
  <Lines>10</Lines>
  <Paragraphs>3</Paragraphs>
  <ScaleCrop>false</ScaleCrop>
  <Company>Microsoft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2020-11-17T16:25:00Z</dcterms:created>
  <dcterms:modified xsi:type="dcterms:W3CDTF">2020-11-18T07:06:00Z</dcterms:modified>
</cp:coreProperties>
</file>