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2A9" w:rsidRDefault="007A32A9" w:rsidP="007A32A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32A9" w:rsidRDefault="007A32A9" w:rsidP="007A32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32A9" w:rsidRDefault="007A32A9" w:rsidP="007A32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32A9" w:rsidRDefault="007A32A9" w:rsidP="007A32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32A9" w:rsidRDefault="007A32A9" w:rsidP="007A32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32A9" w:rsidRDefault="007A32A9" w:rsidP="007A32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32A9" w:rsidRDefault="007A32A9" w:rsidP="007A32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32A9" w:rsidRDefault="007A32A9" w:rsidP="007A32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32A9" w:rsidRDefault="007A32A9" w:rsidP="007A32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32A9" w:rsidRDefault="007A32A9" w:rsidP="007A32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32A9" w:rsidRDefault="007A32A9" w:rsidP="007A32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32A9" w:rsidRDefault="007A32A9" w:rsidP="007A32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32A9" w:rsidRDefault="007A32A9" w:rsidP="007A32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32A9" w:rsidRDefault="007A32A9" w:rsidP="007A32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32A9" w:rsidRDefault="007A32A9" w:rsidP="007A32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32A9" w:rsidRDefault="007A32A9" w:rsidP="007A32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32A9" w:rsidRDefault="007A32A9" w:rsidP="007A32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32A9" w:rsidRDefault="007A32A9" w:rsidP="007A32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32A9" w:rsidRDefault="007A32A9" w:rsidP="007A32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32A9" w:rsidRDefault="007A32A9" w:rsidP="007A32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32A9" w:rsidRDefault="007A32A9" w:rsidP="007A32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32A9" w:rsidRDefault="007A32A9" w:rsidP="007A32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32A9" w:rsidRDefault="007A32A9" w:rsidP="007A32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32A9" w:rsidRDefault="007A32A9" w:rsidP="007A32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32A9" w:rsidRDefault="007A32A9" w:rsidP="007A32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32A9" w:rsidRDefault="007A32A9" w:rsidP="007A32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32A9" w:rsidRDefault="007A32A9" w:rsidP="007A32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32A9" w:rsidRDefault="007A32A9" w:rsidP="007A32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32A9" w:rsidRDefault="007A32A9" w:rsidP="007A32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32A9" w:rsidRDefault="007A32A9" w:rsidP="007A32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32A9" w:rsidRDefault="007A32A9" w:rsidP="007A32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A32A9" w:rsidRDefault="007A32A9" w:rsidP="007A32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A32A9" w:rsidRDefault="007A32A9" w:rsidP="007A32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A32A9" w:rsidRDefault="007A32A9" w:rsidP="007A32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A32A9" w:rsidRDefault="007A32A9" w:rsidP="007A32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A32A9" w:rsidRDefault="007A32A9" w:rsidP="007A32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A32A9" w:rsidRDefault="007A32A9" w:rsidP="007A32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A32A9" w:rsidRDefault="007A32A9" w:rsidP="007A32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A32A9" w:rsidRDefault="007A32A9" w:rsidP="007A32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A32A9" w:rsidRDefault="007A32A9" w:rsidP="007A32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A32A9" w:rsidRDefault="007A32A9" w:rsidP="007A32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A32A9" w:rsidRDefault="007A32A9" w:rsidP="007A32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A32A9" w:rsidRDefault="007A32A9" w:rsidP="007A32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A32A9" w:rsidRDefault="007A32A9" w:rsidP="007A32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A32A9" w:rsidRDefault="007A32A9" w:rsidP="007A32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A32A9" w:rsidRDefault="007A32A9" w:rsidP="007A32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A32A9" w:rsidRDefault="007A32A9" w:rsidP="007A32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A32A9" w:rsidRDefault="007A32A9" w:rsidP="007A32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A32A9" w:rsidRDefault="007A32A9" w:rsidP="007A32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A32A9" w:rsidRDefault="007A32A9" w:rsidP="007A32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A32A9" w:rsidRDefault="007A32A9" w:rsidP="007A32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A32A9" w:rsidRDefault="007A32A9" w:rsidP="007A32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A32A9" w:rsidRDefault="007A32A9" w:rsidP="007A32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A32A9" w:rsidRDefault="007A32A9" w:rsidP="007A32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A32A9" w:rsidRDefault="007A32A9" w:rsidP="007A32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A32A9" w:rsidRDefault="007A32A9" w:rsidP="007A32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A32A9" w:rsidRDefault="007A32A9" w:rsidP="007A32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A32A9" w:rsidRDefault="007A32A9" w:rsidP="007A32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A32A9" w:rsidRDefault="007A32A9" w:rsidP="007A32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A32A9" w:rsidRDefault="007A32A9" w:rsidP="007A32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A32A9" w:rsidRDefault="007A32A9" w:rsidP="007A32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A32A9" w:rsidRDefault="007A32A9" w:rsidP="007A32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32A9" w:rsidRDefault="007A32A9" w:rsidP="007A32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32A9" w:rsidRDefault="007A32A9" w:rsidP="007A32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32A9" w:rsidRDefault="007A32A9" w:rsidP="007A32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32A9" w:rsidRDefault="007A32A9" w:rsidP="007A32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A32A9" w:rsidRDefault="007A32A9" w:rsidP="007A32A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A32A9" w:rsidRDefault="007A32A9" w:rsidP="007A32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A32A9" w:rsidRDefault="007A32A9" w:rsidP="007A32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A32A9" w:rsidRDefault="007A32A9" w:rsidP="007A32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32A9" w:rsidRDefault="007A32A9" w:rsidP="007A32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A32A9" w:rsidRDefault="007A32A9" w:rsidP="007A32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32A9" w:rsidRDefault="007A32A9" w:rsidP="007A32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A32A9" w:rsidRDefault="007A32A9" w:rsidP="007A32A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A32A9" w:rsidRDefault="007A32A9" w:rsidP="007A32A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93</w:t>
      </w:r>
    </w:p>
    <w:p w:rsidR="007A32A9" w:rsidRDefault="007A32A9" w:rsidP="007A32A9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</w:p>
    <w:p w:rsidR="007A32A9" w:rsidRPr="00EB4539" w:rsidRDefault="007A32A9" w:rsidP="007A32A9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</w:p>
    <w:p w:rsidR="007A32A9" w:rsidRPr="00EB4539" w:rsidRDefault="007A32A9" w:rsidP="007A32A9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т</w:t>
      </w:r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ехн</w:t>
      </w:r>
      <w:proofErr w:type="gramEnd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</w:p>
    <w:p w:rsidR="007A32A9" w:rsidRPr="00EB4539" w:rsidRDefault="007A32A9" w:rsidP="007A32A9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встановлення</w:t>
      </w:r>
      <w:proofErr w:type="spellEnd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(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відновлення</w:t>
      </w:r>
      <w:proofErr w:type="spellEnd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) меж </w:t>
      </w:r>
    </w:p>
    <w:p w:rsidR="007A32A9" w:rsidRPr="00EB4539" w:rsidRDefault="007A32A9" w:rsidP="007A32A9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в 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натурі</w:t>
      </w:r>
      <w:proofErr w:type="spellEnd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(на </w:t>
      </w:r>
      <w:proofErr w:type="spellStart"/>
      <w:proofErr w:type="gram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м</w:t>
      </w:r>
      <w:proofErr w:type="gramEnd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ісцевості</w:t>
      </w:r>
      <w:proofErr w:type="spellEnd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)</w:t>
      </w:r>
    </w:p>
    <w:p w:rsidR="007A32A9" w:rsidRPr="00EB4539" w:rsidRDefault="007A32A9" w:rsidP="007A32A9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Іванюку В.О.</w:t>
      </w:r>
    </w:p>
    <w:p w:rsidR="007A32A9" w:rsidRPr="00EB4539" w:rsidRDefault="007A32A9" w:rsidP="007A32A9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</w:p>
    <w:p w:rsidR="007A32A9" w:rsidRPr="00EB4539" w:rsidRDefault="007A32A9" w:rsidP="007A32A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до пункту 34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</w:t>
      </w:r>
      <w:r w:rsidRPr="00EB4539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статей 12, 116, 118, 121 та 122</w:t>
      </w:r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Земельного кодексу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proofErr w:type="gram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св</w:t>
      </w:r>
      <w:proofErr w:type="gram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ідоцтва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про право на 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спадщину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за законом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19.07.2021 року №915,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Іванюка В.О.,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рада</w:t>
      </w:r>
    </w:p>
    <w:p w:rsidR="007A32A9" w:rsidRPr="00EB4539" w:rsidRDefault="007A32A9" w:rsidP="007A32A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ВИРІШИЛА:</w:t>
      </w:r>
    </w:p>
    <w:p w:rsidR="007A32A9" w:rsidRPr="00EB4539" w:rsidRDefault="007A32A9" w:rsidP="007A32A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1.</w:t>
      </w:r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Надати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Іванюку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Володимиру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Олександровичу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який зареєстрований за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574BB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___________</w:t>
      </w:r>
      <w:bookmarkStart w:id="0" w:name="_GoBack"/>
      <w:bookmarkEnd w:id="0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дозвіл на розробку </w:t>
      </w:r>
      <w:proofErr w:type="gramStart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техн</w:t>
      </w:r>
      <w:proofErr w:type="gramEnd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ічної документації із землеустрою щодо встановлення (відновлення) меж земельної ділянки в натурі (на місцевості), 5,22 в умовних кадастрових гектарах,  для ведення товарного сільськогосподарського виробництва, (сертифікат на право на земельну частку (пай) серія ХМ №0318970,  земельна ділянка  розташована на території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сільської ради, за межами села Крупець.</w:t>
      </w:r>
    </w:p>
    <w:p w:rsidR="007A32A9" w:rsidRPr="00EB4539" w:rsidRDefault="007A32A9" w:rsidP="007A32A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2.</w:t>
      </w: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Іванюку В.О.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7A32A9" w:rsidRPr="00EB4539" w:rsidRDefault="007A32A9" w:rsidP="007A32A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7A32A9" w:rsidRDefault="007A32A9" w:rsidP="007A32A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</w:pPr>
      <w:r w:rsidRPr="00EB453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 та благоустрою (Денисюк Т.В.)</w:t>
      </w:r>
    </w:p>
    <w:p w:rsidR="007A32A9" w:rsidRPr="007A32A9" w:rsidRDefault="007A32A9" w:rsidP="007A32A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</w:pPr>
    </w:p>
    <w:p w:rsidR="00CA10F2" w:rsidRPr="007A32A9" w:rsidRDefault="007A32A9">
      <w:pPr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  голова                                                                             Валерій  МИХАЛЮК</w:t>
      </w:r>
    </w:p>
    <w:sectPr w:rsidR="00CA10F2" w:rsidRPr="007A32A9" w:rsidSect="007A32A9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2A9"/>
    <w:rsid w:val="00574BB6"/>
    <w:rsid w:val="007A32A9"/>
    <w:rsid w:val="00CA1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2A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7A32A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A32A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7A32A9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2A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7A32A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A32A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7A32A9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284</Words>
  <Characters>1622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2021-07-26T12:54:00Z</dcterms:created>
  <dcterms:modified xsi:type="dcterms:W3CDTF">2021-07-27T07:36:00Z</dcterms:modified>
</cp:coreProperties>
</file>