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8DD" w:rsidRPr="00154EFF" w:rsidRDefault="00DD58DD" w:rsidP="00DD58DD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58DD" w:rsidRDefault="00DD58DD" w:rsidP="00DD58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58DD" w:rsidRDefault="00DD58DD" w:rsidP="00DD58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D58DD" w:rsidRDefault="00DD58DD" w:rsidP="00DD58D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58DD" w:rsidRDefault="00DD58DD" w:rsidP="00DD58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D58DD" w:rsidRDefault="00DD58DD" w:rsidP="00DD58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D58DD" w:rsidRDefault="00DD58DD" w:rsidP="00DD58D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№77</w:t>
      </w:r>
    </w:p>
    <w:p w:rsidR="00DD58DD" w:rsidRPr="003B50D1" w:rsidRDefault="00DD58DD" w:rsidP="00DD58D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D58DD" w:rsidRPr="003B50D1" w:rsidRDefault="00DD58DD" w:rsidP="00DD58D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D58DD" w:rsidRPr="003B50D1" w:rsidRDefault="00DD58DD" w:rsidP="00DD58D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D58DD" w:rsidRPr="003B50D1" w:rsidRDefault="00DD58DD" w:rsidP="00DD58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DD58DD" w:rsidRPr="003B50D1" w:rsidRDefault="00DD58DD" w:rsidP="00DD58D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Відрук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Н.П.</w:t>
      </w:r>
    </w:p>
    <w:p w:rsidR="00DD58DD" w:rsidRPr="003B50D1" w:rsidRDefault="00DD58DD" w:rsidP="00DD58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58DD" w:rsidRPr="003B50D1" w:rsidRDefault="00DD58DD" w:rsidP="00DD58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3B50D1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Н.П.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DD58DD" w:rsidRPr="003B50D1" w:rsidRDefault="00DD58DD" w:rsidP="00DD58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D58DD" w:rsidRDefault="00DD58DD" w:rsidP="00DD58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 Петрівні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</w:t>
      </w:r>
      <w:r>
        <w:rPr>
          <w:rFonts w:ascii="Times New Roman" w:eastAsia="Calibri" w:hAnsi="Times New Roman" w:cs="Times New Roman"/>
          <w:sz w:val="24"/>
          <w:szCs w:val="24"/>
        </w:rPr>
        <w:t>мельної ділянки, для  ведення особистого селянського господарства,  площею  2,0000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58DD" w:rsidRPr="003B50D1" w:rsidRDefault="00DD58DD" w:rsidP="00DD58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Петрівні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C6C52">
        <w:rPr>
          <w:rFonts w:ascii="Times New Roman" w:eastAsia="Calibri" w:hAnsi="Times New Roman" w:cs="Times New Roman"/>
          <w:sz w:val="24"/>
        </w:rPr>
        <w:t>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AC6C5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2,0000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6823984000:01:020:0020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ведення особистого селянського господарства,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58DD" w:rsidRPr="003B50D1" w:rsidRDefault="00DD58DD" w:rsidP="00DD58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Н.П.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D58DD" w:rsidRPr="003B50D1" w:rsidRDefault="00DD58DD" w:rsidP="00DD58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D58DD" w:rsidRPr="003B50D1" w:rsidRDefault="00DD58DD" w:rsidP="00DD58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58DD" w:rsidRPr="003B50D1" w:rsidRDefault="00DD58DD" w:rsidP="00DD58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5362" w:rsidRPr="00DD58DD" w:rsidRDefault="00DD58DD" w:rsidP="00DD58D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55362" w:rsidRPr="00DD58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DD"/>
    <w:rsid w:val="00355362"/>
    <w:rsid w:val="00AC6C52"/>
    <w:rsid w:val="00DD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D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D5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D58DD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D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D58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D58DD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258</Words>
  <Characters>1476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2022-02-08T06:54:00Z</dcterms:created>
  <dcterms:modified xsi:type="dcterms:W3CDTF">2022-02-08T11:33:00Z</dcterms:modified>
</cp:coreProperties>
</file>