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28B" w:rsidRDefault="00B4328B" w:rsidP="00B4328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B4328B" w:rsidRDefault="00B4328B" w:rsidP="00B4328B"/>
    <w:p w:rsidR="00B4328B" w:rsidRDefault="00B4328B" w:rsidP="00B4328B"/>
    <w:p w:rsidR="00B4328B" w:rsidRDefault="00B4328B" w:rsidP="00B4328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B4328B" w:rsidRDefault="00B4328B" w:rsidP="00B4328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B4328B" w:rsidRDefault="00B4328B" w:rsidP="00B4328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B4328B" w:rsidRDefault="00B4328B" w:rsidP="00B4328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B4328B" w:rsidRDefault="00B4328B" w:rsidP="00B4328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328B" w:rsidRDefault="00B4328B" w:rsidP="00B4328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B4328B" w:rsidRDefault="00B4328B" w:rsidP="00B4328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4328B" w:rsidRDefault="00B4328B" w:rsidP="00B4328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B4328B" w:rsidRPr="00683845" w:rsidRDefault="00B4328B" w:rsidP="00B4328B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№104</w:t>
      </w:r>
    </w:p>
    <w:p w:rsidR="00B4328B" w:rsidRPr="000103EB" w:rsidRDefault="00B4328B" w:rsidP="00B4328B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B4328B" w:rsidRPr="000103EB" w:rsidRDefault="00B4328B" w:rsidP="00B4328B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</w:t>
      </w:r>
      <w:proofErr w:type="spellStart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затвердження</w:t>
      </w:r>
      <w:proofErr w:type="spellEnd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проекту </w:t>
      </w:r>
      <w:proofErr w:type="spellStart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землеустрою</w:t>
      </w:r>
      <w:proofErr w:type="spellEnd"/>
    </w:p>
    <w:p w:rsidR="00B4328B" w:rsidRPr="000103EB" w:rsidRDefault="00B4328B" w:rsidP="00B4328B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</w:t>
      </w:r>
      <w:proofErr w:type="spellEnd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відведення</w:t>
      </w:r>
      <w:proofErr w:type="spellEnd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</w:t>
      </w:r>
      <w:proofErr w:type="spellEnd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ділянки</w:t>
      </w:r>
      <w:proofErr w:type="spellEnd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 та</w:t>
      </w:r>
    </w:p>
    <w:p w:rsidR="00B4328B" w:rsidRPr="000103EB" w:rsidRDefault="00B4328B" w:rsidP="00B4328B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передачі</w:t>
      </w:r>
      <w:proofErr w:type="spellEnd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 </w:t>
      </w:r>
      <w:proofErr w:type="spellStart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її</w:t>
      </w:r>
      <w:proofErr w:type="spellEnd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у </w:t>
      </w:r>
      <w:proofErr w:type="spellStart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власність</w:t>
      </w:r>
      <w:proofErr w:type="spellEnd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 </w:t>
      </w:r>
      <w:proofErr w:type="spellStart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Борисюк</w:t>
      </w:r>
      <w:proofErr w:type="spellEnd"/>
      <w:r w:rsidRPr="000103E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 Н.М.</w:t>
      </w:r>
    </w:p>
    <w:p w:rsidR="00B4328B" w:rsidRPr="000103EB" w:rsidRDefault="00B4328B" w:rsidP="00B4328B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4328B" w:rsidRPr="000103EB" w:rsidRDefault="00B4328B" w:rsidP="00B4328B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до пункту  34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1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26,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</w:t>
      </w:r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42 Закону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місцеве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самоврядування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Україні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статей 12, 116, 118, 121, 186, та 186-1 Земельного кодексу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Закону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землеустрій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Закону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державну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реєстрацію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речових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 на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нерухоме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майно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їх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обтяжень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розглянувши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заяву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</w:t>
      </w:r>
      <w:proofErr w:type="spellStart"/>
      <w:proofErr w:type="gram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Борисюк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Н.М.,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сільська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рада    </w:t>
      </w:r>
    </w:p>
    <w:p w:rsidR="00B4328B" w:rsidRPr="000103EB" w:rsidRDefault="00B4328B" w:rsidP="00B4328B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ВИРІШИЛА:</w:t>
      </w:r>
    </w:p>
    <w:p w:rsidR="00B4328B" w:rsidRPr="000103EB" w:rsidRDefault="00B4328B" w:rsidP="00B4328B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1.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Затвердити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Борисюк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Наталії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Миколаївні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проект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землеустрою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щодо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відведення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земельної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0103EB">
        <w:rPr>
          <w:rFonts w:ascii="Times New Roman" w:eastAsia="Arial Unicode MS" w:hAnsi="Times New Roman" w:cs="Times New Roman"/>
          <w:sz w:val="24"/>
          <w:szCs w:val="24"/>
        </w:rPr>
        <w:t xml:space="preserve">для </w:t>
      </w:r>
      <w:proofErr w:type="spellStart"/>
      <w:r w:rsidRPr="000103EB">
        <w:rPr>
          <w:rFonts w:ascii="Times New Roman" w:eastAsia="Arial Unicode MS" w:hAnsi="Times New Roman" w:cs="Times New Roman"/>
          <w:sz w:val="24"/>
          <w:szCs w:val="24"/>
        </w:rPr>
        <w:t>ведення</w:t>
      </w:r>
      <w:proofErr w:type="spellEnd"/>
      <w:r w:rsidRPr="000103EB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sz w:val="24"/>
          <w:szCs w:val="24"/>
        </w:rPr>
        <w:t>особистого</w:t>
      </w:r>
      <w:proofErr w:type="spellEnd"/>
      <w:r w:rsidRPr="000103EB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sz w:val="24"/>
          <w:szCs w:val="24"/>
        </w:rPr>
        <w:t>селянського</w:t>
      </w:r>
      <w:proofErr w:type="spellEnd"/>
      <w:r w:rsidRPr="000103EB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sz w:val="24"/>
          <w:szCs w:val="24"/>
        </w:rPr>
        <w:t>господарства</w:t>
      </w:r>
      <w:proofErr w:type="spellEnd"/>
      <w:r w:rsidRPr="000103EB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1,7567 га, яка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розташована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Хмельницька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область,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</w:t>
      </w:r>
      <w:proofErr w:type="spellStart"/>
      <w:r w:rsidRPr="000103EB">
        <w:rPr>
          <w:rFonts w:ascii="Times New Roman" w:eastAsia="Arial Unicode MS" w:hAnsi="Times New Roman" w:cs="Times New Roman"/>
          <w:sz w:val="24"/>
          <w:szCs w:val="24"/>
        </w:rPr>
        <w:t>с</w:t>
      </w:r>
      <w:proofErr w:type="gramStart"/>
      <w:r w:rsidRPr="000103EB">
        <w:rPr>
          <w:rFonts w:ascii="Times New Roman" w:eastAsia="Arial Unicode MS" w:hAnsi="Times New Roman" w:cs="Times New Roman"/>
          <w:sz w:val="24"/>
          <w:szCs w:val="24"/>
        </w:rPr>
        <w:t>.Л</w:t>
      </w:r>
      <w:proofErr w:type="gramEnd"/>
      <w:r w:rsidRPr="000103EB">
        <w:rPr>
          <w:rFonts w:ascii="Times New Roman" w:eastAsia="Arial Unicode MS" w:hAnsi="Times New Roman" w:cs="Times New Roman"/>
          <w:sz w:val="24"/>
          <w:szCs w:val="24"/>
        </w:rPr>
        <w:t>исиче</w:t>
      </w:r>
      <w:proofErr w:type="spellEnd"/>
      <w:r w:rsidRPr="000103EB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B4328B" w:rsidRPr="000103EB" w:rsidRDefault="00B4328B" w:rsidP="00B4328B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2.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Передати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Борисюк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Наталії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Миколаївні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зареєстрована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за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адресою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: </w:t>
      </w:r>
      <w:r w:rsidR="00F72BE0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____________</w:t>
      </w:r>
      <w:r w:rsidRPr="000103EB">
        <w:rPr>
          <w:rFonts w:ascii="Times New Roman" w:eastAsia="Arial Unicode MS" w:hAnsi="Times New Roman" w:cs="Times New Roman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F72BE0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_____________</w:t>
      </w:r>
      <w:bookmarkStart w:id="0" w:name="_GoBack"/>
      <w:bookmarkEnd w:id="0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у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власність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земельну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ділянку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1,7567 га,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номер: 6823984700:01:004:0016, для 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ведення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особистого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селянського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господарства</w:t>
      </w:r>
      <w:proofErr w:type="spellEnd"/>
      <w:r w:rsidRPr="000103EB">
        <w:rPr>
          <w:rFonts w:ascii="Times New Roman" w:eastAsia="Arial Unicode MS" w:hAnsi="Times New Roman" w:cs="Times New Roman"/>
          <w:sz w:val="24"/>
          <w:szCs w:val="24"/>
        </w:rPr>
        <w:t>,</w:t>
      </w:r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яка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розташована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Хмельницька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область,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</w:t>
      </w:r>
      <w:proofErr w:type="gram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.Л</w:t>
      </w:r>
      <w:proofErr w:type="gram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исиче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B4328B" w:rsidRPr="000103EB" w:rsidRDefault="00B4328B" w:rsidP="00B4328B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3.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Борисюк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Н.М.,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якій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передана</w:t>
      </w:r>
      <w:proofErr w:type="gram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земельна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ділянка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власність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право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власності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в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установленому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законом порядку.</w:t>
      </w:r>
    </w:p>
    <w:p w:rsidR="00B4328B" w:rsidRPr="000103EB" w:rsidRDefault="00B4328B" w:rsidP="00B4328B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4. Контроль за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</w:t>
      </w:r>
    </w:p>
    <w:p w:rsidR="00B4328B" w:rsidRDefault="00B4328B" w:rsidP="00B4328B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E14E3" w:rsidRPr="00B4328B" w:rsidRDefault="00B4328B" w:rsidP="00B4328B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0103EB">
        <w:rPr>
          <w:rFonts w:ascii="Times New Roman" w:eastAsia="Arial Unicode MS" w:hAnsi="Times New Roman" w:cs="Times New Roman"/>
          <w:sz w:val="24"/>
          <w:szCs w:val="24"/>
        </w:rPr>
        <w:t>Секретар</w:t>
      </w:r>
      <w:proofErr w:type="spellEnd"/>
      <w:r w:rsidRPr="000103EB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sz w:val="24"/>
          <w:szCs w:val="24"/>
        </w:rPr>
        <w:t>сільської</w:t>
      </w:r>
      <w:proofErr w:type="spellEnd"/>
      <w:r w:rsidRPr="000103EB">
        <w:rPr>
          <w:rFonts w:ascii="Times New Roman" w:eastAsia="Arial Unicode MS" w:hAnsi="Times New Roman" w:cs="Times New Roman"/>
          <w:sz w:val="24"/>
          <w:szCs w:val="24"/>
        </w:rPr>
        <w:t xml:space="preserve"> ради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                        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В.М.Мазур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</w:p>
    <w:sectPr w:rsidR="008E14E3" w:rsidRPr="00B4328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28B"/>
    <w:rsid w:val="00171A2E"/>
    <w:rsid w:val="00304C90"/>
    <w:rsid w:val="00505B6D"/>
    <w:rsid w:val="006D3977"/>
    <w:rsid w:val="007D6C18"/>
    <w:rsid w:val="008E14E3"/>
    <w:rsid w:val="00B4328B"/>
    <w:rsid w:val="00D1641A"/>
    <w:rsid w:val="00F72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280</Words>
  <Characters>1601</Characters>
  <Application>Microsoft Office Word</Application>
  <DocSecurity>0</DocSecurity>
  <Lines>13</Lines>
  <Paragraphs>3</Paragraphs>
  <ScaleCrop>false</ScaleCrop>
  <Company>Microsoft</Company>
  <LinksUpToDate>false</LinksUpToDate>
  <CharactersWithSpaces>1878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2020-07-29T14:30:00Z</dcterms:created>
  <dcterms:modified xsi:type="dcterms:W3CDTF">2020-07-29T18:12:00Z</dcterms:modified>
</cp:coreProperties>
</file>