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535" w:rsidRDefault="00533535" w:rsidP="005335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33535" w:rsidRDefault="00533535" w:rsidP="00533535"/>
    <w:p w:rsidR="00533535" w:rsidRDefault="00533535" w:rsidP="00533535"/>
    <w:p w:rsidR="00533535" w:rsidRDefault="00533535" w:rsidP="00533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33535" w:rsidRDefault="00533535" w:rsidP="00533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33535" w:rsidRDefault="00533535" w:rsidP="00533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33535" w:rsidRDefault="00533535" w:rsidP="00533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33535" w:rsidRDefault="00533535" w:rsidP="0053353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33535" w:rsidRDefault="00533535" w:rsidP="005335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33535" w:rsidRDefault="00533535" w:rsidP="0053353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33535" w:rsidRDefault="00533535" w:rsidP="005335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33535" w:rsidRPr="00C804C9" w:rsidRDefault="00533535" w:rsidP="00533535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№32</w:t>
      </w:r>
    </w:p>
    <w:p w:rsidR="00533535" w:rsidRPr="00C804C9" w:rsidRDefault="00533535" w:rsidP="00533535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33535" w:rsidRPr="00C804C9" w:rsidRDefault="00533535" w:rsidP="005335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533535" w:rsidRPr="00C804C9" w:rsidRDefault="00533535" w:rsidP="0053353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533535" w:rsidRPr="00C804C9" w:rsidRDefault="00533535" w:rsidP="0053353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533535" w:rsidRPr="00C804C9" w:rsidRDefault="00533535" w:rsidP="0053353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33535" w:rsidRPr="00C804C9" w:rsidRDefault="00533535" w:rsidP="005335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End"/>
      <w:r w:rsidRPr="00C804C9"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533535" w:rsidRPr="00C804C9" w:rsidRDefault="00533535" w:rsidP="005335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33535" w:rsidRPr="00C804C9" w:rsidRDefault="00533535" w:rsidP="005335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0,3122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533535" w:rsidRPr="00C804C9" w:rsidRDefault="00533535" w:rsidP="00533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Максимівні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D07B36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07B36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0,3122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6823982100:01:004:0040, для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.Г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533535" w:rsidRPr="00C804C9" w:rsidRDefault="00533535" w:rsidP="00533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533535" w:rsidRPr="00C804C9" w:rsidRDefault="00533535" w:rsidP="0053353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533535" w:rsidRPr="00C804C9" w:rsidRDefault="00533535" w:rsidP="0053353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2061" w:rsidRPr="00533535" w:rsidRDefault="00533535" w:rsidP="0053353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A2061" w:rsidRPr="0053353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535"/>
    <w:rsid w:val="00171A2E"/>
    <w:rsid w:val="00304C90"/>
    <w:rsid w:val="00505B6D"/>
    <w:rsid w:val="00533535"/>
    <w:rsid w:val="006D3977"/>
    <w:rsid w:val="007A2061"/>
    <w:rsid w:val="007D6C18"/>
    <w:rsid w:val="00D07B3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280</Words>
  <Characters>1599</Characters>
  <Application>Microsoft Office Word</Application>
  <DocSecurity>0</DocSecurity>
  <Lines>13</Lines>
  <Paragraphs>3</Paragraphs>
  <ScaleCrop>false</ScaleCrop>
  <Company>Microsoft</Company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2020-07-29T13:53:00Z</dcterms:created>
  <dcterms:modified xsi:type="dcterms:W3CDTF">2020-07-29T17:18:00Z</dcterms:modified>
</cp:coreProperties>
</file>