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BBB" w:rsidRDefault="00201BBB" w:rsidP="00201BB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977898" wp14:editId="7EFA40E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59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1BBB" w:rsidRDefault="00201BBB" w:rsidP="00201B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uF9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J3u4X2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DGTMQA&#10;AADdAAAADwAAAGRycy9kb3ducmV2LnhtbESPT4vCMBTE74LfITxhb9tUxVWrUUTWxYMg/un90Tzb&#10;YvNSmqj1228EweMwM79h5svWVOJOjSstK+hHMQjizOqScwXn0+Z7AsJ5ZI2VZVLwJAfLRbczx0Tb&#10;Bx/ofvS5CBB2CSoovK8TKV1WkEEX2Zo4eBfbGPRBNrnUDT4C3FRyEMc/0mDJYaHAmtYFZdfjzSiw&#10;w7/tLs0Hh+Evjz2v9pNL2u6U+uq1qxkIT63/hN/trVYwGk378Ho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wxk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cNcgA&#10;AADdAAAADwAAAGRycy9kb3ducmV2LnhtbESPS2vDMBCE74H+B7GFXkIiJ5CXGyWEgPs6FPKAXBdr&#10;a7m1VkZSEze/vioUchxm5htmue5sI87kQ+1YwWiYgSAuna65UnA8FIM5iBCRNTaOScEPBViv7npL&#10;zLW78I7O+1iJBOGQowITY5tLGUpDFsPQtcTJ+3DeYkzSV1J7vCS4beQ4y6bSYs1pwWBLW0Pl1/7b&#10;Kvgs3s1pO7s++f5iR9d+8fbcvE6VerjvNo8gInXxFv5vv2gFk8liDH9v0hO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9Jw1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Bb0cMA&#10;AADd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no3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Bb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WBcYA&#10;AADdAAAADwAAAGRycy9kb3ducmV2LnhtbESPQUsDMRSE70L/Q3iCN5u1dFtdm5ZSFUTooVUQb4/N&#10;6+7i5iUkz+76740geBxm5htmtRldr84UU+fZwM20AEVce9txY+Dt9en6FlQSZIu9ZzLwTQk268nF&#10;CivrBz7Q+SiNyhBOFRpoRUKldapbcpimPhBn7+SjQ8kyNtpGHDLc9XpWFAvtsOO80GKgXUv15/HL&#10;GdgPj+FluShP4SPOZzo9WHnfiTFXl+P2HpTQKP/hv/azNVCWd3P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IWB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VmPsMA&#10;AADdAAAADwAAAGRycy9kb3ducmV2LnhtbESP3YrCMBCF74V9hzALeyOa7kpFq1FkURFvxJ8HGJqx&#10;KTaT0kTbffuNIHh5OD8fZ77sbCUe1PjSsYLvYQKCOHe65ELB5bwZTED4gKyxckwK/sjDcvHRm2Om&#10;XctHepxCIeII+wwVmBDqTEqfG7Loh64mjt7VNRZDlE0hdYNtHLeV/EmSsbRYciQYrOnXUH473W2E&#10;HEZ42F/b82bbYYvrveH+6qjU12e3moEI1IV3+NXeaQVpOk3h+SY+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8VmP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wt6cYA&#10;AADdAAAADwAAAGRycy9kb3ducmV2LnhtbESPQUvDQBSE70L/w/IK3uzGYqKm3RapCiJ4sArS2yP7&#10;mgSzb5fdZxP/vSsIHoeZ+YZZbyc3qBPF1Hs2cLkoQBE33vbcGnh/e7y4AZUE2eLgmQx8U4LtZna2&#10;xtr6kV/ptJdWZQinGg10IqHWOjUdOUwLH4izd/TRoWQZW20jjhnuBr0siko77DkvdBho11Hzuf9y&#10;Bl7Gh/B8XZXHcIhXS53urXzsxJjz+XS3AiU0yX/4r/1kDZTlbQW/b/IT0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qwt6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AoDMcA&#10;AADdAAAADwAAAGRycy9kb3ducmV2LnhtbESPUUvDMBSF3wX/Q7iCL8OlOjpdXTbcIExQGE5hr5fm&#10;ri02NyXJ1u7fL8LAx8M55zuc+XKwrTiRD41jBY/jDARx6UzDlYKfb/3wAiJEZIOtY1JwpgDLxe3N&#10;HAvjev6i0y5WIkE4FKigjrErpAxlTRbD2HXEyTs4bzEm6StpPPYJblv5lGVTabHhtFBjR+uayt/d&#10;0SpYbftq4kflanAfh80+19roT63U/d3w9goi0hD/w9f2u1GQ57Nn+HuTnoBcX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dgKAz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fmO8EA&#10;AADdAAAADwAAAGRycy9kb3ducmV2LnhtbERP3WrCMBS+H/gO4Qi7m6lih1ajiFIYwxt/HuDQHJtq&#10;c1KSWLu3Xy4Gu/z4/tfbwbaiJx8axwqmkwwEceV0w7WC66X8WIAIEVlj65gU/FCA7Wb0tsZCuxef&#10;qD/HWqQQDgUqMDF2hZShMmQxTFxHnLib8xZjgr6W2uMrhdtWzrLsU1psODUY7GhvqHqcn1ZB+T07&#10;9o+n9qXbDXNLubkvDkap9/GwW4GINMR/8Z/7SyvI82Wam96kJyA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H5jv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MZ5cYA&#10;AADdAAAADwAAAGRycy9kb3ducmV2LnhtbESPUWvCMBSF3wf+h3AHe5GZblKZnVF0EBQ2GLrBXi/N&#10;tS1rbkoSbf33ZiDs8XDO+Q5nsRpsK87kQ+NYwdMkA0FcOtNwpeD7Sz++gAgR2WDrmBRcKMBqObpb&#10;YGFcz3s6H2IlEoRDgQrqGLtCylDWZDFMXEecvKPzFmOSvpLGY5/gtpXPWTaTFhtOCzV29FZT+Xs4&#10;WQWbz76a+nG5Gdz7cfuTa230h1bq4X5Yv4KINMT/8K29MwryfD6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MZ5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4exsEA&#10;AADdAAAADwAAAGRycy9kb3ducmV2LnhtbERP3WrCMBS+H/gO4QjezXRFi3RGEaUgYzfr9gCH5qzp&#10;bE5Kktb69svFYJcf3//+ONteTORD51jByzoDQdw43XGr4Ouzet6BCBFZY++YFDwowPGweNpjqd2d&#10;P2iqYytSCIcSFZgYh1LK0BiyGNZuIE7ct/MWY4K+ldrjPYXbXuZZVkiLHacGgwOdDTW3erQKqrf8&#10;fbqN2lfuNG8sbc3P7mKUWi3n0yuISHP8F/+5r1rBtsjS/vQmPQF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eHsb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he8MA&#10;AADdAAAADwAAAGRycy9kb3ducmV2LnhtbESPzWrDMBCE74W8g9hCb43kpg7FjRJKwSE+xu0DLNbW&#10;NrFWjqX65+2rQCHHYWa+YXaH2XZipMG3jjUkawWCuHKm5VrD91f+/AbCB2SDnWPSsJCHw371sMPM&#10;uInPNJahFhHCPkMNTQh9JqWvGrLo164njt6PGyyGKIdamgGnCLedfFFqKy22HBca7OmzoepS/loN&#10;r8t0vJbpReXGUlJs+oJDlWr99Dh/vIMINId7+L99MhrSrUrg9iY+Ab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ehe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cmEMQA&#10;AADdAAAADwAAAGRycy9kb3ducmV2LnhtbESPQYvCMBSE78L+h/CEvWlqwaLVKLKiLHvS2t3zo3m2&#10;xealNFHrv98IgsdhZr5hluveNOJGnastK5iMIxDEhdU1lwry0240A+E8ssbGMil4kIP16mOwxFTb&#10;Ox/plvlSBAi7FBVU3replK6oyKAb25Y4eGfbGfRBdqXUHd4D3DQyjqJEGqw5LFTY0ldFxSW7GgXX&#10;5C/O+fyjD9n2sZ9vdxsnf0ulPof9ZgHCU+/f4Vf7WyuYJlEM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XJh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j8jMgA&#10;AADdAAAADwAAAGRycy9kb3ducmV2LnhtbESPT2vCQBTE74LfYXlCb7pRa9DUVWqhUD0o9c/B2zP7&#10;msRm38bsqvHbdwuFHoeZ+Q0znTemFDeqXWFZQb8XgSBOrS44U7DfvXfHIJxH1lhaJgUPcjCftVtT&#10;TLS98yfdtj4TAcIuQQW591UipUtzMuh6tiIO3petDfog60zqGu8Bbko5iKJYGiw4LORY0VtO6ff2&#10;ahQcNuN4slksn8+r9QmHRl+OuoiVeuo0ry8gPDX+P/zX/tAKRnE0hN834Qn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uPy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mmC8QA&#10;AADdAAAADwAAAGRycy9kb3ducmV2LnhtbESPT4vCMBTE7wt+h/AEb2uqq0WqUdRldfHkP/D6aJ5t&#10;sXkpTdS6n94sCB6HmfkNM5k1phQ3ql1hWUGvG4EgTq0uOFNwPPx8jkA4j6yxtEwKHuRgNm19TDDR&#10;9s47uu19JgKEXYIKcu+rREqX5mTQdW1FHLyzrQ36IOtM6hrvAW5K2Y+iWBosOCzkWNEyp/SyvxoF&#10;f/EJt27dX3x/aU+PwWhlN9uVUp12Mx+D8NT4d/jV/tUKhnE0gP834Qn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ppg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1QKMUA&#10;AADdAAAADwAAAGRycy9kb3ducmV2LnhtbESPwWrDMBBE74X8g9hAbo3cYIfUjRJCSKG31k4+YLG2&#10;som1cizVdvr1VaHQ4zAzb5jtfrKtGKj3jWMFT8sEBHHldMNGweX8+rgB4QOyxtYxKbiTh/1u9rDF&#10;XLuRCxrKYESEsM9RQR1Cl0vpq5os+qXriKP36XqLIcreSN3jGOG2laskWUuLDceFGjs61lRdyy+r&#10;4OZWmZ7KE75fT88fjTHp7btIlVrMp8MLiEBT+A//td+0gmydZPD7Jj4Bu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vVAo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5EN8UA&#10;AADdAAAADwAAAGRycy9kb3ducmV2LnhtbESPwW7CMBBE75X4B2uReisOVKQhxEG0UiWuQA8cF3tJ&#10;AvE6xC6k/fq6UqUeRzPzRlOsBtuKG/W+caxgOklAEGtnGq4UfOzfnzIQPiAbbB2Tgi/ysCpHDwXm&#10;xt15S7ddqESEsM9RQR1Cl0vpdU0W/cR1xNE7ud5iiLKvpOnxHuG2lbMkSaXFhuNCjR291aQvu0+r&#10;YNMcaZ7q08Jmr3p7+L6G55ezUepxPKyXIAIN4T/8194YBfM0SeH3TXwCs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TkQ3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sSWMIA&#10;AADdAAAADwAAAGRycy9kb3ducmV2LnhtbERPW2vCMBR+F/YfwhH2ponC3KxGmYPBxlTwgr4emmNT&#10;1pyUJqv13y/CYI/fnW++7FwlWmpC6VnDaKhAEOfelFxoOB7eBy8gQkQ2WHkmDTcKsFw89OaYGX/l&#10;HbX7WIhUwiFDDTbGOpMy5JYchqGviZN28Y3DmGBTSNPgNZW7So6VmkiHJacFizW9Wcq/9z9OQ4vb&#10;mzrb1Wb6Wa7z8XZ1+jKJ14/97nUGIlIX/81/6Q+j4WminuH+Jj0Bu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xJ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84SsIA&#10;AADdAAAADwAAAGRycy9kb3ducmV2LnhtbERPTUvDQBC9C/0PyxS82U0DLRK7LSK0eKzRQ4/T7DSb&#10;mp0Ju2sT/fXuQfD4eN+b3eR7daMQO2EDy0UBirgR23Fr4ON9//AIKiZki70wGfimCLvt7G6DlZWR&#10;3+hWp1blEI4VGnApDZXWsXHkMS5kIM7cRYLHlGFotQ045nDf67Io1tpjx7nB4UAvjprP+ssbGA/N&#10;+VpeTtb9hEH29VGuZS/G3M+n5ydQiab0L/5zv1oDq3WR5+Y3+Qno7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rzhK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jbdscA&#10;AADdAAAADwAAAGRycy9kb3ducmV2LnhtbESP3WoCMRSE74W+QziF3mm2Qq1ujeJPhVIUWbX3p5vT&#10;3a3JybJJdX37RhC8HGbmG2Y8ba0RJ2p85VjBcy8BQZw7XXGh4LBfdYcgfEDWaByTggt5mE4eOmNM&#10;tTtzRqddKESEsE9RQRlCnUrp85Is+p6riaP34xqLIcqmkLrBc4RbI/tJMpAWK44LJda0KCk/7v6s&#10;gtV2aX77m2z2JcPi/fXbDD/ny7VST4/t7A1EoDbcw7f2h1bwMkhG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eI23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wpj8QA&#10;AADdAAAADwAAAGRycy9kb3ducmV2LnhtbERPTWvCQBC9F/oflin0ImZji0HSrCJCSQoVNApex+w0&#10;CWZnQ3Yb03/fPRR6fLzvbDOZTow0uNaygkUUgyCurG65VnA+vc9XIJxH1thZJgU/5GCzfnzIMNX2&#10;zkcaS1+LEMIuRQWN930qpasaMugi2xMH7ssOBn2AQy31gPcQbjr5EseJNNhyaGiwp11D1a38NgrG&#10;w+e1LkbXf9xWM7d8veb5Xl+Uen6atm8gPE3+X/znLrSCZbII+8Ob8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MK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Hw3ccA&#10;AADdAAAADwAAAGRycy9kb3ducmV2LnhtbESPT2sCMRTE74V+h/AK3mp2RUVXo2ih0EvBfwe9PTfP&#10;3cXNy5qkuu2nNwXB4zAzv2Gm89bU4krOV5YVpN0EBHFudcWFgt32830EwgdkjbVlUvBLHuaz15cp&#10;ZtreeE3XTShEhLDPUEEZQpNJ6fOSDPqubYijd7LOYIjSFVI7vEW4qWUvSYbSYMVxocSGPkrKz5sf&#10;o2A5Hi0vqz5//62PBzrsj+dBzyVKdd7axQREoDY8w4/2l1YwGKYp/L+JT0DO7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h8N3HAAAA3QAAAA8AAAAAAAAAAAAAAAAAmAIAAGRy&#10;cy9kb3ducmV2LnhtbFBLBQYAAAAABAAEAPUAAACMAwAAAAA=&#10;" fillcolor="black" stroked="f"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qtpMgA&#10;AADdAAAADwAAAGRycy9kb3ducmV2LnhtbESPS2vDMBCE74X8B7GF3Bo5hpjgRgnNoxBIcsjj0OPW&#10;2trC1spYauL011eBQo/DzHzDzBa9bcSVOm8cKxiPEhDEhdOGSwWX8/vLFIQPyBobx6TgTh4W88HT&#10;DHPtbnyk6ymUIkLY56igCqHNpfRFRRb9yLXE0ftyncUQZVdK3eEtwm0j0yTJpEXDcaHCllYVFfXp&#10;2yr42GVmejSUfu5/lhu9n9TLw7pWavjcv72CCNSH//Bfe6sVTLJxC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2q2k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2isYA&#10;AADdAAAADwAAAGRycy9kb3ducmV2LnhtbESPT2sCMRTE74LfITyht5rVUpGtUUQRe+mh/qHXx+Z1&#10;s93Ny5pEXf30TaHgcZiZ3zCzRWcbcSEfKscKRsMMBHHhdMWlgsN+8zwFESKyxsYxKbhRgMW835th&#10;rt2VP+myi6VIEA45KjAxtrmUoTBkMQxdS5y8b+ctxiR9KbXHa4LbRo6zbCItVpwWDLa0MlTUu7NV&#10;4Jdf6/rO52Od3T9uYfvTnaZolHoadMs3EJG6+Aj/t9+1gtfJ6AX+3qQn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M2i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4LTMYA&#10;AADdAAAADwAAAGRycy9kb3ducmV2LnhtbESPUWsCMRCE3wv+h7AFX0rNKa1tT6NIQSgogtYfsL2s&#10;d0eTzXHZ6umvN0LBx2FmvmGm8847daQ21oENDAcZKOIi2JpLA/vv5fM7qCjIFl1gMnCmCPNZ72GK&#10;uQ0n3tJxJ6VKEI45GqhEmlzrWFTkMQ5CQ5y8Q2g9SpJtqW2LpwT3To+ybKw91pwWKmzos6Lid/fn&#10;DbjRj/tYvcW1nPd6nV28bJ821pj+Y7eYgBLq5B7+b39ZA6/j4Qv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4L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hk8UA&#10;AADdAAAADwAAAGRycy9kb3ducmV2LnhtbESPQWsCMRSE74X+h/AK3mpWQZGtUWxF2EsProrX5+Z1&#10;s5i8LJuo2/76RhA8DjPzDTNf9s6KK3Wh8axgNMxAEFdeN1wr2O827zMQISJrtJ5JwS8FWC5eX+aY&#10;a3/jLV3LWIsE4ZCjAhNjm0sZKkMOw9C3xMn78Z3DmGRXS93hLcGdleMsm0qHDacFgy19GarO5cUp&#10;WJetHe8L8xmOh+/TyRZ/GzqulRq89asPEJH6+Aw/2oVWMJmOJnB/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DqGT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twVcQA&#10;AADdAAAADwAAAGRycy9kb3ducmV2LnhtbESPzWrDMBCE74G+g9hCb4nkQp3iRDGlNBDoKX+H3hZp&#10;YzuxVsZSY/ftq0Agx2FmvmGW5ehacaU+NJ41ZDMFgth423Cl4bBfT99BhIhssfVMGv4oQLl6miyx&#10;sH7gLV13sRIJwqFADXWMXSFlMDU5DDPfESfv5HuHMcm+krbHIcFdK1+VyqXDhtNCjR191mQuu1+n&#10;4byW394oNMfDcdjY+c9XTq3S+uV5/FiAiDTGR/je3lgNb3mWw+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LcF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534MUA&#10;AADdAAAADwAAAGRycy9kb3ducmV2LnhtbESPQWsCMRSE74L/IbyCN82qVGVrFBUEsXhQS+nxdfPc&#10;XXbzsiRRt/++EQSPw8x8w8yXranFjZwvLSsYDhIQxJnVJecKvs7b/gyED8gaa8uk4I88LBfdzhxT&#10;be98pNsp5CJC2KeooAihSaX0WUEG/cA2xNG7WGcwROlyqR3eI9zUcpQkE2mw5LhQYEObgrLqdDUK&#10;fq6ffDmM9yu3Dt+2Pftq9DurlOq9tasPEIHa8Ao/2zut4H0ynML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nfg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tZQMMA&#10;AADdAAAADwAAAGRycy9kb3ducmV2LnhtbERPTYvCMBC9C/6HMII3TRUVrUZRQfCysLp70NvYjG2x&#10;mdQkand//eaw4PHxvherxlTiSc6XlhUM+gkI4szqknMF31+73hSED8gaK8uk4Ic8rJbt1gJTbV98&#10;oOcx5CKGsE9RQRFCnUrps4IM+r6tiSN3tc5giNDlUjt8xXBTyWGSTKTBkmNDgTVtC8pux4dRsJlN&#10;N/fPEX/8Hi5nOp8ut/HQJUp1O816DiJQE97if/deKxhPBnFu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tZQMMAAADdAAAADwAAAAAAAAAAAAAAAACYAgAAZHJzL2Rv&#10;d25yZXYueG1sUEsFBgAAAAAEAAQA9QAAAIgDAAAAAA==&#10;" fillcolor="black" stroked="f"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sG2sUA&#10;AADdAAAADwAAAGRycy9kb3ducmV2LnhtbESPQUsDMRSE70L/Q3gFbzbbisWuTctSEMXTtiq9vm6e&#10;m6WblyWJ6frvjSD0OMzMN8x6O9peJPKhc6xgPitAEDdOd9wq+Hh/vnsEESKyxt4xKfihANvN5GaN&#10;pXYX3lM6xFZkCIcSFZgYh1LK0BiyGGZuIM7el/MWY5a+ldrjJcNtLxdFsZQWO84LBgfaGWrOh2+r&#10;IJ12dXWfjsns33zVele/fJ5qpW6nY/UEItIYr+H/9qtW8LCcr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wba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qFCMMA&#10;AADdAAAADwAAAGRycy9kb3ducmV2LnhtbERPz2vCMBS+D/wfwhO8aaqw4jqjiOjYdtF1g3l8NM+m&#10;2LyUJtbqX78chB0/vt+LVW9r0VHrK8cKppMEBHHhdMWlgp/v3XgOwgdkjbVjUnAjD6vl4GmBmXZX&#10;/qIuD6WIIewzVGBCaDIpfWHIop+4hjhyJ9daDBG2pdQtXmO4reUsSVJpseLYYLChjaHinF+sAj/d&#10;bH8/7f2lO74Z3ucfJj2URqnRsF+/ggjUh3/xw/2uFTyns7g/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vqFCM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1BBB" w:rsidRDefault="00201BBB" w:rsidP="00201B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1BBB" w:rsidRDefault="00201BBB" w:rsidP="00201B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1BBB" w:rsidRDefault="00201BBB" w:rsidP="00201B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01BBB" w:rsidRDefault="00201BBB" w:rsidP="00201B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1BBB" w:rsidRDefault="00201BBB" w:rsidP="00201B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№60</w:t>
      </w:r>
    </w:p>
    <w:p w:rsidR="00201BBB" w:rsidRPr="007B0D6E" w:rsidRDefault="00201BBB" w:rsidP="00201B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01BBB" w:rsidRPr="009B40A3" w:rsidRDefault="00201BBB" w:rsidP="00201BB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201BBB" w:rsidRPr="009B40A3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201BBB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201BBB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ДП «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Славутське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лісове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господарство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>»</w:t>
      </w:r>
    </w:p>
    <w:p w:rsidR="00201BBB" w:rsidRPr="009B40A3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1BBB" w:rsidRPr="009B40A3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місцевесамоврядув</w:t>
      </w:r>
      <w:r>
        <w:rPr>
          <w:rFonts w:ascii="Times New Roman" w:eastAsia="Calibri" w:hAnsi="Times New Roman" w:cs="Times New Roman"/>
          <w:sz w:val="24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статей 12,  117, </w:t>
      </w:r>
      <w:r w:rsidRPr="009B40A3">
        <w:rPr>
          <w:rFonts w:ascii="Times New Roman" w:eastAsia="Calibri" w:hAnsi="Times New Roman" w:cs="Times New Roman"/>
          <w:sz w:val="24"/>
        </w:rPr>
        <w:t xml:space="preserve">та 123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клопотання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ДП «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лісове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господарство</w:t>
      </w:r>
      <w:proofErr w:type="spellEnd"/>
      <w:r>
        <w:rPr>
          <w:rFonts w:ascii="Times New Roman" w:eastAsia="Calibri" w:hAnsi="Times New Roman" w:cs="Times New Roman"/>
          <w:sz w:val="24"/>
        </w:rPr>
        <w:t>»</w:t>
      </w:r>
      <w:r w:rsidRPr="009B40A3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201BBB" w:rsidRPr="00732F40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201BBB" w:rsidRPr="004E3175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</w:rPr>
        <w:t>Відмовити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ДП «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лісове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господарство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 у </w:t>
      </w:r>
      <w:proofErr w:type="spellStart"/>
      <w:r>
        <w:rPr>
          <w:rFonts w:ascii="Times New Roman" w:eastAsia="Calibri" w:hAnsi="Times New Roman" w:cs="Times New Roman"/>
          <w:sz w:val="24"/>
        </w:rPr>
        <w:t>наданні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9B40A3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постійне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користування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24,0000</w:t>
      </w:r>
      <w:r w:rsidRPr="009B40A3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лісорозведення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рада, за межами села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</w:rPr>
        <w:t>, в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зв’язку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 </w:t>
      </w:r>
      <w:proofErr w:type="spellStart"/>
      <w:r>
        <w:rPr>
          <w:rFonts w:ascii="Times New Roman" w:eastAsia="Calibri" w:hAnsi="Times New Roman" w:cs="Times New Roman"/>
          <w:sz w:val="24"/>
        </w:rPr>
        <w:t>тим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,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що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даної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відсутній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номер, </w:t>
      </w:r>
      <w:proofErr w:type="spellStart"/>
      <w:r>
        <w:rPr>
          <w:rFonts w:ascii="Times New Roman" w:eastAsia="Calibri" w:hAnsi="Times New Roman" w:cs="Times New Roman"/>
          <w:sz w:val="24"/>
        </w:rPr>
        <w:t>цільове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 </w:t>
      </w:r>
      <w:proofErr w:type="spellStart"/>
      <w:r>
        <w:rPr>
          <w:rFonts w:ascii="Times New Roman" w:eastAsia="Calibri" w:hAnsi="Times New Roman" w:cs="Times New Roman"/>
          <w:sz w:val="24"/>
        </w:rPr>
        <w:t>відсутня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категорія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земель), </w:t>
      </w:r>
      <w:proofErr w:type="spellStart"/>
      <w:r>
        <w:rPr>
          <w:rFonts w:ascii="Times New Roman" w:eastAsia="Calibri" w:hAnsi="Times New Roman" w:cs="Times New Roman"/>
          <w:sz w:val="24"/>
        </w:rPr>
        <w:t>також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відсутні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відомості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про </w:t>
      </w:r>
      <w:proofErr w:type="spellStart"/>
      <w:r>
        <w:rPr>
          <w:rFonts w:ascii="Times New Roman" w:eastAsia="Calibri" w:hAnsi="Times New Roman" w:cs="Times New Roman"/>
          <w:sz w:val="24"/>
        </w:rPr>
        <w:t>обмеження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речових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прав на </w:t>
      </w:r>
      <w:proofErr w:type="spellStart"/>
      <w:r>
        <w:rPr>
          <w:rFonts w:ascii="Times New Roman" w:eastAsia="Calibri" w:hAnsi="Times New Roman" w:cs="Times New Roman"/>
          <w:sz w:val="24"/>
        </w:rPr>
        <w:t>земельну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, </w:t>
      </w:r>
      <w:proofErr w:type="spellStart"/>
      <w:r>
        <w:rPr>
          <w:rFonts w:ascii="Times New Roman" w:eastAsia="Calibri" w:hAnsi="Times New Roman" w:cs="Times New Roman"/>
          <w:sz w:val="24"/>
        </w:rPr>
        <w:t>обмеження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</w:rPr>
        <w:t>її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використанні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.</w:t>
      </w:r>
    </w:p>
    <w:p w:rsidR="00201BBB" w:rsidRPr="009B40A3" w:rsidRDefault="00201BBB" w:rsidP="00201B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201BBB" w:rsidRPr="009B40A3" w:rsidRDefault="00201BBB" w:rsidP="00201B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01BBB" w:rsidRPr="00201BBB" w:rsidRDefault="00201BBB" w:rsidP="00201BBB">
      <w:pPr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201BBB" w:rsidRPr="009B40A3" w:rsidRDefault="00201BBB" w:rsidP="00201BB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B4996" w:rsidRPr="00201BBB" w:rsidRDefault="00201BBB" w:rsidP="00201B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  <w:bookmarkStart w:id="0" w:name="_GoBack"/>
      <w:bookmarkEnd w:id="0"/>
    </w:p>
    <w:sectPr w:rsidR="007B4996" w:rsidRPr="00201BB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1BBB"/>
    <w:rsid w:val="00201BBB"/>
    <w:rsid w:val="007B4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B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1B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1BB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1BB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BB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01B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1BB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01BB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2021-09-13T10:28:00Z</dcterms:created>
  <dcterms:modified xsi:type="dcterms:W3CDTF">2021-09-13T10:28:00Z</dcterms:modified>
</cp:coreProperties>
</file>