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A8" w:rsidRPr="003B50D1" w:rsidRDefault="008A0FA8" w:rsidP="008A0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8A0FA8" w:rsidRPr="003B50D1" w:rsidRDefault="008A0FA8" w:rsidP="008A0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A0FA8" w:rsidRPr="003B50D1" w:rsidRDefault="008A0FA8" w:rsidP="008A0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1E7CC6" wp14:editId="2CA5769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197" name="Группа 23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1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FA8" w:rsidRDefault="008A0FA8" w:rsidP="008A0FA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19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pPMMEA&#10;AADeAAAADwAAAGRycy9kb3ducmV2LnhtbERPy4rCMBTdC/5DuII7TW1h1NooIjq4EMTX/tLcPrC5&#10;KU3Uzt9PFgOzPJx3tulNI97Uudqygtk0AkGcW11zqeB+O0wWIJxH1thYJgU/5GCzHg4yTLX98IXe&#10;V1+KEMIuRQWV920qpcsrMuimtiUOXGE7gz7ArpS6w08IN42Mo+hLGqw5NFTY0q6i/Hl9GQU2+T6e&#10;HmV8SfY897w9L4pHf1JqPOq3KxCeev8v/nMftYI4mS3D3nAnXAG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aTzD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JYCMkA&#10;AADeAAAADwAAAGRycy9kb3ducmV2LnhtbESPQWsCMRSE74X+h/CEXqRmVbDdrVGKsNr2UNAWen1s&#10;XjdrNy9LEnXrrzdCocdhZr5h5svetuJIPjSOFYxHGQjiyumGawWfH+X9I4gQkTW2jknBLwVYLm5v&#10;5lhod+ItHXexFgnCoUAFJsaukDJUhiyGkeuIk/ftvMWYpK+l9nhKcNvKSZbNpMWG04LBjlaGqp/d&#10;wSrYl+/ma/VwXvthvqXzsHzbtK8zpe4G/fMTiEh9/A//tV+0gsl0nOdwvZOugF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tJYC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Shb8QA&#10;AADeAAAADwAAAGRycy9kb3ducmV2LnhtbESP3WrCQBSE7wt9h+UI3pS6qQGR1FVCaURyI/48wCF7&#10;zAazZ0N2NfHt3ULBy2FmvmFWm9G24k69bxwr+JolIIgrpxuuFZxPxecShA/IGlvHpOBBHjbr97cV&#10;ZtoNfKD7MdQiQthnqMCE0GVS+sqQRT9zHXH0Lq63GKLsa6l7HCLctnKeJAtpseG4YLCjH0PV9Xiz&#10;cWSf4r68DKdiO+KAv6Xhj/yg1HQy5t8gAo3hFf5v77SCeRqZ8HcnXg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UoW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RzscA&#10;AADeAAAADwAAAGRycy9kb3ducmV2LnhtbESPQUsDMRSE74L/ITzBW5vtqlW2TYtUBRE8WAvF22Pz&#10;urt08xKSZ3f990YoeBxm5htmuR5dr04UU+fZwGxagCKuve24MbD7fJk8gEqCbLH3TAZ+KMF6dXmx&#10;xMr6gT/otJVGZQinCg20IqHSOtUtOUxTH4izd/DRoWQZG20jDhnuel0WxVw77DgvtBho01J93H47&#10;A+/Dc3i7n98dwle8LXV6srLfiDHXV+PjApTQKP/hc/vVGihvymIGf3fyF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cEc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ag8QA&#10;AADeAAAADwAAAGRycy9kb3ducmV2LnhtbESP3YrCMBCF74V9hzDC3siaWmGRblORRUW8EX8eYGjG&#10;pthMShNt9+2NIOzl4fx8nHw52EY8qPO1YwWzaQKCuHS65krB5bz5WoDwAVlj45gU/JGHZfExyjHT&#10;rucjPU6hEnGEfYYKTAhtJqUvDVn0U9cSR+/qOoshyq6SusM+jttGpknyLS3WHAkGW/o1VN5Odxsh&#10;hzke9tf+vNkO2ON6b3iyOir1OR5WPyACDeE//G7vtIJ0niYpvO7EKy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Kmo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IqIscA&#10;AADe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VDOymIGf3fyF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CKiL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6vv8cA&#10;AADeAAAADwAAAGRycy9kb3ducmV2LnhtbESPUWvCMBSF3wf7D+EOfJGZrs4xOqNMIShsMHSDvV6a&#10;a1vW3JQk2vrvjSDs8XDO+Q5nvhxsK07kQ+NYwdMkA0FcOtNwpeDnWz++gggR2WDrmBScKcBycX83&#10;x8K4nnd02sdKJAiHAhXUMXaFlKGsyWKYuI44eQfnLcYkfSWNxz7BbSvzLHuRFhtOCzV2tK6p/Nsf&#10;rYLVV19N/bhcDe7jsPmdaW30p1Zq9DC8v4GINMT/8K29NQryaZ49w/VOugJyc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ur7/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A28UA&#10;AADe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8pc8W8H9Tro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EkD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UU8cA&#10;AADeAAAADwAAAGRycy9kb3ducmV2LnhtbESPUWvCMBSF3wf+h3AFX8ZMV5lIZxQdBAcOxnSw10tz&#10;bYvNTUmirf9+EQZ7PJxzvsNZrgfbiiv50DhW8DzNQBCXzjRcKfg+6qcFiBCRDbaOScGNAqxXo4cl&#10;Fsb1/EXXQ6xEgnAoUEEdY1dIGcqaLIap64iTd3LeYkzSV9J47BPctjLPsrm02HBaqLGjt5rK8+Fi&#10;FWw/+2rmH8vt4Pan3c+L1kZ/aKUm42HzCiLSEP/Df+13oyCf5dkc7nfSF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wlFP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7N8UA&#10;AADeAAAADwAAAGRycy9kb3ducmV2LnhtbESPUWvCMBSF3wf+h3AF32Zq3Zx0RhGlMMZe1P2AS3PX&#10;VJubksRa/70ZDPZ4OOd8h7PaDLYVPfnQOFYwm2YgiCunG64VfJ/K5yWIEJE1to5JwZ0CbNajpxUW&#10;2t34QP0x1iJBOBSowMTYFVKGypDFMHUdcfJ+nLcYk/S11B5vCW5bmWfZQlpsOC0Y7GhnqLocr1ZB&#10;+Zl/9Zer9qXbDi+WXs15uTdKTcbD9h1EpCH+h//aH1pBPs+zN/i9k66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Hs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1xrcAA&#10;AADeAAAADwAAAGRycy9kb3ducmV2LnhtbERPzYrCMBC+L/gOYQRva2LVZammsgiKHrf6AEMztqXN&#10;pNtEW9/eHIQ9fnz/291oW/Gg3teONSzmCgRx4UzNpYbr5fD5DcIHZIOtY9LwJA+7bPKxxdS4gX/p&#10;kYdSxBD2KWqoQuhSKX1RkUU/dx1x5G6utxgi7EtpehxiuG1lotSXtFhzbKiwo31FRZPfrYbVczj+&#10;5etGHYylxXnZnTkUa61n0/FnAyLQGP7Fb/fJaEiWiYp74514BWT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1xr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PCmcYA&#10;AADeAAAADwAAAGRycy9kb3ducmV2LnhtbESPzWrDMBCE74G+g9hCb4lcF0LsRg6hIaX0lDhuz4u1&#10;/qHWylhKbL99FSj0OMzMN8x2N5lO3GhwrWUFz6sIBHFpdcu1guJyXG5AOI+ssbNMCmZysMseFltM&#10;tR35TLfc1yJA2KWooPG+T6V0ZUMG3cr2xMGr7GDQBznUUg84BrjpZBxFa2mw5bDQYE9vDZU/+dUo&#10;uK6/44KrT33KD/N7cjjunfyqlXp6nPavIDxN/j/81/7QCuKXOErgfidc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5PCm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9NxMcA&#10;AADeAAAADwAAAGRycy9kb3ducmV2LnhtbESPzWrCQBSF94LvMFzBnU6MJdjUUdqC0LpQtLro7pq5&#10;JtHMnTQz1fj2zkJweTh/fNN5aypxocaVlhWMhhEI4szqknMFu5/FYALCeWSNlWVScCMH81m3M8VU&#10;2ytv6LL1uQgj7FJUUHhfp1K6rCCDbmhr4uAdbWPQB9nkUjd4DeOmknEUJdJgyeGhwJo+C8rO23+j&#10;YL+eJK/rj++X03J1wLHRf7+6TJTq99r3NxCeWv8MP9pfWkE8jkcBIOAEFJ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fTcT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p/y8UA&#10;AADeAAAADwAAAGRycy9kb3ducmV2LnhtbESPT4vCMBTE78J+h/AWvGnaKiLVKO6Kf9iT6wpeH82z&#10;LTYvpYla/fRGWPA4zMxvmOm8NZW4UuNKywrifgSCOLO65FzB4W/VG4NwHlljZZkU3MnBfPbRmWKq&#10;7Y1/6br3uQgQdikqKLyvUyldVpBB17c1cfBOtjHog2xyqRu8BbipZBJFI2mw5LBQYE3fBWXn/cUo&#10;eIyOuHOb5Gs50J7uw/Ha/uzWSnU/28UEhKfWv8P/7a1WkAySOIbXnXAF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n/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GIEsYA&#10;AADeAAAADwAAAGRycy9kb3ducmV2LnhtbESPUWvCMBSF3wf+h3AHe1tTMydbZxQRB75t1v2AS3OX&#10;Fpub2kTt/PWLIPh4OOd8hzNbDK4VJ+pD41nDOMtBEFfeNGw1/Ow+n99AhIhssPVMGv4owGI+ephh&#10;YfyZt3QqoxUJwqFADXWMXSFlqGpyGDLfESfv1/cOY5K9labHc4K7Vqo8n0qHDaeFGjta1VTty6PT&#10;cPDq1QzlGr/26/fvxtrJ4bKdaP30OCw/QEQa4j18a2+MBvWixgqud9IV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GIE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FLYsYA&#10;AADeAAAADwAAAGRycy9kb3ducmV2LnhtbESPS2/CMBCE75X4D9Yi9VYcEpVHwCBaqRJXHgeOi70k&#10;gXgdYhfS/nqMVKnH0cx8o5kvO1uLG7W+cqxgOEhAEGtnKi4U7HdfbxMQPiAbrB2Tgh/ysFz0XuaY&#10;G3fnDd22oRARwj5HBWUITS6l1yVZ9APXEEfv5FqLIcq2kKbFe4TbWqZJMpIWK44LJTb0WZK+bL+t&#10;gnV1pPeRPk3t5ENvDr/XkI3PRqnXfreagQjUhf/wX3ttFKRZOszgeSde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FLY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qwcMA&#10;AADeAAAADwAAAGRycy9kb3ducmV2LnhtbERPXWvCMBR9F/Yfwh3szaZ2Q7ZqlCkIDqcwN/T10lyb&#10;suamNLHWf28Gwh7PN2c6720tOmp95VjBKElBEBdOV1wq+PleDV9B+ICssXZMCq7kYT57GEwx1+7C&#10;X9TtQyliCfscFZgQmlxKXxiy6BPXEEft5FqLIcK2lLrFSyy3tczSdCwtVhwXDDa0NFT87s9WQYe7&#10;a3o0i+3bR/VZZLvFYaMjr54e+/cJiEB9+Dff02utIHvORi/wdydeAT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kqw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QwMUA&#10;AADeAAAADwAAAGRycy9kb3ducmV2LnhtbESPQUsDMRSE74L/IbyCN5ttRJG1aSlCxaOuHjw+N6+b&#10;rZv3liR2V3+9EQSPw8x8w6y3cxjUiWLqhS2slhUo4lZcz52F15f95S2olJEdDsJk4YsSbDfnZ2us&#10;nUz8TKcmd6pAONVowec81lqn1lPAtJSRuHgHiQFzkbHTLuJU4GHQpqpudMCey4LHke49tR/NZ7Aw&#10;PbTvR3N4c/47jrJvnuRoBrH2YjHv7kBlmvN/+K/96CyYK7O6ht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OFDA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LeoMcA&#10;AADeAAAADwAAAGRycy9kb3ducmV2LnhtbESP3WoCMRSE74W+QzgF7zTrCiqrUaxWKGIp/t0fN8fd&#10;bZOTZZPq+vZNodDLYWa+YWaL1hpxo8ZXjhUM+gkI4tzpigsFp+OmNwHhA7JG45gUPMjDYv7UmWGm&#10;3Z33dDuEQkQI+wwVlCHUmZQ+L8mi77uaOHpX11gMUTaF1A3eI9wamSbJSFqsOC6UWNOqpPzr8G0V&#10;bD7W5jN93y/PMqxexxcz2b6sd0p1n9vlFESgNvyH/9pvWkE6TAcj+L0Tr4Cc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S3qD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imr8gA&#10;AADeAAAADwAAAGRycy9kb3ducmV2LnhtbESPQWvCQBSE74L/YXlCL6VujNRK6kZEEC20UKPQ6zP7&#10;TEKyb0N2G9N/3y0UPA4z8w2zWg+mET11rrKsYDaNQBDnVldcKDifdk9LEM4ja2wsk4IfcrBOx6MV&#10;Jtre+Eh95gsRIOwSVFB63yZSurwkg25qW+LgXW1n0AfZFVJ3eAtw08g4ihbSYMVhocSWtiXldfZt&#10;FPSf75fi0Lv2rV4+uuf5Zb//0F9KPUyGzSsIT4O/h//bB60gnsezF/i7E66ATH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qKav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FA8" w:rsidRDefault="008A0FA8" w:rsidP="008A0FA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tMwMUA&#10;AADeAAAADwAAAGRycy9kb3ducmV2LnhtbERPz2vCMBS+C/sfwhvspqmdG1qNMoWBF2E6D3p7Nm9t&#10;sXmpSabVv94cBI8f3+/JrDW1OJPzlWUF/V4Cgji3uuJCwfb3uzsE4QOyxtoyKbiSh9n0pTPBTNsL&#10;r+m8CYWIIewzVFCG0GRS+rwkg75nG+LI/VlnMEToCqkdXmK4qWWaJJ/SYMWxocSGFiXlx82/UTAf&#10;DeennwGvbuvDnva7w/EjdYlSb6/t1xhEoDY8xQ/3UitI39N+3BvvxCs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0zAxQAAAN4AAAAPAAAAAAAAAAAAAAAAAJgCAABkcnMv&#10;ZG93bnJldi54bWxQSwUGAAAAAAQABAD1AAAAigMAAAAA&#10;" fillcolor="black" stroked="f">
                  <v:textbox>
                    <w:txbxContent>
                      <w:p w:rsidR="008A0FA8" w:rsidRDefault="008A0FA8" w:rsidP="008A0FA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TnW8kA&#10;AADeAAAADwAAAGRycy9kb3ducmV2LnhtbESPzWvCQBTE7wX/h+UVeqsbUyqauor2AwT14MfB42v2&#10;NVmSfRuyW43967uC4HGYmd8wk1lna3Gi1hvHCgb9BARx7rThQsFh//U8AuEDssbaMSm4kIfZtPcw&#10;wUy7M2/ptAuFiBD2GSooQ2gyKX1ekkXfdw1x9H5cazFE2RZSt3iOcFvLNEmG0qLhuFBiQ+8l5dXu&#10;1yo4roZmtDWUfq//Fp96/VotNh+VUk+P3fwNRKAu3MO39lIrSF/SwRiud+IVkN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TnW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DpScUA&#10;AADeAAAADwAAAGRycy9kb3ducmV2LnhtbESPzWoCMRSF94LvEK7gTjOdgsjUKFIp7caFVun2MrlO&#10;xpncjEnU0advFoUuD+ePb7HqbStu5EPtWMHLNANBXDpdc6Xg8P0xmYMIEVlj65gUPCjAajkcLLDQ&#10;7s47uu1jJdIIhwIVmBi7QspQGrIYpq4jTt7JeYsxSV9J7fGexm0r8yybSYs1pweDHb0bKpv91Srw&#10;659N8+Trscme20f4PPeXORqlxqN+/QYiUh//w3/tL60gf83zBJBwEgr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0OlJ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36mcYA&#10;AADeAAAADwAAAGRycy9kb3ducmV2LnhtbESPUUsDMRCE3wX/Q1jBF7G5RrB6Ni0iFIQWobU/YL2s&#10;d4fJ5rhs22t/vSkU+jjMzDfMdD4Er/bUpzayhfGoAEVcRddybWH7vXh8AZUE2aGPTBaOlGA+u72Z&#10;Yunigde030itMoRTiRYaka7UOlUNBUyj2BFn7zf2ASXLvtaux0OGB69NUTzrgC3nhQY7+mio+tvs&#10;ggVvfvzrcpJWctzqVXEKsn74ctbe3w3vb6CEBrmGL+1PZ8E8GTOG8518Bf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36m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ltMYA&#10;AADeAAAADwAAAGRycy9kb3ducmV2LnhtbESPQWsCMRSE74X+h/AKvdVsU5CyNYpWhL300K3F63Pz&#10;3CwmL8sm1W1/fSMIHoeZ+YaZLUbvxImG2AXW8DwpQBA3wXTcath+bZ5eQcSEbNAFJg2/FGExv7+b&#10;YWnCmT/pVKdWZAjHEjXYlPpSythY8hgnoSfO3iEMHlOWQyvNgOcM906qophKjx3nBYs9vVtqjvWP&#10;17Cue6e2lV3F3ffHfu+qvw3t1lo/PozLNxCJxnQLX9uV0aBelFJwuZOv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8lt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yGcQA&#10;AADeAAAADwAAAGRycy9kb3ducmV2LnhtbESPQWsCMRSE7wX/Q3iCt5q4gpXVKCIVBE+1evD2SJ67&#10;q5uXZZO66783hUKPw8x8wyzXvavFg9pQedYwGSsQxMbbigsNp+/d+xxEiMgWa8+k4UkB1qvB2xJz&#10;6zv+oscxFiJBOOSooYyxyaUMpiSHYewb4uRdfeswJtkW0rbYJbirZabUTDqsOC2U2NC2JHM//jgN&#10;t508eKPQnE/nbm8/Lp8zqpXWo2G/WYCI1Mf/8F97bzVk0yybwu+ddAXk6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Mhn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dZCscA&#10;AADeAAAADwAAAGRycy9kb3ducmV2LnhtbESPQWsCMRSE7wX/Q3gFbzXbKGVZjaKFgig9VEvp8bl5&#10;7i67eVmSqOu/bwqFHoeZ+YZZrAbbiSv50DjW8DzJQBCXzjRcafg8vj3lIEJENtg5Jg13CrBajh4W&#10;WBh34w+6HmIlEoRDgRrqGPtCylDWZDFMXE+cvLPzFmOSvpLG4y3BbSdVlr1Iiw2nhRp7eq2pbA8X&#10;q+H7sufz+3S39pv45YZjaNUpb7UePw7rOYhIQ/wP/7W3RoOaKjWD3zvpCs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nWQ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0FA8" w:rsidRDefault="008A0FA8" w:rsidP="008A0FA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Yp48gA&#10;AADeAAAADwAAAGRycy9kb3ducmV2LnhtbESPQWsCMRSE74X+h/AKvXWzTbXo1ihVKHgpqO1Bb8/N&#10;6+7i5mVNUt321zeC0OMwM98wk1lvW3EiHxrHGh6zHARx6UzDlYbPj7eHEYgQkQ22jknDDwWYTW9v&#10;JlgYd+Y1nTaxEgnCoUANdYxdIWUoa7IYMtcRJ+/LeYsxSV9J4/Gc4LaVKs+fpcWG00KNHS1qKg+b&#10;b6thPh7Nj6sBv/+u9zvabfeHofK51vd3/esLiEh9/A9f20ujQT0pNYTLnXQF5P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NinjyAAAAN4AAAAPAAAAAAAAAAAAAAAAAJgCAABk&#10;cnMvZG93bnJldi54bWxQSwUGAAAAAAQABAD1AAAAjQMAAAAA&#10;" fillcolor="black" stroked="f">
                  <v:textbox>
                    <w:txbxContent>
                      <w:p w:rsidR="008A0FA8" w:rsidRDefault="008A0FA8" w:rsidP="008A0FA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K8PsYA&#10;AADeAAAADwAAAGRycy9kb3ducmV2LnhtbESPwWrDMBBE74X8g9hAb40cB0JxowQTCC09OWlLrxtr&#10;a5laKyOpivv3UaDQ4zAzb5jNbrKDSORD71jBclGAIG6d7rlT8P52eHgEESKyxsExKfilALvt7G6D&#10;lXYXPlI6xU5kCIcKFZgYx0rK0BqyGBZuJM7el/MWY5a+k9rjJcPtIMuiWEuLPecFgyPtDbXfpx+r&#10;IJ33Tb1Kn8kcX33dedc8f5wbpe7nU/0EItIU/8N/7RetoFyV5Rpud/IVkN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K8P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0FA8" w:rsidRDefault="008A0FA8" w:rsidP="008A0FA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JdrMcA&#10;AADeAAAADwAAAGRycy9kb3ducmV2LnhtbESPQWvCQBSE70L/w/IK3urGCNamriLSFu1FG4X2+Mi+&#10;ZoPZtyG7jdFf3y0UPA4z8w0zX/a2Fh21vnKsYDxKQBAXTldcKjgeXh9mIHxA1lg7JgUX8rBc3A3m&#10;mGl35g/q8lCKCGGfoQITQpNJ6QtDFv3INcTR+3atxRBlW0rd4jnCbS3TJJlKixXHBYMNrQ0Vp/zH&#10;KvDj9cvnu70+dV9vhnf51kz3pVFqeN+vnkEE6sMt/N/eaAXpJE0f4e9Ov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yXaz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0FA8" w:rsidRDefault="008A0FA8" w:rsidP="008A0FA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0FA8" w:rsidRPr="003B50D1" w:rsidRDefault="008A0FA8" w:rsidP="008A0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A0FA8" w:rsidRPr="003B50D1" w:rsidRDefault="008A0FA8" w:rsidP="008A0F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A0FA8" w:rsidRPr="003B50D1" w:rsidRDefault="008A0FA8" w:rsidP="008A0FA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A0FA8" w:rsidRPr="003B50D1" w:rsidRDefault="008A0FA8" w:rsidP="008A0F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8A0FA8" w:rsidRPr="003B50D1" w:rsidRDefault="008A0FA8" w:rsidP="008A0FA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A0FA8" w:rsidRPr="003B50D1" w:rsidRDefault="008A0FA8" w:rsidP="008A0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0FA8" w:rsidRPr="003B50D1" w:rsidRDefault="008A0FA8" w:rsidP="008A0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A0FA8" w:rsidRPr="003B50D1" w:rsidRDefault="008A0FA8" w:rsidP="008A0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0FA8" w:rsidRPr="003B50D1" w:rsidRDefault="008A0FA8" w:rsidP="008A0F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A0FA8" w:rsidRPr="003B50D1" w:rsidRDefault="008A0FA8" w:rsidP="008A0FA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A0FA8" w:rsidRPr="003B50D1" w:rsidRDefault="008A0FA8" w:rsidP="008A0FA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A0FA8" w:rsidRPr="003B50D1" w:rsidRDefault="008A0FA8" w:rsidP="008A0F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8A0FA8" w:rsidRPr="003B50D1" w:rsidRDefault="008A0FA8" w:rsidP="008A0FA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A0FA8" w:rsidRPr="003B50D1" w:rsidRDefault="008A0FA8" w:rsidP="008A0FA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A0FA8" w:rsidRPr="003B50D1" w:rsidRDefault="008A0FA8" w:rsidP="008A0F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8A0FA8" w:rsidRPr="003B50D1" w:rsidRDefault="008A0FA8" w:rsidP="008A0F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8A0FA8" w:rsidRPr="003B50D1" w:rsidRDefault="008A0FA8" w:rsidP="008A0F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8A0FA8" w:rsidRPr="003B50D1" w:rsidRDefault="008A0FA8" w:rsidP="008A0F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8A0FA8" w:rsidRPr="0061236C" w:rsidRDefault="008A0FA8" w:rsidP="008A0F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П. М.</w:t>
      </w:r>
    </w:p>
    <w:p w:rsidR="008A0FA8" w:rsidRPr="003B50D1" w:rsidRDefault="008A0FA8" w:rsidP="008A0F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A0FA8" w:rsidRPr="003B50D1" w:rsidRDefault="008A0FA8" w:rsidP="008A0F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A0FA8" w:rsidRPr="003B50D1" w:rsidRDefault="008A0FA8" w:rsidP="008A0F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8A0FA8" w:rsidRPr="003B50D1" w:rsidRDefault="008A0FA8" w:rsidP="008A0F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8A0FA8" w:rsidRPr="003B50D1" w:rsidRDefault="008A0FA8" w:rsidP="008A0F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A0FA8" w:rsidRPr="003B50D1" w:rsidRDefault="008A0FA8" w:rsidP="008A0F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Петру Миколайовичу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7367D">
        <w:rPr>
          <w:rFonts w:ascii="Times New Roman" w:eastAsia="Calibri" w:hAnsi="Times New Roman" w:cs="Times New Roman"/>
          <w:sz w:val="24"/>
          <w:lang w:val="ru-RU"/>
        </w:rPr>
        <w:t>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D7367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особистого селянського господарства, площею 0,1085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6823984700:01:011:0047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</w:rPr>
        <w:t>с. Лисиче.</w:t>
      </w:r>
    </w:p>
    <w:p w:rsidR="008A0FA8" w:rsidRPr="003B50D1" w:rsidRDefault="008A0FA8" w:rsidP="008A0F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8A0FA8" w:rsidRPr="003B50D1" w:rsidRDefault="008A0FA8" w:rsidP="008A0F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A0FA8" w:rsidRPr="003B50D1" w:rsidRDefault="008A0FA8" w:rsidP="008A0F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A0FA8" w:rsidRPr="003B50D1" w:rsidRDefault="008A0FA8" w:rsidP="008A0FA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A0FA8" w:rsidRDefault="008A0FA8" w:rsidP="008A0FA8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8A0FA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A8"/>
    <w:rsid w:val="004E642C"/>
    <w:rsid w:val="008A0FA8"/>
    <w:rsid w:val="00D7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A8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A8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2022-02-11T13:56:00Z</dcterms:created>
  <dcterms:modified xsi:type="dcterms:W3CDTF">2022-02-14T08:03:00Z</dcterms:modified>
</cp:coreProperties>
</file>