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CA6" w:rsidRPr="00EB3DB1" w:rsidRDefault="00D87CA6" w:rsidP="00D87CA6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87CA6" w:rsidRDefault="001230CC" w:rsidP="00D87C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230CC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D87CA6" w:rsidRDefault="00D87CA6" w:rsidP="00D87CA6"/>
    <w:p w:rsidR="00D87CA6" w:rsidRDefault="00D87CA6" w:rsidP="00D87CA6"/>
    <w:p w:rsidR="00D87CA6" w:rsidRDefault="00D87CA6" w:rsidP="00D87CA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87CA6" w:rsidRDefault="00D87CA6" w:rsidP="00D87CA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87CA6" w:rsidRDefault="00D87CA6" w:rsidP="00D87CA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87CA6" w:rsidRDefault="00D87CA6" w:rsidP="00D87CA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87CA6" w:rsidRDefault="00D87CA6" w:rsidP="00D87CA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CA6" w:rsidRDefault="00D87CA6" w:rsidP="00D87C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87CA6" w:rsidRDefault="00D87CA6" w:rsidP="00D87C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CA6" w:rsidRPr="001C3332" w:rsidRDefault="00D87CA6" w:rsidP="00D87CA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87CA6" w:rsidRDefault="00D87CA6" w:rsidP="00D87C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CA6" w:rsidRDefault="00D87CA6" w:rsidP="00D87CA6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№21</w:t>
      </w:r>
    </w:p>
    <w:p w:rsidR="00D87CA6" w:rsidRPr="000209E7" w:rsidRDefault="00D87CA6" w:rsidP="00D87C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87CA6" w:rsidRPr="000209E7" w:rsidRDefault="00D87CA6" w:rsidP="00D87CA6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D87CA6" w:rsidRPr="000209E7" w:rsidRDefault="00D87CA6" w:rsidP="00D87CA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D87CA6" w:rsidRPr="000209E7" w:rsidRDefault="00D87CA6" w:rsidP="00D87CA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проекту  із землеустрою  щодо </w:t>
      </w:r>
    </w:p>
    <w:p w:rsidR="00D87CA6" w:rsidRPr="000209E7" w:rsidRDefault="00D87CA6" w:rsidP="00D87CA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D87CA6" w:rsidRPr="000209E7" w:rsidRDefault="00D87CA6" w:rsidP="00D87CA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Микульському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0209E7">
        <w:rPr>
          <w:rFonts w:ascii="Times New Roman" w:eastAsia="Calibri" w:hAnsi="Times New Roman" w:cs="Times New Roman"/>
          <w:b/>
          <w:sz w:val="24"/>
        </w:rPr>
        <w:t xml:space="preserve"> В.В.</w:t>
      </w:r>
    </w:p>
    <w:p w:rsidR="00D87CA6" w:rsidRPr="000209E7" w:rsidRDefault="00D87CA6" w:rsidP="00D87CA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D87CA6" w:rsidRPr="000209E7" w:rsidRDefault="00D87CA6" w:rsidP="00D87CA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D87CA6" w:rsidRPr="000209E7" w:rsidRDefault="00D87CA6" w:rsidP="00D87C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209E7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Микульського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В.В., сільська рада </w:t>
      </w:r>
    </w:p>
    <w:p w:rsidR="00D87CA6" w:rsidRPr="000209E7" w:rsidRDefault="00D87CA6" w:rsidP="00D87C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>ВИРІШИЛА:</w:t>
      </w:r>
    </w:p>
    <w:p w:rsidR="00D87CA6" w:rsidRPr="000209E7" w:rsidRDefault="00D87CA6" w:rsidP="00D87C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Микульському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Василю Васильовичу, який зареєстрований за адресою: </w:t>
      </w:r>
      <w:r w:rsidR="003F7D9E" w:rsidRPr="003F7D9E">
        <w:rPr>
          <w:rFonts w:ascii="Times New Roman" w:eastAsia="Calibri" w:hAnsi="Times New Roman" w:cs="Times New Roman"/>
          <w:sz w:val="24"/>
        </w:rPr>
        <w:t>_______________</w:t>
      </w:r>
      <w:r w:rsidRPr="000209E7"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0,35 га, для ведення особистого селянського господарства, земельна ділянка 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Колом’є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>, по вул. Миру у районі будинку №103.</w:t>
      </w:r>
    </w:p>
    <w:p w:rsidR="00D87CA6" w:rsidRPr="000209E7" w:rsidRDefault="00D87CA6" w:rsidP="00D87C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Микульському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В.В.,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D87CA6" w:rsidRPr="000209E7" w:rsidRDefault="00D87CA6" w:rsidP="00D87C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</w:t>
      </w:r>
    </w:p>
    <w:p w:rsidR="00D87CA6" w:rsidRPr="000209E7" w:rsidRDefault="00D87CA6" w:rsidP="00D87C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87CA6" w:rsidRPr="00D87CA6" w:rsidRDefault="00D87CA6" w:rsidP="00D87C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BF53FC" w:rsidRPr="00D87CA6" w:rsidRDefault="00D87CA6" w:rsidP="00D87CA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lang w:val="ru-RU"/>
        </w:rPr>
      </w:pPr>
      <w:r w:rsidRPr="000209E7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</w:p>
    <w:sectPr w:rsidR="00BF53FC" w:rsidRPr="00D87CA6" w:rsidSect="00D87CA6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D87CA6"/>
    <w:rsid w:val="001230CC"/>
    <w:rsid w:val="00171A2E"/>
    <w:rsid w:val="00304C90"/>
    <w:rsid w:val="003F7D9E"/>
    <w:rsid w:val="00505B6D"/>
    <w:rsid w:val="006D3977"/>
    <w:rsid w:val="007D6C18"/>
    <w:rsid w:val="00BF53FC"/>
    <w:rsid w:val="00D1641A"/>
    <w:rsid w:val="00D87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CA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231</Words>
  <Characters>1321</Characters>
  <Application>Microsoft Office Word</Application>
  <DocSecurity>0</DocSecurity>
  <Lines>11</Lines>
  <Paragraphs>3</Paragraphs>
  <ScaleCrop>false</ScaleCrop>
  <Company>Microsoft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2020-01-21T06:40:00Z</dcterms:created>
  <dcterms:modified xsi:type="dcterms:W3CDTF">2020-01-21T07:38:00Z</dcterms:modified>
</cp:coreProperties>
</file>