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6EE" w:rsidRPr="00DE6ED3" w:rsidRDefault="006276EE" w:rsidP="006276EE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2672715</wp:posOffset>
                </wp:positionH>
                <wp:positionV relativeFrom="paragraph">
                  <wp:posOffset>86995</wp:posOffset>
                </wp:positionV>
                <wp:extent cx="484505" cy="624205"/>
                <wp:effectExtent l="0" t="0" r="0" b="4445"/>
                <wp:wrapNone/>
                <wp:docPr id="11680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4505" cy="624205"/>
                          <a:chOff x="0" y="0"/>
                          <a:chExt cx="1142" cy="1718"/>
                        </a:xfrm>
                      </wpg:grpSpPr>
                      <wps:wsp>
                        <wps:cNvPr id="116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0.45pt;margin-top:6.85pt;width:38.15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bzlMMA&#10;AADeAAAADwAAAGRycy9kb3ducmV2LnhtbERPTWvCQBC9F/wPywi91U0i2JC6CUGqeBBErfchOybB&#10;7GzIbjX9964g9DaP9znLYjSduNHgWssK4lkEgriyuuVawc9p/ZGCcB5ZY2eZFPyRgyKfvC0x0/bO&#10;B7odfS1CCLsMFTTe95mUrmrIoJvZnjhwFzsY9AEOtdQD3kO46WQSRQtpsOXQ0GBPq4aq6/HXKLDz&#10;zXZ3rpPD/Js/PZf79HIed0q9T8fyC4Sn0f+LX+6tDvPjRRrD851wg8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bzl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fQMcA&#10;AADeAAAADwAAAGRycy9kb3ducmV2LnhtbERPS2sCMRC+F/ofwhR6kZrVw3a7NUoRtg8PglbwOmym&#10;m203kyVJdeuvN4LQ23x8z5ktBtuJA/nQOlYwGWcgiGunW24U7D6rhwJEiMgaO8ek4I8CLOa3NzMs&#10;tTvyhg7b2IgUwqFEBSbGvpQy1IYshrHriRP35bzFmKBvpPZ4TOG2k9Msy6XFllODwZ6Whuqf7a9V&#10;8F2tzX75eHr1o6cNnUbV6q37yJW6vxtenkFEGuK/+Op+12n+JC+mcHk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A30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/e2sUA&#10;AADeAAAADwAAAGRycy9kb3ducmV2LnhtbESP0WrCQBBF34X+wzIFX6RuoiAhdRURU4ovoukHDNkx&#10;G5qdDdmtiX/vFgTfZrh37rmz3o62FTfqfeNYQTpPQBBXTjdcK/gpi48MhA/IGlvHpOBOHrabt8ka&#10;c+0GPtPtEmoRQ9jnqMCE0OVS+sqQRT93HXHUrq63GOLa11L3OMRw28pFkqykxYYjwWBHe0PV7+XP&#10;RshpiafjdSiLrxEHPBwNz3Znpabv4+4TRKAxvMzP628d66erbAn/78QZ5O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97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TlMQA&#10;AADeAAAADwAAAGRycy9kb3ducmV2LnhtbERPTUsDMRC9C/0PYYTebLalrmVtWkqtIIKHVkG8DZvp&#10;7uJmEpKxu/57Iwje5vE+Z70dXa8uFFPn2cB8VoAirr3tuDHw9vp4swKVBNli75kMfFOC7WZytcbK&#10;+oGPdDlJo3IIpwoNtCKh0jrVLTlMMx+IM3f20aFkGBttIw453PV6URSldthxbmgx0L6l+vP05Qy8&#10;DIfwfFfensNHXC50erDyvhdjptfj7h6U0Cj/4j/3k83z5+VqC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yU5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rjNcYA&#10;AADeAAAADwAAAGRycy9kb3ducmV2LnhtbESP0WrCQBBF3wv+wzKCL6VubKlIdBWRRoovktgPGLJj&#10;NpidDdk1iX/vFgp9m+HeuefOZjfaRvTU+dqxgsU8AUFcOl1zpeDnkr2tQPiArLFxTAoe5GG3nbxs&#10;MNVu4Jz6IlQihrBPUYEJoU2l9KUhi37uWuKoXV1nMcS1q6TucIjhtpHvSbKUFmuOBIMtHQyVt+Ju&#10;I+T8gefTdbhkxxEH/DoZft3nSs2m434NItAY/s1/19861l8sV5/w+06cQW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rj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oeMQA&#10;AADeAAAADwAAAGRycy9kb3ducmV2LnhtbERPTUsDMRC9C/0PYQrebLZF17I2LaVVEMGDVSi9DZvp&#10;7uJmEpKxu/57Iwje5vE+Z7UZXa8uFFPn2cB8VoAirr3tuDHw8f50swSVBNli75kMfFOCzXpytcLK&#10;+oHf6HKQRuUQThUaaEVCpXWqW3KYZj4QZ+7so0PJMDbaRhxyuOv1oihK7bDj3NBioF1L9efhyxl4&#10;HR7Dy315dw6neLvQaW/luBNjrqfj9gGU0Cj/4j/3s83z5+W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saH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QCsUA&#10;AADeAAAADwAAAGRycy9kb3ducmV2LnhtbERP32vCMBB+H/g/hBN8EU3dmEpnFB2EDSaIbrDXoznb&#10;YnMpSbTdf78MhL3dx/fzVpveNuJGPtSOFcymGQjiwpmaSwVfn3qyBBEissHGMSn4oQCb9eBhhblx&#10;HR/pdoqlSCEcclRQxdjmUoaiIoth6lrixJ2dtxgT9KU0HrsUbhv5mGVzabHm1FBhS68VFZfT1SrY&#10;HbryyY+LXe8+zm/fz1obvddKjYb99gVEpD7+i+/ud5Pmz+bLB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5dA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oOh8UA&#10;AADeAAAADwAAAGRycy9kb3ducmV2LnhtbESPQWvDMAyF74P9B6NCb6vT0pWQ1S1lIzDGLuv2A0Ss&#10;xWljOdhumv776jDYTeI9vfdpu598r0aKqQtsYLkoQBE3wXbcGvj5rp9KUCkjW+wDk4EbJdjvHh+2&#10;WNlw5S8aj7lVEsKpQgMu56HSOjWOPKZFGIhF+w3RY5Y1ttpGvEq47/WqKDbaY8fS4HCgV0fN+Xjx&#10;BuqP1ed4vthYh8O09vTsTuWbM2Y+mw4voDJN+d/8d/1uBX+5KYVX3p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Sg6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bh48UA&#10;AADeAAAADwAAAGRycy9kb3ducmV2LnhtbERP32vCMBB+H/g/hBN8kZm6MXHVKDoIG0wQ3cDXoznb&#10;YnMpSbTdf78MhL3dx/fzluveNuJGPtSOFUwnGQjiwpmaSwXfX/pxDiJEZIONY1LwQwHWq8HDEnPj&#10;Oj7Q7RhLkUI45KigirHNpQxFRRbDxLXEiTs7bzEm6EtpPHYp3DbyKctm0mLNqaHClt4qKi7Hq1Ww&#10;3Xflsx8X2959nt9PL1obvdNKjYb9ZgEiUh//xXf3h0nzp7P5K/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uH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WUXMYA&#10;AADeAAAADwAAAGRycy9kb3ducmV2LnhtbESPQW/CMAyF75P4D5GRuI0UtCHWERBiqjRNuwz2A6zG&#10;awqNUyWhlH8/HybtZsvP771vsxt9pwaKqQ1sYDEvQBHXwbbcGPg+VY9rUCkjW+wCk4E7JdhtJw8b&#10;LG248RcNx9woMeFUogGXc19qnWpHHtM89MRy+wnRY5Y1NtpGvIm57/SyKFbaY8uS4LCng6P6crx6&#10;A9XH8nO4XG2swn588vTszus3Z8xsOu5fQWUa87/47/vdSv3F6kU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WUX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evL8IA&#10;AADeAAAADwAAAGRycy9kb3ducmV2LnhtbERPzWqDQBC+B/IOyxR6S1bTJqTWVUIhpR5r8gCDO1XR&#10;nTXuNurbdwuF3ubj+500n00v7jS61rKCeBuBIK6sbrlWcL2cN0cQziNr7C2TgoUc5Nl6lWKi7cSf&#10;dC99LUIIuwQVNN4PiZSuasig29qBOHBfdjToAxxrqUecQrjp5S6KDtJgy6GhwYHeGqq68tsoeF6m&#10;91u576KzNhQXT0PBvtor9fgwn15BeJr9v/jP/aHD/PjwEsPvO+EG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Z68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n98MA&#10;AADeAAAADwAAAGRycy9kb3ducmV2LnhtbERPTWvCQBC9F/wPyxR6azbmEGrqKlJRiqc2Rs9DdkxC&#10;s7Mhu4nx37uC0Ns83ucs15NpxUi9aywrmEcxCOLS6oYrBcVx9/4Bwnlkja1lUnAjB+vV7GWJmbZX&#10;/qUx95UIIewyVFB732VSurImgy6yHXHgLrY36APsK6l7vIZw08okjlNpsOHQUGNHXzWVf/lgFAzp&#10;OSn4ctA/+fa2X2x3GydPlVJvr9PmE4Snyf+Ln+5vHebP00UCj3fCD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cn9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QyccYA&#10;AADeAAAADwAAAGRycy9kb3ducmV2LnhtbERPS2vCQBC+F/oflhG81U20BI2uQQtC20OlPg7exuyY&#10;pGZn0+xW03/vFoTe5uN7zizrTC0u1LrKsoJ4EIEgzq2uuFCw266exiCcR9ZYWyYFv+Qgmz8+zDDV&#10;9sqfdNn4QoQQdikqKL1vUildXpJBN7ANceBOtjXoA2wLqVu8hnBTy2EUJdJgxaGhxIZeSsrPmx+j&#10;YL8eJ5P18u356/3jiCOjvw+6SpTq97rFFISnzv+L7+5XHebHyWQEf++EG+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Qyc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9kcQA&#10;AADeAAAADwAAAGRycy9kb3ducmV2LnhtbERPS2vCQBC+F/oflin0VjdaCTa6Sh80Fk+pCl6H7JgE&#10;s7MhuzWJv94VCt7m43vOYtWbWpypdZVlBeNRBII4t7riQsF+9/0yA+E8ssbaMikYyMFq+fiwwETb&#10;jn/pvPWFCCHsElRQet8kUrq8JINuZBviwB1ta9AH2BZSt9iFcFPLSRTF0mDFoaHEhj5Lyk/bP6Pg&#10;Eh8wc+vJx9er9jRMZ6ndZKlSz0/9+xyEp97fxf/uHx3mj+O3KdzeC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EPZ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HxpMQA&#10;AADeAAAADwAAAGRycy9kb3ducmV2LnhtbERPzWrCQBC+C77DMkJvulGMNKmrlBKhtzaxDzBkp5tg&#10;djZm15j26buFQm/z8f3O/jjZTow0+NaxgvUqAUFcO92yUfBxPi0fQfiArLFzTAq+yMPxMJ/tMdfu&#10;ziWNVTAihrDPUUETQp9L6euGLPqV64kj9+kGiyHCwUg94D2G205ukmQnLbYcGxrs6aWh+lLdrIKr&#10;26R6qgp8uxTZe2vM9vpdbpV6WEzPTyACTeFf/Od+1XH+epel8PtOvEE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x8a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8JOMMA&#10;AADeAAAADwAAAGRycy9kb3ducmV2LnhtbERPPW/CMBDdK/EfrEPqBg6tCCFgEK1UiRXagfGwjyQQ&#10;n0PsQsqvx0hI3e7pfd582dlaXKj1lWMFo2ECglg7U3Gh4Of7a5CB8AHZYO2YFPyRh+Wi9zLH3Lgr&#10;b+iyDYWIIexzVFCG0ORSel2SRT90DXHkDq61GCJsC2lavMZwW8u3JEmlxYpjQ4kNfZakT9tfq2Bd&#10;7Wmc6sPUZh96s7udw/vkaJR67XerGYhAXfgXP91rE+eP0mkK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8JO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VdMUA&#10;AADeAAAADwAAAGRycy9kb3ducmV2LnhtbERP0WrCQBB8F/oPxxZ804s+2CZ6ihYKSlWoLfq65NZc&#10;MLcXcmeMf+8Jhb7N7uzM7MwWna1ES40vHSsYDRMQxLnTJRcKfn8+B+8gfEDWWDkmBXfysJi/9GaY&#10;aXfjb2oPoRDRhH2GCkwIdSalzw1Z9ENXE0fu7BqLIY5NIXWDt2huKzlOkom0WHJMMFjTh6H8crha&#10;BS3u78nJrHbpptzm4/3q+KXjXvVfu+UURKAu/B//qdc6vj+apG/wrBMx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8lV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tIMUA&#10;AADeAAAADwAAAGRycy9kb3ducmV2LnhtbESPQU/DMAyF70j7D5GRuLF0PQzULZsmpE0coXDY0Wu8&#10;pltjV0lYC7+eHJC42fLze+9bbyffqxuF2AkbWMwLUMSN2I5bA58f+8dnUDEhW+yFycA3RdhuZndr&#10;rKyM/E63OrUqm3Cs0IBLaai0jo0jj3EuA3G+nSV4THkNrbYBx2zue10WxVJ77DgnOBzoxVFzrb+8&#10;gfHQnC7l+WjdTxhkX7/JpezFmIf7abcClWhK/+K/71eb6y+elhkg4+Q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Im0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bYrMQA&#10;AADeAAAADwAAAGRycy9kb3ducmV2LnhtbERPS2sCMRC+F/wPYYTeanY9qKxG8VGhlBbxdR834+7a&#10;ZLJsUt3+eyMUvM3H95zJrLVGXKnxlWMFaS8BQZw7XXGh4LBfv41A+ICs0TgmBX/kYTbtvEww0+7G&#10;W7ruQiFiCPsMFZQh1JmUPi/Jou+5mjhyZ9dYDBE2hdQN3mK4NbKfJANpseLYUGJNy5Lyn92vVbDe&#10;rMyl/72dH2VYvg9PZvS5WH0p9dpt52MQgdrwFP+7P3Scnw4HKTzeiTf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W2K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KbT8QA&#10;AADeAAAADwAAAGRycy9kb3ducmV2LnhtbERPTYvCMBC9C/6HMIIXWVOVdaUaRQRRYQV1F7yOzdgW&#10;m0lpYq3/3iwseJvH+5zZojGFqKlyuWUFg34EgjixOudUwe/P+mMCwnlkjYVlUvAkB4t5uzXDWNsH&#10;H6k++VSEEHYxKsi8L2MpXZKRQde3JXHgrrYy6AOsUqkrfIRwU8hhFI2lwZxDQ4YlrTJKbqe7UVAf&#10;vi/ptnbl7jbpuc/RZbPZ67NS3U6znILw1Pi3+N+91WH+4Gs8hL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ym0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JAycYA&#10;AADeAAAADwAAAGRycy9kb3ducmV2LnhtbERPS2sCMRC+C/6HMEJvmtW2ardGqUKhl4KvQ72Nm+nu&#10;4mayTaKu/vpGELzNx/ecyawxlTiR86VlBf1eAoI4s7rkXMF289kdg/ABWWNlmRRcyMNs2m5NMNX2&#10;zCs6rUMuYgj7FBUUIdSplD4ryKDv2Zo4cr/WGQwRulxqh+cYbio5SJKhNFhybCiwpkVB2WF9NArm&#10;b+P53/KFv6+r/Y52P/vD68AlSj11mo93EIGa8BDf3V86zu+Phs9weyf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JAycYAAADeAAAADwAAAAAAAAAAAAAAAACYAgAAZHJz&#10;L2Rvd25yZXYueG1sUEsFBgAAAAAEAAQA9QAAAIsDAAAAAA==&#10;" fillcolor="black" stroked="f"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jWvcYA&#10;AADeAAAADwAAAGRycy9kb3ducmV2LnhtbERPS2vCQBC+F/wPyxR6qxuljZK6ivYBgnrwcfA4zU6T&#10;JdnZkN1q7K/vCoK3+fieM5l1thYnar1xrGDQT0AQ504bLhQc9l/PYxA+IGusHZOCC3mYTXsPE8y0&#10;O/OWTrtQiBjCPkMFZQhNJqXPS7Lo+64hjtyPay2GCNtC6hbPMdzWcpgkqbRoODaU2NB7SXm1+7UK&#10;jqvUjLeGht/rv8WnXr9Wi81HpdTTYzd/AxGoC3fxzb3Ucf5glL7A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LjWv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eFMQA&#10;AADeAAAADwAAAGRycy9kb3ducmV2LnhtbERPS2sCMRC+F/ofwhR606xCrWyNIkqpFw++6HXYTDfb&#10;3UzWJOrqrzcFobf5+J4zmXW2EWfyoXKsYNDPQBAXTldcKtjvPntjECEia2wck4IrBZhNn58mmGt3&#10;4Q2dt7EUKYRDjgpMjG0uZSgMWQx91xIn7sd5izFBX0rt8ZLCbSOHWTaSFitODQZbWhgq6u3JKvDz&#10;72V949Ohzm7ra/j67Y5jNEq9vnTzDxCRuvgvfrhXOs0fvI/e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mHh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U2KMQA&#10;AADeAAAADwAAAGRycy9kb3ducmV2LnhtbERP22rCQBB9L/Qflin0pehGH2IbXaUUBKFS8PIBY3ZM&#10;QndnQ3aq0a93C4JvczjXmS1679SJutgENjAaZqCIy2Abrgzsd8vBO6goyBZdYDJwoQiL+fPTDAsb&#10;zryh01YqlUI4FmigFmkLrWNZk8c4DC1x4o6h8ygJdpW2HZ5TuHd6nGW59thwaqixpa+ayt/tnzfg&#10;xgf38T2Ja7ns9Tq7etm8/VhjXl/6zykooV4e4rt7ZdP80STP4f+ddIO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Ni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nS6cQA&#10;AADeAAAADwAAAGRycy9kb3ducmV2LnhtbERPTWsCMRC9F/ofwhS81aweVLZGsRVhLz24Kl7HzXSz&#10;mEyWTdRtf30jCN7m8T5nvuydFVfqQuNZwWiYgSCuvG64VrDfbd5nIEJE1mg9k4JfCrBcvL7MMdf+&#10;xlu6lrEWKYRDjgpMjG0uZagMOQxD3xIn7sd3DmOCXS11h7cU7qwcZ9lEOmw4NRhs6ctQdS4vTsG6&#10;bO14X5jPcDx8n062+NvQca3U4K1ffYCI1Men+OEudJo/mk6mcH8n3S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6Z0u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P0rcYA&#10;AADeAAAADwAAAGRycy9kb3ducmV2LnhtbESPQW/CMAyF70j7D5EncYOEHcrUERBCQ0LaaYweuFmJ&#10;13ZrnKrJaPn382HSbrbe83ufN7spdOpGQ2ojW1gtDShiF33LtYXLx3HxDCplZI9dZLJwpwS77cNs&#10;g6WPI7/T7ZxrJSGcSrTQ5NyXWifXUMC0jD2xaJ9xCJhlHWrtBxwlPHT6yZhCB2xZGhrs6dCQ+z7/&#10;BAtfR/0WnUFXXarx5NfX14I6Y+38cdq/gMo05X/z3/XJC/5qXQivvC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P0r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eiUcQA&#10;AADeAAAADwAAAGRycy9kb3ducmV2LnhtbERPTWvCQBC9C/0PyxR6040W1EZXsYVCUTw0FvE4Zsck&#10;JDsbdleN/94VhN7m8T5nvuxMIy7kfGVZwXCQgCDOra64UPC3++5PQfiArLGxTApu5GG5eOnNMdX2&#10;yr90yUIhYgj7FBWUIbSplD4vyaAf2JY4cifrDIYIXSG1w2sMN40cJclYGqw4NpTY0ldJeZ2djYLD&#10;ecOn7ft65T7D3nY7X4+O01qpt9duNQMRqAv/4qf7R8f5w8n4Ax7vx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nol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lIY8kA&#10;AADeAAAADwAAAGRycy9kb3ducmV2LnhtbESPQW/CMAyF75P4D5GRuI0UxAbrCAgmTdpl0oAdxs00&#10;pq1onC7JoNuvnw9I3Gz5+b33zZeda9SZQqw9GxgNM1DEhbc1lwY+d6/3M1AxIVtsPJOBX4qwXPTu&#10;5phbf+ENnbepVGLCMUcDVUptrnUsKnIYh74lltvRB4dJ1lBqG/Ai5q7R4yx71A5rloQKW3qpqDht&#10;f5yB9dNs/f0x4fe/zWFP+6/D6WEcMmMG/W71DCpRl27i6/eblfqj6VQABEdm0It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5lIY8kAAADeAAAADwAAAAAAAAAAAAAAAACYAgAA&#10;ZHJzL2Rvd25yZXYueG1sUEsFBgAAAAAEAAQA9QAAAI4DAAAAAA==&#10;" fillcolor="black" stroked="f"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PmUsMA&#10;AADeAAAADwAAAGRycy9kb3ducmV2LnhtbERP30vDMBB+F/Y/hBv45tJOcFKXjTIYik/dVHy9Nbem&#10;rLmUJGb1vzeC4Nt9fD9vvZ3sIBL50DtWUC4KEMSt0z13Ct7f9nePIEJE1jg4JgXfFGC7md2ssdLu&#10;ygdKx9iJHMKhQgUmxrGSMrSGLIaFG4kzd3beYszQd1J7vOZwO8hlUTxIiz3nBoMj7Qy1l+OXVZBO&#10;u6a+T5/JHF593XnXPH+cGqVu51P9BCLSFP/Ff+4XneeXq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PmU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08LMUA&#10;AADeAAAADwAAAGRycy9kb3ducmV2LnhtbERPTWvCQBC9F/wPywje6iYetI2uItJK66U2CnocsmM2&#10;mJ0N2W1M/fXdQqG3ebzPWax6W4uOWl85VpCOExDEhdMVlwqOh9fHJxA+IGusHZOCb/KwWg4eFphp&#10;d+NP6vJQihjCPkMFJoQmk9IXhiz6sWuII3dxrcUQYVtK3eIthttaTpJkKi1WHBsMNrQxVFzzL6vA&#10;p5uX087en7vz1vBH/m6m+9IoNRr26zmIQH34F/+533Scn85mE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HTw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6276EE" w:rsidRPr="00DE6ED3" w:rsidRDefault="006276EE" w:rsidP="006276EE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6EE" w:rsidRDefault="006276EE" w:rsidP="006276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76EE" w:rsidRDefault="006276EE" w:rsidP="006276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 w:rsidR="00AC63E2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</w:t>
      </w:r>
      <w:r w:rsidR="00AC63E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X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6276EE" w:rsidRPr="00DE6ED3" w:rsidRDefault="006276EE" w:rsidP="006276EE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Д.І., </w:t>
      </w: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О.І.</w:t>
      </w:r>
    </w:p>
    <w:p w:rsidR="006276EE" w:rsidRPr="00DE6ED3" w:rsidRDefault="006276EE" w:rsidP="006276EE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 xml:space="preserve"> пункту 34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заяву</w:t>
      </w:r>
      <w:proofErr w:type="spellEnd"/>
      <w:proofErr w:type="gramStart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єлоглазова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Д.І.,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Бєлоглазова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рада</w:t>
      </w: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Дмитру Ігоровичу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, який зар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еєстрований за адресою: </w:t>
      </w:r>
      <w:r w:rsidR="0003647D" w:rsidRPr="0003647D">
        <w:rPr>
          <w:rFonts w:ascii="Times New Roman" w:eastAsia="Calibri" w:hAnsi="Times New Roman" w:cs="Times New Roman"/>
          <w:sz w:val="24"/>
        </w:rPr>
        <w:t>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та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Олександру Ігоровичу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зареєстрований за адресою: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="0003647D" w:rsidRPr="0003647D">
        <w:rPr>
          <w:rFonts w:ascii="Times New Roman" w:eastAsia="Calibri" w:hAnsi="Times New Roman" w:cs="Times New Roman"/>
          <w:sz w:val="24"/>
        </w:rPr>
        <w:t>_____________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</w:t>
      </w:r>
      <w:proofErr w:type="gramStart"/>
      <w:r w:rsidRPr="00DE6ED3">
        <w:rPr>
          <w:rFonts w:ascii="Times New Roman" w:eastAsia="Calibri" w:hAnsi="Times New Roman" w:cs="Times New Roman"/>
          <w:sz w:val="24"/>
          <w:lang w:val="uk-UA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  <w:lang w:val="uk-UA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, 30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Д.І.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,</w:t>
      </w:r>
      <w:r w:rsidRPr="00373369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276EE" w:rsidRPr="00DE6ED3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6276EE" w:rsidRPr="00DE6ED3" w:rsidRDefault="006276EE" w:rsidP="006276E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76EE" w:rsidRPr="00DE6ED3" w:rsidRDefault="006276EE" w:rsidP="006276E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276EE" w:rsidRPr="006276EE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130F31" w:rsidRPr="006276EE" w:rsidRDefault="006276EE" w:rsidP="006276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sectPr w:rsidR="00130F31" w:rsidRPr="006276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6EE"/>
    <w:rsid w:val="0003647D"/>
    <w:rsid w:val="00130F31"/>
    <w:rsid w:val="00171A2E"/>
    <w:rsid w:val="00304C90"/>
    <w:rsid w:val="00505B6D"/>
    <w:rsid w:val="006276EE"/>
    <w:rsid w:val="006D3977"/>
    <w:rsid w:val="007D6C18"/>
    <w:rsid w:val="00AC63E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284</Words>
  <Characters>1623</Characters>
  <Application>Microsoft Office Word</Application>
  <DocSecurity>0</DocSecurity>
  <Lines>13</Lines>
  <Paragraphs>3</Paragraphs>
  <ScaleCrop>false</ScaleCrop>
  <Company>Microsoft</Company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dcterms:created xsi:type="dcterms:W3CDTF">2021-03-17T08:40:00Z</dcterms:created>
  <dcterms:modified xsi:type="dcterms:W3CDTF">2021-03-17T09:09:00Z</dcterms:modified>
</cp:coreProperties>
</file>