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810" w:rsidRDefault="00EA0810" w:rsidP="00EA081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0810" w:rsidRDefault="00AD06A8" w:rsidP="00EA08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06A8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A0810" w:rsidRDefault="00EA0810" w:rsidP="00EA0810"/>
    <w:p w:rsidR="00EA0810" w:rsidRDefault="00EA0810" w:rsidP="00EA0810"/>
    <w:p w:rsidR="00EA0810" w:rsidRDefault="00EA0810" w:rsidP="00EA08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A0810" w:rsidRDefault="00EA0810" w:rsidP="00EA08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A0810" w:rsidRDefault="00EA0810" w:rsidP="00EA08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A0810" w:rsidRDefault="00EA0810" w:rsidP="00EA08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A0810" w:rsidRDefault="00EA0810" w:rsidP="00EA08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A0810" w:rsidRDefault="00EA0810" w:rsidP="00EA08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A0810" w:rsidRDefault="00EA0810" w:rsidP="00EA08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A0810" w:rsidRDefault="00EA0810" w:rsidP="00EA08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A0810" w:rsidRDefault="00EA0810" w:rsidP="00EA081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№13</w:t>
      </w:r>
    </w:p>
    <w:p w:rsidR="00EA0810" w:rsidRDefault="00EA0810" w:rsidP="00EA0810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A0810" w:rsidRDefault="00EA0810" w:rsidP="00EA0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A0810" w:rsidRDefault="00EA0810" w:rsidP="00EA08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EA0810" w:rsidRDefault="00EA0810" w:rsidP="00EA081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ілику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О.А.</w:t>
      </w:r>
    </w:p>
    <w:p w:rsidR="00EA0810" w:rsidRDefault="00EA0810" w:rsidP="00EA081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A0810" w:rsidRDefault="00EA0810" w:rsidP="00EA0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ілика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EA0810" w:rsidRDefault="00EA0810" w:rsidP="00EA0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EA0810" w:rsidRDefault="00EA0810" w:rsidP="00EA0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ілику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0,2735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A0810" w:rsidRDefault="00EA0810" w:rsidP="00EA0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ілику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865A8" w:rsidRPr="003865A8">
        <w:rPr>
          <w:rFonts w:ascii="Times New Roman" w:hAnsi="Times New Roman" w:cs="Times New Roman"/>
          <w:sz w:val="24"/>
          <w:szCs w:val="24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865A8" w:rsidRPr="003865A8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0,2735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6823982100:01:004:0039,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A0810" w:rsidRDefault="00EA0810" w:rsidP="00EA08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Білику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EA0810" w:rsidRPr="00EA0810" w:rsidRDefault="00EA0810" w:rsidP="00EA0810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EA0810" w:rsidRDefault="00EA0810" w:rsidP="00EA08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7738" w:rsidRPr="00EA0810" w:rsidRDefault="00EA0810" w:rsidP="00EA081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DE7738" w:rsidRPr="00EA0810" w:rsidSect="00EA0810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EA0810"/>
    <w:rsid w:val="00171A2E"/>
    <w:rsid w:val="00304C90"/>
    <w:rsid w:val="003865A8"/>
    <w:rsid w:val="00505B6D"/>
    <w:rsid w:val="006D3977"/>
    <w:rsid w:val="007D6C18"/>
    <w:rsid w:val="00AD06A8"/>
    <w:rsid w:val="00D1641A"/>
    <w:rsid w:val="00DE7738"/>
    <w:rsid w:val="00EA08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6A8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1192</Words>
  <Characters>681</Characters>
  <Application>Microsoft Office Word</Application>
  <DocSecurity>0</DocSecurity>
  <Lines>5</Lines>
  <Paragraphs>3</Paragraphs>
  <ScaleCrop>false</ScaleCrop>
  <Company>Microsoft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2020-04-27T15:42:00Z</dcterms:created>
  <dcterms:modified xsi:type="dcterms:W3CDTF">2020-04-28T05:22:00Z</dcterms:modified>
</cp:coreProperties>
</file>