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70" w:rsidRDefault="002F6770" w:rsidP="002F677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A2E3C3" wp14:editId="3B08806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62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6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770" w:rsidRDefault="002F6770" w:rsidP="002F67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okT83cAAEBZBAAOAAAAZHJzL2Uyb0RvYy54bWzsfW1uJsmR3n8DvgPBnwJ6WFnf1VBrIU1P&#10;CwZkW4BeH+Btkt0kzObbJjnTLS8WMOAj+CJ7g73C7o38RGZkViZZEVFqzQjyOkeAijMMRmVGRGZl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jwoMMA&#10;AADdAAAADwAAAGRycy9kb3ducmV2LnhtbESPS6vCMBSE94L/IZwL7jS9FR/0GkVExYUg9bE/NMe2&#10;3OakNFHrvzeC4HKYmW+Y2aI1lbhT40rLCn4HEQjizOqScwXn06Y/BeE8ssbKMil4koPFvNuZYaLt&#10;g1O6H30uAoRdggoK7+tESpcVZNANbE0cvKttDPogm1zqBh8BbioZR9FYGiw5LBRY06qg7P94Mwrs&#10;cLvbX/I4Ha554nl5mF4v7V6p3k+7/APhqfXf8Ke90wpG4zi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3jwo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RNcgA&#10;AADdAAAADwAAAGRycy9kb3ducmV2LnhtbESPQUsDMRSE74L/ITzBS7HZtrjq2rSUwrbWg7BV8PrY&#10;PDerm5clie3aX98IgsdhZr5h5svBduJAPrSOFUzGGQji2umWGwVvr+XNPYgQkTV2jknBDwVYLi4v&#10;5lhod+SKDvvYiAThUKACE2NfSBlqQxbD2PXEyftw3mJM0jdSezwmuO3kNMtyabHltGCwp7Wh+mv/&#10;bRV8li/mfX132vjRQ0WnUfm87Xa5UtdXw+oRRKQh/of/2k9awW0+ncHvm/QE5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IpE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NrPs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sPp7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NrP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QbBcUA&#10;AADdAAAADwAAAGRycy9kb3ducmV2LnhtbESPQUvDQBSE74L/YXmCN7sxmCix2yJVQQQPrULp7ZF9&#10;TYLZt8vus4n/3hUEj8PMfMMs17Mb1YliGjwbuF4UoIhbbwfuDHy8P1/dgUqCbHH0TAa+KcF6dX62&#10;xMb6ibd02kmnMoRTgwZ6kdBondqeHKaFD8TZO/roULKMnbYRpwx3oy6LotYOB84LPQba9NR+7r6c&#10;gbfpKbze1tUxHOJNqdOjlf1GjLm8mB/uQQnN8h/+a79YA1VdVv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5BsF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1Q0sQA&#10;AADdAAAADwAAAGRycy9kb3ducmV2LnhtbESP32rCMBTG7wd7h3AG3gxN7ViRahSROYY3YusDHJpj&#10;U2xOSpO19e2XwWCXH9+fH99mN9lWDNT7xrGC5SIBQVw53XCt4Foe5ysQPiBrbB2Tggd52G2fnzaY&#10;azfyhYYi1CKOsM9RgQmhy6X0lSGLfuE64ujdXG8xRNnXUvc4xnHbyjRJMmmx4Ugw2NHBUHUvvm2E&#10;nN/wfLqN5fFzwhE/ToZf9xelZi/Tfg0i0BT+w3/tL63gPUsz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NUN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og6cYA&#10;AADdAAAADwAAAGRycy9kb3ducmV2LnhtbESPQUvDQBSE70L/w/IK3uzGYFOJ3ZbSKojgwSqIt0f2&#10;NQlm3y67zyb+e1cQPA4z8w2z3k5uUGeKqfds4HpRgCJuvO25NfD2+nB1CyoJssXBMxn4pgTbzexi&#10;jbX1I7/Q+SityhBONRroREKtdWo6cpgWPhBn7+SjQ8kyttpGHDPcDbosiko77DkvdBho31Hzefxy&#10;Bp7H+/C0qpan8BFvSp0OVt73YszlfNrdgRKa5D/81360BpZVu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Xog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U5cMA&#10;AADdAAAADwAAAGRycy9kb3ducmV2LnhtbERPXWvCMBR9F/wP4Qp7kZnqUEZnFBXChAkyJ/h6aa5t&#10;WXNTkmjrv18eBj4ezvdy3dtG3MmH2rGC6SQDQVw4U3Op4PyjX99BhIhssHFMCh4UYL0aDpaYG9fx&#10;N91PsRQphEOOCqoY21zKUFRkMUxcS5y4q/MWY4K+lMZjl8JtI2dZtpAWa04NFba0q6j4Pd2sgu2x&#10;K9/8uNj27uv6eZlrbfRBK/Uy6jcfICL18Sn+d++Ngvliluam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UU5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rO8QA&#10;AADdAAAADwAAAGRycy9kb3ducmV2LnhtbESPUWvCMBSF3wf+h3AF32ZqmaLVKOIoyNjL3H7Apbk2&#10;1eamJLHWf28Ggz0ezjnf4Wx2g21FTz40jhXMphkI4srphmsFP9/l6xJEiMgaW8ek4EEBdtvRywYL&#10;7e78Rf0p1iJBOBSowMTYFVKGypDFMHUdcfLOzluMSfpaao/3BLetzLNsIS02nBYMdnQwVF1PN6ug&#10;/Mg/++tN+9LthzdLc3NZvhulJuNhvwYRaYj/4b/2USuYL/I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R6z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qOPsMA&#10;AADdAAAADwAAAGRycy9kb3ducmV2LnhtbERPXWvCMBR9F/wP4Qp7EU2dKFKNooOwgQOZE3y9NNe2&#10;2NyUJLPdv18ehD0ezvdm19tGPMiH2rGC2TQDQVw4U3Op4PKtJysQISIbbByTgl8KsNsOBxvMjev4&#10;ix7nWIoUwiFHBVWMbS5lKCqyGKauJU7czXmLMUFfSuOxS+G2ka9ZtpQWa04NFbb0VlFxP/9YBYdT&#10;V879uDj07nh7vy60NvpTK/Uy6vdrEJH6+C9+uj+MgsVynvanN+kJ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qOP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5x4M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XMF+9T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+ce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n1scIA&#10;AADdAAAADwAAAGRycy9kb3ducmV2LnhtbESP3YrCMBSE7wXfIZwF7zT1p0W6RhFBWS+tPsChObbF&#10;5qQ20da3NwuCl8PMfMOsNr2pxZNaV1lWMJ1EIIhzqysuFFzO+/EShPPIGmvLpOBFDjbr4WCFqbYd&#10;n+iZ+UIECLsUFZTeN6mULi/JoJvYhjh4V9sa9EG2hdQtdgFuajmLokQarDgslNjQrqT8lj2MgsWr&#10;O9yz+BbttaHpcd4c2eexUqOffvsLwlPvv+FP+08riJP5DP7fhCc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fW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dJNsUA&#10;AADdAAAADwAAAGRycy9kb3ducmV2LnhtbESPQWvCQBSE7wX/w/KE3upGg6GmriJKivTURtvzI/tM&#10;QrNvQ3YT47/vCkKPw8x8w6y3o2nEQJ2rLSuYzyIQxIXVNZcKzqfs5RWE88gaG8uk4EYOtpvJ0xpT&#10;ba/8RUPuSxEg7FJUUHnfplK6oiKDbmZb4uBdbGfQB9mVUnd4DXDTyEUUJdJgzWGhwpb2FRW/eW8U&#10;9MnP4syXD/2ZH27vq0O2c/K7VOp5Ou7eQHga/X/40T5qBcskju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d0k2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2uRcgA&#10;AADdAAAADwAAAGRycy9kb3ducmV2LnhtbESPQWvCQBSE74L/YXmCN9202qDRVdqCYHsw1OrB2zP7&#10;mkSzb9PsVuO/7wqFHoeZ+YaZL1tTiQs1rrSs4GEYgSDOrC45V7D7XA0mIJxH1lhZJgU3crBcdDtz&#10;TLS98gddtj4XAcIuQQWF93UipcsKMuiGtiYO3pdtDPogm1zqBq8Bbir5GEWxNFhyWCiwpteCsvP2&#10;xyjYp5N4mr68jU/vmyOOjP4+6DJWqt9rn2cgPLX+P/zXXmsFT/FoDPc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Pa5F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JLcYA&#10;AADdAAAADwAAAGRycy9kb3ducmV2LnhtbESPQWvCQBSE7wX/w/KE3upGbUKIrtIqtcVTagu9PrLP&#10;JJh9G7JbTfrrXaHgcZiZb5jlujeNOFPnassKppMIBHFhdc2lgu+vt6cUhPPIGhvLpGAgB+vV6GGJ&#10;mbYX/qTzwZciQNhlqKDyvs2kdEVFBt3EtsTBO9rOoA+yK6Xu8BLgppGzKEqkwZrDQoUtbSoqTodf&#10;o+Av+cHcvc9et3PtaXhOd3af75R6HPcvCxCeen8P/7c/tII4mcd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nJ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E4sUA&#10;AADdAAAADwAAAGRycy9kb3ducmV2LnhtbESP0WrCQBRE3wX/YbmCb7rRamijq5Si0Lea2A+4ZG83&#10;wezdmN1q9Ou7BcHHYWbOMOttbxtxoc7XjhXMpgkI4tLpmo2C7+N+8grCB2SNjWNScCMP281wsMZM&#10;uyvndCmCERHCPkMFVQhtJqUvK7Lop64ljt6P6yyGKDsjdYfXCLeNnCdJKi3WHBcqbOmjovJU/FoF&#10;Zzdf6r7Y4ddp93aojVmc7/lCqfGof1+BCNSHZ/jR/tQKlulLCv9v4hO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AwT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4rEcUA&#10;AADdAAAADwAAAGRycy9kb3ducmV2LnhtbESPS2/CMBCE70j9D9ZW4lacggg0jUEFCYkrjwPHrb15&#10;tPE6jQ0Efn1dqRLH0cx8o8mXvW3EhTpfO1bwOkpAEGtnai4VHA+blzkIH5ANNo5JwY08LBdPgxwz&#10;4668o8s+lCJC2GeooAqhzaT0uiKLfuRa4ugVrrMYouxKaTq8Rrht5DhJUmmx5rhQYUvrivT3/mwV&#10;bOtPmqa6eLPzld6d7j9hMvsySg2f+493EIH68Aj/t7dGwTSdzODvTXw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is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Ml8YA&#10;AADdAAAADwAAAGRycy9kb3ducmV2LnhtbESPQWvCQBCF7wX/wzKCt7rRUmlTV6mFQkutUBW9Dtlp&#10;NpidDdk1xn/vHAo9zsyb9943X/a+Vh21sQpsYDLOQBEXwVZcGtjv3u+fQMWEbLEOTAauFGG5GNzN&#10;Mbfhwj/UbVOpxIRjjgZcSk2udSwceYzj0BDL7Te0HpOMbaltixcx97WeZtlMe6xYEhw29OaoOG3P&#10;3kCHm2t2dKvv589qXUw3q8OXlb0ZDfvXF1CJ+vQv/vv+sAYeZw9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hMl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9XbM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fn73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j1d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LK8QA&#10;AADdAAAADwAAAGRycy9kb3ducmV2LnhtbERPy2oCMRTdF/yHcAV3NaPUB6NRrA8oohRtu79OrjOj&#10;yc0wiTr+fbModHk47+m8sUbcqfalYwW9bgKCOHO65FzB99fmdQzCB2SNxjEpeJKH+az1MsVUuwcf&#10;6H4MuYgh7FNUUIRQpVL6rCCLvusq4sidXW0xRFjnUtf4iOHWyH6SDKXFkmNDgRUtC8qux5tVsPlc&#10;mUt/f1j8yLBcj05mvH1f7ZTqtJvFBESgJvyL/9wfWsFg+Bb3xzfxCc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Yyy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OjCcYA&#10;AADdAAAADwAAAGRycy9kb3ducmV2LnhtbESP3YrCMBSE7wXfIRzBG1lTf5FqFBFEF1xQd2Fvj82x&#10;LTYnpYm1vv1GEPZymJlvmMWqMYWoqXK5ZQWDfgSCOLE651TBz/f2YwbCeWSNhWVS8CQHq2W7tcBY&#10;2wefqD77VAQIuxgVZN6XsZQuycig69uSOHhXWxn0QVap1BU+AtwUchhFU2kw57CQYUmbjJLb+W4U&#10;1MfDJd3Xrvy8zXpuMrrsdl/6V6lup1nPQXhq/H/43d5rBZPpeACv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OjC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BBt8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jgYp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AQbfHAAAA3QAAAA8AAAAAAAAAAAAAAAAAmAIAAGRy&#10;cy9kb3ducmV2LnhtbFBLBQYAAAAABAAEAPUAAACMAwAAAAA=&#10;" fillcolor="black" stroked="f"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UnIsgA&#10;AADdAAAADwAAAGRycy9kb3ducmV2LnhtbESPT2vCQBTE7wW/w/KE3uqmVoOkrqK2hUL14J+Dx9fs&#10;a7Ik+zZktxr76buC4HGYmd8w03lna3Gi1hvHCp4HCQji3GnDhYLD/uNpAsIHZI21Y1JwIQ/zWe9h&#10;ipl2Z97SaRcKESHsM1RQhtBkUvq8JIt+4Bri6P241mKIsi2kbvEc4baWwyRJpUXDcaHEhlYl5dXu&#10;1yo4fqVmsjU0/F7/Ld/1elwtN2+VUo/9bvEKIlAX7uFb+1MrGKejF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JSc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mB48YA&#10;AADdAAAADwAAAGRycy9kb3ducmV2LnhtbESPT2sCMRTE7wW/Q3iCt5pVrMjWKGIRe+nBf/T62Lxu&#10;trt52SZRVz99IxR6HGbmN8x82dlGXMiHyrGC0TADQVw4XXGp4HjYPM9AhIissXFMCm4UYLnoPc0x&#10;1+7KO7rsYykShEOOCkyMbS5lKAxZDEPXEifvy3mLMUlfSu3xmuC2keMsm0qLFacFgy2tDRX1/mwV&#10;+NXnW33n86nO7h+3sP3ufmZolBr0u9UriEhd/A//td+1gpfpZA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mB4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GBysYA&#10;AADdAAAADwAAAGRycy9kb3ducmV2LnhtbESP3WoCMRSE7wu+QziCN6VmlartapQiFApKwZ8HON0c&#10;dxeTk2Vzqmuf3hQKvRxm5htmseq8UxdqYx3YwGiYgSIugq25NHA8vD+9gIqCbNEFJgM3irBa9h4W&#10;mNtw5R1d9lKqBOGYo4FKpMm1jkVFHuMwNMTJO4XWoyTZltq2eE1w7/Q4y6baY81pocKG1hUV5/23&#10;N+DGX+51M4tbuR31Nvvxsnv8tMYM+t3bHJRQJ//hv/aHNTCZPk/g9016An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GBy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8Q+cYA&#10;AADdAAAADwAAAGRycy9kb3ducmV2LnhtbESPQWsCMRSE70L/Q3iF3jRbsYtsjdJWhL300NXi9bl5&#10;bhaTl2UTddtf3xQEj8PMfMMsVoOz4kJ9aD0reJ5kIIhrr1tuFOy2m/EcRIjIGq1nUvBDAVbLh9EC&#10;C+2v/EWXKjYiQTgUqMDE2BVShtqQwzDxHXHyjr53GJPsG6l7vCa4s3KaZbl02HJaMNjRh6H6VJ2d&#10;gnXV2emuNO9h//15ONjyd0P7tVJPj8PbK4hIQ7yHb+1SK3jJZzn8v0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8Q+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T608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92w6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tPr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LMj8MA&#10;AADdAAAADwAAAGRycy9kb3ducmV2LnhtbERPz2vCMBS+C/sfwhvspqm6iVTTooIwNnaYjuHx2Tzb&#10;0ualJFGz/345DHb8+H6vy2h6cSPnW8sKppMMBHFldcu1gq/jfrwE4QOyxt4yKfghD2XxMFpjru2d&#10;P+l2CLVIIexzVNCEMORS+qohg35iB+LEXawzGBJ0tdQO7ync9HKWZQtpsOXU0OBAu4aq7nA1Ck7X&#10;d758zN82bhu+bTz6bnZedko9PcbNCkSgGP7Ff+5XreBl8ZzmpjfpCc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LMj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TTxsYA&#10;AADdAAAADwAAAGRycy9kb3ducmV2LnhtbESPQWsCMRSE74L/IbyCN81WVHQ1ihYEL0LVHurtuXnu&#10;Lm5etknUtb++KQgeh5n5hpktGlOJGzlfWlbw3ktAEGdWl5wr+Dqsu2MQPiBrrCyTggd5WMzbrRmm&#10;2t55R7d9yEWEsE9RQRFCnUrps4IM+p6tiaN3ts5giNLlUju8R7ipZD9JRtJgyXGhwJo+Csou+6tR&#10;sJqMVz+fA97+7k5HOn6fLsO+S5TqvDXLKYhATXiFn+2NVjAcDSbw/yY+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OTTxsYAAADdAAAADwAAAAAAAAAAAAAAAACYAgAAZHJz&#10;L2Rvd25yZXYueG1sUEsFBgAAAAAEAAQA9QAAAIsDAAAAAA==&#10;" fillcolor="black" stroked="f"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Wh8IA&#10;AADdAAAADwAAAGRycy9kb3ducmV2LnhtbERPz2vCMBS+C/sfwhvspukmyuiMUoSh7FR1Y9dn89aU&#10;NS8libH775eD4PHj+73ajLYXiXzoHCt4nhUgiBunO24VfJ7ep68gQkTW2DsmBX8UYLN+mKyw1O7K&#10;B0rH2IocwqFEBSbGoZQyNIYshpkbiDP347zFmKFvpfZ4zeG2ly9FsZQWO84NBgfaGmp+jxerIJ23&#10;dTVP38kcPnzVelfvvs61Uk+PY/UGItIY7+Kbe68VLJaLvD+/yU9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xa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BT7sYA&#10;AADdAAAADwAAAGRycy9kb3ducmV2LnhtbESPQWvCQBSE7wX/w/IKvekmBUONrlLEFvXSNhbq8ZF9&#10;zYZm34bsGqO/vlsQehxm5htmsRpsI3rqfO1YQTpJQBCXTtdcKfg8vIyfQPiArLFxTAou5GG1HN0t&#10;MNfuzB/UF6ESEcI+RwUmhDaX0peGLPqJa4mj9+06iyHKrpK6w3OE20Y+JkkmLdYcFwy2tDZU/hQn&#10;q8Cn683X3l5n/fHV8FuxM9l7ZZR6uB+e5yACDeE/fGtvtYJpNk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BT7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6770" w:rsidRDefault="002F6770" w:rsidP="002F67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6770" w:rsidRDefault="002F6770" w:rsidP="002F67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F6770" w:rsidRDefault="002F6770" w:rsidP="002F67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F6770" w:rsidRDefault="002F6770" w:rsidP="002F67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6770" w:rsidRDefault="002F6770" w:rsidP="002F67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№59</w:t>
      </w:r>
    </w:p>
    <w:p w:rsidR="002F6770" w:rsidRDefault="002F6770" w:rsidP="002F677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2F6770" w:rsidRPr="00382D64" w:rsidRDefault="002F6770" w:rsidP="002F677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382D64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82D64">
        <w:rPr>
          <w:rFonts w:ascii="Times New Roman" w:eastAsia="Calibri" w:hAnsi="Times New Roman" w:cs="Times New Roman"/>
          <w:b/>
          <w:sz w:val="24"/>
        </w:rPr>
        <w:t xml:space="preserve">КП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ради</w:t>
      </w: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>«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b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b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>»</w:t>
      </w: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116,122,186</w:t>
      </w:r>
      <w:r w:rsidRPr="00382D64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клопотання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рада </w:t>
      </w:r>
    </w:p>
    <w:p w:rsidR="002F6770" w:rsidRPr="00021BD2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>ВИРІШИЛА:</w:t>
      </w: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 КОД ЄДРПОУ 43688959,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для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комунальну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15,0</w:t>
      </w:r>
      <w:r w:rsidRPr="00382D64">
        <w:rPr>
          <w:rFonts w:ascii="Times New Roman" w:eastAsia="Calibri" w:hAnsi="Times New Roman" w:cs="Times New Roman"/>
          <w:sz w:val="24"/>
        </w:rPr>
        <w:t xml:space="preserve"> га, для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лісового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пов’язаних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з ним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послуг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за межами </w:t>
      </w:r>
      <w:proofErr w:type="gramStart"/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>.</w:t>
      </w: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2.КП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ради.</w:t>
      </w:r>
    </w:p>
    <w:p w:rsidR="002F6770" w:rsidRPr="00382D64" w:rsidRDefault="002F6770" w:rsidP="002F67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382D6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F6770" w:rsidRPr="00382D64" w:rsidRDefault="002F6770" w:rsidP="002F677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2D6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382D6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382D64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F6770" w:rsidRPr="00382D64" w:rsidRDefault="002F6770" w:rsidP="002F67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A19F0" w:rsidRPr="002F6770" w:rsidRDefault="002F6770" w:rsidP="002F677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DA19F0" w:rsidRPr="002F67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70"/>
    <w:rsid w:val="002F6770"/>
    <w:rsid w:val="00DA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7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F67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F67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F677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77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F67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F67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F677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273</Words>
  <Characters>1557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2021-09-13T10:28:00Z</dcterms:created>
  <dcterms:modified xsi:type="dcterms:W3CDTF">2021-09-13T10:28:00Z</dcterms:modified>
</cp:coreProperties>
</file>