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9C0" w:rsidRDefault="00D26899" w:rsidP="00F139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26899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139C0" w:rsidRDefault="00F139C0" w:rsidP="00F139C0"/>
    <w:p w:rsidR="00F139C0" w:rsidRDefault="00F139C0" w:rsidP="00F139C0"/>
    <w:p w:rsidR="00F139C0" w:rsidRDefault="00F139C0" w:rsidP="00F139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139C0" w:rsidRDefault="00F139C0" w:rsidP="00F139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139C0" w:rsidRDefault="00F139C0" w:rsidP="00F139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139C0" w:rsidRDefault="00F139C0" w:rsidP="00F139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139C0" w:rsidRDefault="00F139C0" w:rsidP="00F139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39C0" w:rsidRDefault="00F139C0" w:rsidP="00F139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139C0" w:rsidRDefault="00F139C0" w:rsidP="00F139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139C0" w:rsidRDefault="00F139C0" w:rsidP="00F139C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139C0" w:rsidRDefault="00F139C0" w:rsidP="00F139C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F139C0" w:rsidRDefault="00F139C0" w:rsidP="00F139C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F139C0" w:rsidRDefault="00F139C0" w:rsidP="00F139C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F139C0" w:rsidRDefault="00F139C0" w:rsidP="00F139C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F139C0" w:rsidRDefault="00F139C0" w:rsidP="00F139C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F139C0" w:rsidRDefault="00F139C0" w:rsidP="00F139C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Вадець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В.А.</w:t>
      </w:r>
    </w:p>
    <w:p w:rsidR="00F139C0" w:rsidRDefault="00F139C0" w:rsidP="00F139C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F139C0" w:rsidRDefault="00F139C0" w:rsidP="00F139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В.А.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F139C0" w:rsidRDefault="00F139C0" w:rsidP="00F139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F139C0" w:rsidRDefault="00F139C0" w:rsidP="00F139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Володимиру Анатолійовичу, який зареєстрований за адресою: </w:t>
      </w:r>
      <w:r w:rsidR="00024D6B">
        <w:rPr>
          <w:rFonts w:ascii="Times New Roman" w:hAnsi="Times New Roman" w:cs="Times New Roman"/>
          <w:sz w:val="24"/>
          <w:szCs w:val="24"/>
          <w:lang w:val="en-US"/>
        </w:rPr>
        <w:t>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2,0000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рахунок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земель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колективної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населеного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пункту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Лисиче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Крупецької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  <w:proofErr w:type="gramEnd"/>
    </w:p>
    <w:p w:rsidR="00F139C0" w:rsidRDefault="00F139C0" w:rsidP="00F139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В.А.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F139C0" w:rsidRDefault="00F139C0" w:rsidP="00F139C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139C0" w:rsidRDefault="00F139C0" w:rsidP="00F139C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139C0" w:rsidRDefault="00F139C0" w:rsidP="00F139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F139C0" w:rsidRDefault="00F139C0" w:rsidP="00F139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F139C0" w:rsidRPr="00F139C0" w:rsidRDefault="00F139C0" w:rsidP="00F139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F139C0" w:rsidRDefault="00F139C0" w:rsidP="00F139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C6666B" w:rsidRPr="00F139C0" w:rsidRDefault="00F139C0" w:rsidP="00F139C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</w:p>
    <w:sectPr w:rsidR="00C6666B" w:rsidRPr="00F139C0" w:rsidSect="00C666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F139C0"/>
    <w:rsid w:val="00024D6B"/>
    <w:rsid w:val="00171A2E"/>
    <w:rsid w:val="00304C90"/>
    <w:rsid w:val="00505B6D"/>
    <w:rsid w:val="006D3977"/>
    <w:rsid w:val="007D6C18"/>
    <w:rsid w:val="00C6666B"/>
    <w:rsid w:val="00D1641A"/>
    <w:rsid w:val="00D26899"/>
    <w:rsid w:val="00F13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9C0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239</Words>
  <Characters>1367</Characters>
  <Application>Microsoft Office Word</Application>
  <DocSecurity>0</DocSecurity>
  <Lines>11</Lines>
  <Paragraphs>3</Paragraphs>
  <ScaleCrop>false</ScaleCrop>
  <Company>Microsoft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2020-03-04T08:41:00Z</dcterms:created>
  <dcterms:modified xsi:type="dcterms:W3CDTF">2020-03-04T08:51:00Z</dcterms:modified>
</cp:coreProperties>
</file>