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09C" w:rsidRPr="00CD53EA" w:rsidRDefault="002D609C" w:rsidP="002D609C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D609C" w:rsidRDefault="002D609C" w:rsidP="002D60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D609C" w:rsidRDefault="002D609C" w:rsidP="002D60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D609C" w:rsidRDefault="002D609C" w:rsidP="002D60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2D609C" w:rsidRDefault="002D609C" w:rsidP="002D6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№6</w:t>
      </w:r>
    </w:p>
    <w:p w:rsidR="002D609C" w:rsidRDefault="002D609C" w:rsidP="002D60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Перловському Вячеславу Володимировичу в розмірі  500.00 ( п’ятсот) грн;</w:t>
      </w:r>
    </w:p>
    <w:p w:rsidR="002D609C" w:rsidRDefault="002D609C" w:rsidP="002D609C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Степанюк Ніні Яківлівні в розмірі 2900.00 ( дві тисячі дев’ятсот)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Шенглер Клавдії Петрівні  в розмірі 1000.00 ( одна тисяча )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Калач Василю Михайловичу в розмірі  2000.00 ( дві тисячі)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Клімчук Ніні Володимирівні в розмірі 2000.00 ( дві тисячі)  грн; 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Гаврилюк Олександру Петровичу в розмірі 1000.00 ( одна тисяча ) 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 Кобринь Катерині Омелянівні в розмірі 1000.00 ( одна тисяча ) 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Пєрєвєрзєві  Раїсі Леонідівні  в розмірі 1000.00 ( одна тисяча ) 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Сосонюк Олені Опанасівні в розмірі 1000.00 ( одна тисяча )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Пляцко Марії Іллівні в розмірі 1000.00 ( одна тисяча ) грн;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1.11Перловському Вячеславу Володимировичу в розмірі 500.00 ( п’ятсот)  грн на лікування  Перловської Софії Кирилівни 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 Пилипчук Світлані Валентинівні в розмірі 2000.00 ( дві тисячі) грн на лікування Гаврилюк Каріни Вікторівни 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1.13 Мовчанюк Тетяні Василівні в розмірі 2000.00 ( дві тисячі) грн на лікування Косковецької Галини Олексіївни ;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 Розгляд заяви  гр. Ніколайчук Ніни Максимівни перенести на наступну сесію  при  донесенні довідки з медичного закладу .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2D609C" w:rsidRDefault="002D609C" w:rsidP="002D609C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4.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D609C" w:rsidRDefault="002D609C" w:rsidP="002D609C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Валерій МИХАЛЮК</w:t>
      </w:r>
    </w:p>
    <w:p w:rsidR="00760D6C" w:rsidRDefault="00760D6C">
      <w:bookmarkStart w:id="0" w:name="_GoBack"/>
      <w:bookmarkEnd w:id="0"/>
    </w:p>
    <w:sectPr w:rsidR="00760D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09C"/>
    <w:rsid w:val="00171A2E"/>
    <w:rsid w:val="002D609C"/>
    <w:rsid w:val="00304C90"/>
    <w:rsid w:val="00505B6D"/>
    <w:rsid w:val="006D3977"/>
    <w:rsid w:val="00760D6C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D609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D60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D609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D609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D60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D609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401</Words>
  <Characters>2291</Characters>
  <Application>Microsoft Office Word</Application>
  <DocSecurity>0</DocSecurity>
  <Lines>19</Lines>
  <Paragraphs>5</Paragraphs>
  <ScaleCrop>false</ScaleCrop>
  <Company>Microsoft</Company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2020-09-29T17:10:00Z</dcterms:created>
  <dcterms:modified xsi:type="dcterms:W3CDTF">2020-09-29T17:10:00Z</dcterms:modified>
</cp:coreProperties>
</file>