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090" w:rsidRPr="00D473DA" w:rsidRDefault="002B1090" w:rsidP="002B109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473DA">
        <w:rPr>
          <w:rFonts w:ascii="Times New Roman" w:eastAsia="Arial Unicode MS" w:hAnsi="Times New Roman" w:cs="Times New Roman"/>
          <w:color w:val="FF0000"/>
          <w:sz w:val="24"/>
          <w:szCs w:val="24"/>
        </w:rPr>
        <w:t>ПРОЄКТ</w:t>
      </w:r>
    </w:p>
    <w:p w:rsidR="002B1090" w:rsidRPr="00D473DA" w:rsidRDefault="002B1090" w:rsidP="002B10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D473DA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4EAD059" wp14:editId="3F47AAAB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6639" name="Группа 166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664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4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090" w:rsidRPr="00E77963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4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4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4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4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4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4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4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4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5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5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5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5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5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5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5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5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5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5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6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6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6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6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6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6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6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6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6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6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090" w:rsidRDefault="002B1090" w:rsidP="002B109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4EAD059" id="Группа 16639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1090" w:rsidRPr="00E77963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" fillcolor="black" stroked="f"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" fillcolor="black" stroked="f"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B1090" w:rsidRDefault="002B1090" w:rsidP="002B109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B1090" w:rsidRPr="00D473DA" w:rsidRDefault="002B1090" w:rsidP="002B10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B1090" w:rsidRPr="00D473DA" w:rsidRDefault="002B1090" w:rsidP="002B109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B1090" w:rsidRPr="00D473DA" w:rsidRDefault="002B1090" w:rsidP="002B10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B1090" w:rsidRPr="00D473DA" w:rsidRDefault="002B1090" w:rsidP="002B10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2B1090" w:rsidRPr="00D473DA" w:rsidRDefault="002B1090" w:rsidP="002B10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D473DA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2B1090" w:rsidRPr="00D473DA" w:rsidRDefault="002B1090" w:rsidP="002B109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D473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2B1090" w:rsidRPr="00D473DA" w:rsidRDefault="002B1090" w:rsidP="002B10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D473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2B1090" w:rsidRPr="00D473DA" w:rsidRDefault="002B1090" w:rsidP="002B10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D473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2B1090" w:rsidRPr="00D473DA" w:rsidRDefault="002B1090" w:rsidP="002B10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B1090" w:rsidRPr="00D473DA" w:rsidRDefault="002B1090" w:rsidP="002B10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D473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2B1090" w:rsidRPr="00D473DA" w:rsidRDefault="002B1090" w:rsidP="002B10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B1090" w:rsidRPr="00D473DA" w:rsidRDefault="002B1090" w:rsidP="002B109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</w:t>
      </w: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2B1090" w:rsidRPr="00D473DA" w:rsidRDefault="002B1090" w:rsidP="002B109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2B1090" w:rsidRPr="00D473DA" w:rsidRDefault="002B1090" w:rsidP="002B109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.06</w:t>
      </w: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2B1090" w:rsidRPr="00D473DA" w:rsidRDefault="002B1090" w:rsidP="002B1090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2B1090" w:rsidRPr="00D473DA" w:rsidRDefault="002B1090" w:rsidP="002B109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2B1090" w:rsidRPr="00D473DA" w:rsidRDefault="002B1090" w:rsidP="002B10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2B1090" w:rsidRPr="00D473DA" w:rsidRDefault="002B1090" w:rsidP="002B10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2B1090" w:rsidRPr="00D473DA" w:rsidRDefault="002B1090" w:rsidP="002B10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2B1090" w:rsidRPr="00D473DA" w:rsidRDefault="002B1090" w:rsidP="002B10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Піжик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Т.П.</w:t>
      </w:r>
    </w:p>
    <w:p w:rsidR="002B1090" w:rsidRPr="00D473DA" w:rsidRDefault="002B1090" w:rsidP="002B10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2B1090" w:rsidRPr="00D473DA" w:rsidRDefault="002B1090" w:rsidP="002B10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B1090" w:rsidRPr="00D473DA" w:rsidRDefault="002B1090" w:rsidP="002B10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розглянувши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Піжик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Т.П.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,  сільська рада </w:t>
      </w:r>
    </w:p>
    <w:p w:rsidR="002B1090" w:rsidRPr="00D473DA" w:rsidRDefault="002B1090" w:rsidP="002B10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2B1090" w:rsidRPr="00D473DA" w:rsidRDefault="002B1090" w:rsidP="002B10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B1090" w:rsidRPr="00D473DA" w:rsidRDefault="002B1090" w:rsidP="002B109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B1090" w:rsidRPr="00D473DA" w:rsidRDefault="002B1090" w:rsidP="002B10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</w:pP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      1</w:t>
      </w:r>
      <w:r w:rsidRPr="00D473DA">
        <w:rPr>
          <w:rFonts w:ascii="Times New Roman" w:eastAsia="Calibri" w:hAnsi="Times New Roman" w:cs="Times New Roman"/>
          <w:color w:val="FF0000"/>
          <w:sz w:val="24"/>
          <w:lang w:eastAsia="en-US"/>
        </w:rPr>
        <w:t xml:space="preserve">. 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>Надати</w:t>
      </w:r>
      <w:r w:rsidRPr="00D473DA">
        <w:rPr>
          <w:rFonts w:ascii="Times New Roman" w:eastAsia="Calibri" w:hAnsi="Times New Roman" w:cs="Times New Roman"/>
          <w:color w:val="FF0000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Піжик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Тетяні Павлівні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>,  як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а зареєстрована 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862B25">
        <w:rPr>
          <w:rFonts w:ascii="Times New Roman" w:eastAsia="Calibri" w:hAnsi="Times New Roman" w:cs="Times New Roman"/>
          <w:sz w:val="24"/>
          <w:lang w:eastAsia="en-US"/>
        </w:rPr>
        <w:t>___________</w:t>
      </w:r>
      <w:bookmarkStart w:id="0" w:name="_GoBack"/>
      <w:bookmarkEnd w:id="0"/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дозвіл на розробку </w:t>
      </w:r>
      <w:proofErr w:type="spellStart"/>
      <w:r w:rsidRPr="00D473D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 із землеустрою щодо відведення земельної ділянки для передачі її у </w:t>
      </w:r>
      <w:r>
        <w:rPr>
          <w:rFonts w:ascii="Times New Roman" w:eastAsia="Calibri" w:hAnsi="Times New Roman" w:cs="Times New Roman"/>
          <w:sz w:val="24"/>
          <w:lang w:eastAsia="en-US"/>
        </w:rPr>
        <w:t>власність,  орієнтовною площею 0,1900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га, </w:t>
      </w:r>
      <w:r w:rsidRPr="00D473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 землі запасу, кадастровий номер</w:t>
      </w:r>
      <w:r w:rsidRPr="00D473DA">
        <w:rPr>
          <w:rFonts w:ascii="Arial" w:eastAsia="Calibri" w:hAnsi="Arial" w:cs="Arial"/>
          <w:color w:val="333333"/>
          <w:sz w:val="21"/>
          <w:szCs w:val="21"/>
          <w:shd w:val="clear" w:color="auto" w:fill="FFFFFF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>6823986800:03:018:0359,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зі зміною цільового призначення, для ведення особистого селянського господарства, яка розташована </w:t>
      </w:r>
      <w:r w:rsidRPr="00D473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 xml:space="preserve">Хмельницька область, Шепетівський район, на території </w:t>
      </w:r>
      <w:proofErr w:type="spellStart"/>
      <w:r w:rsidRPr="00D473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Крупецької</w:t>
      </w:r>
      <w:proofErr w:type="spellEnd"/>
      <w:r w:rsidRPr="00D473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 xml:space="preserve"> сільської ради</w:t>
      </w: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 xml:space="preserve"> за межами </w:t>
      </w:r>
      <w:proofErr w:type="spellStart"/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с.Крупець</w:t>
      </w:r>
      <w:proofErr w:type="spellEnd"/>
      <w:r w:rsidRPr="00D473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.</w:t>
      </w:r>
    </w:p>
    <w:p w:rsidR="002B1090" w:rsidRPr="00D473DA" w:rsidRDefault="002B1090" w:rsidP="002B10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Піжик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Т.П. р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озробити </w:t>
      </w:r>
      <w:proofErr w:type="spellStart"/>
      <w:r w:rsidRPr="00D473DA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2B1090" w:rsidRPr="00D473DA" w:rsidRDefault="002B1090" w:rsidP="002B10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73D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2B1090" w:rsidRPr="00D473DA" w:rsidRDefault="002B1090" w:rsidP="002B109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B1090" w:rsidRPr="00D473DA" w:rsidRDefault="002B1090" w:rsidP="002B10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B1090" w:rsidRPr="00D473DA" w:rsidRDefault="002B1090" w:rsidP="002B109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B7567" w:rsidRPr="002B1090" w:rsidRDefault="002B1090" w:rsidP="002B109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D473DA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6B7567" w:rsidRPr="002B1090" w:rsidSect="002B1090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090"/>
    <w:rsid w:val="002B1090"/>
    <w:rsid w:val="006B7567"/>
    <w:rsid w:val="0086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09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09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283</Words>
  <Characters>1614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2021-06-22T07:40:00Z</dcterms:created>
  <dcterms:modified xsi:type="dcterms:W3CDTF">2021-06-22T12:49:00Z</dcterms:modified>
</cp:coreProperties>
</file>