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22D8" w:rsidRPr="00D02183" w:rsidRDefault="008122D8" w:rsidP="008122D8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9280" name="Группа 9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92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290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poscUA&#10;AADdAAAADwAAAGRycy9kb3ducmV2LnhtbESPT2vCQBTE7wW/w/KE3uomEdqYuhERLTkIxX/3R/aZ&#10;hGbfhuxq4rd3C4Ueh5n5DbNcjaYVd+pdY1lBPItAEJdWN1wpOJ92bykI55E1tpZJwYMcrPLJyxIz&#10;bQc+0P3oKxEg7DJUUHvfZVK6siaDbmY74uBdbW/QB9lXUvc4BLhpZRJF79Jgw2Ghxo42NZU/x5tR&#10;YOdfxf5SJYf5lj88r7/T62XcK/U6HdefIDyN/j/81y60gkWSxvD7JjwBm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6mi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4yyMgA&#10;AADdAAAADwAAAGRycy9kb3ducmV2LnhtbESPQUsDMRSE74L/ITzBS7HZ7qFu16ZFCtvWHgqtgtfH&#10;5rlZ3bwsSWzX/nojFDwOM/MNM18OthMn8qF1rGAyzkAQ10633Ch4e60eChAhImvsHJOCHwqwXNze&#10;zLHU7swHOh1jIxKEQ4kKTIx9KWWoDVkMY9cTJ+/DeYsxSd9I7fGc4LaTeZZNpcWW04LBnlaG6q/j&#10;t1XwWe3N++rxsvaj2YEuo2q36V6mSt3fDc9PICIN8T98bW+1glle5P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LjL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r1LMQA&#10;AADdAAAADwAAAGRycy9kb3ducmV2LnhtbESP32rCMBTG7we+QziCN0PTKQxXjaWIyuhNUfcAh+bY&#10;FJuT0mS2vv0yGOzy4/vz49tmo23Fg3rfOFbwtkhAEFdON1wr+Loe52sQPiBrbB2Tgid5yHaTly2m&#10;2g18pscl1CKOsE9RgQmhS6X0lSGLfuE64ujdXG8xRNnXUvc4xHHbymWSvEuLDUeCwY72hqr75dtG&#10;SLnCsrgN1+NpxAEPheHX/KzUbDrmGxCBxvAf/mt/agUfy/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69S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i4+MYA&#10;AADdAAAADwAAAGRycy9kb3ducmV2LnhtbESPQUsDMRSE70L/Q3gFbzbrUtu6Ni1SFUTooVUQb4/N&#10;6+7i5iUkz+76740geBxm5htmvR1dr84UU+fZwPWsAEVce9txY+Dt9elqBSoJssXeMxn4pgTbzeRi&#10;jZX1Ax/ofJRGZQinCg20IqHSOtUtOUwzH4izd/LRoWQZG20jDhnuel0WxUI77DgvtBho11L9efxy&#10;BvbDY3hZLm5O4SPOS50erLzvxJjL6Xh/B0polP/wX/vZGrgtV3P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i4+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/Iw8MA&#10;AADdAAAADwAAAGRycy9kb3ducmV2LnhtbESP3YrCMBCF74V9hzAL3oimqyhajSLLuog3xZ8HGJqx&#10;KTaT0mRtffuNIHh5OD8fZ7XpbCXu1PjSsYKvUQKCOHe65ELB5bwbzkH4gKyxckwKHuRhs/7orTDV&#10;ruUj3U+hEHGEfYoKTAh1KqXPDVn0I1cTR+/qGoshyqaQusE2jttKjpNkJi2WHAkGa/o2lN9OfzZC&#10;sglmh2t73v122OLPwfBge1Sq/9ltlyACdeEdfrX3WsFiPJ/C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/Iw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aDFMYA&#10;AADdAAAADwAAAGRycy9kb3ducmV2LnhtbESPQUvDQBSE70L/w/IEb3Zj0Fhjt6VUhSJ4sAri7ZF9&#10;TYLZt8vus4n/visIHoeZ+YZZric3qCPF1Hs2cDUvQBE33vbcGnh/e7pcgEqCbHHwTAZ+KMF6NTtb&#10;Ym39yK903EurMoRTjQY6kVBrnZqOHKa5D8TZO/joULKMrbYRxwx3gy6LotIOe84LHQbadtR87b+d&#10;gZfxMTzfVjeH8BmvS50erHxsxZiL82lzD0pokv/wX3tnDdyViwp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3aDF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qG8ccA&#10;AADdAAAADwAAAGRycy9kb3ducmV2LnhtbESPQWsCMRSE7wX/Q3hCL1KzVdra1ShVCAoWSm2h18fm&#10;ubu4eVmS1F3/vSkIPQ4z8w2zWPW2EWfyoXas4HGcgSAunKm5VPD9pR9mIEJENtg4JgUXCrBaDu4W&#10;mBvX8SedD7EUCcIhRwVVjG0uZSgqshjGriVO3tF5izFJX0rjsUtw28hJlj1LizWnhQpb2lRUnA6/&#10;VsH6oyunflSse7c/bn+etDb6XSt1P+zf5iAi9fE/fGvvjILXyewF/t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6hv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1IxsEA&#10;AADdAAAADwAAAGRycy9kb3ducmV2LnhtbERP3WrCMBS+F3yHcITdzXRljtoZRTYKMrzx5wEOzVnT&#10;2ZyUJNb69suF4OXH97/ajLYTA/nQOlbwNs9AENdOt9woOJ+q1wJEiMgaO8ek4E4BNuvpZIWldjc+&#10;0HCMjUghHEpUYGLsSylDbchimLueOHG/zluMCfpGao+3FG47mWfZh7TYcmow2NOXofpyvFoF1U++&#10;Hy5X7Su3Hd8tLcxf8W2UepmN208Qkcb4FD/cO61gmRdpbn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dSMb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m3GMYA&#10;AADdAAAADwAAAGRycy9kb3ducmV2LnhtbESPQWsCMRSE74L/IbxCL6VmVSq6NYoKwUIFqS30+tg8&#10;d5duXpYkddd/bwoFj8PMfMMs171txIV8qB0rGI8yEMSFMzWXCr4+9fMcRIjIBhvHpOBKAdar4WCJ&#10;uXEdf9DlFEuRIBxyVFDF2OZShqIii2HkWuLknZ23GJP0pTQeuwS3jZxk2UxarDktVNjSrqLi5/Rr&#10;FWyPXTn1T8W2d+/n/feL1kYftFKPD/3mFUSkPt7D/+03o2AxmS/g7016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m3G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x7QcUA&#10;AADdAAAADwAAAGRycy9kb3ducmV2LnhtbESPUWvCMBSF34X9h3AHe9O0bhOtRhGlMMZe7PYDLs21&#10;qTY3JYm1+/fLYLDHwznnO5zNbrSdGMiH1rGCfJaBIK6dbrlR8PVZTpcgQkTW2DkmBd8UYLd9mGyw&#10;0O7OJxqq2IgE4VCgAhNjX0gZakMWw8z1xMk7O28xJukbqT3eE9x2cp5lC2mx5bRgsKeDofpa3ayC&#10;8n3+MVxv2pduP75YejWX5dEo9fQ47tcgIo3xP/zXftMKVs95D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THtB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xnrwA&#10;AADdAAAADwAAAGRycy9kb3ducmV2LnhtbERPSwrCMBDdC94hjODOpn6RahQRFF1aPcDQjG2xmdQm&#10;2np7sxBcPt5/ve1MJd7UuNKygnEUgyDOrC45V3C7HkZLEM4ja6wsk4IPOdhu+r01Jtq2fKF36nMR&#10;QtglqKDwvk6kdFlBBl1ka+LA3W1j0AfY5FI32IZwU8lJHC+kwZJDQ4E17QvKHunLKJh92uMznT/i&#10;gzY0Pk/rM/tsrtRw0O1WIDx1/i/+uU9awXSxDHPDm/AE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kKvGe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RNGcUA&#10;AADdAAAADwAAAGRycy9kb3ducmV2LnhtbESPQWvCQBSE7wX/w/IEb83GCEHTrCIGpfRkU9vzI/tM&#10;gtm3Ibtq/PfdgtDjMDPfMPlmNJ240eBaywrmUQyCuLK65VrB6Wv/ugThPLLGzjIpeJCDzXrykmOm&#10;7Z0/6Vb6WgQIuwwVNN73mZSuasigi2xPHLyzHQz6IIda6gHvAW46mcRxKg22HBYa7GnXUHUpr0bB&#10;Nf1JTnz+0MeyeBxWxX7r5Het1Gw6bt9AeBr9f/jZftcKFulyBX9vw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9E0Z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QNXsQA&#10;AADdAAAADwAAAGRycy9kb3ducmV2LnhtbERPu27CMBTdkfgH6yJ1A4eCIggYRJEqlQ4gXgPbJb4k&#10;gfg6xC6kf18PSB2Pzns6b0wpHlS7wrKCfi8CQZxaXXCm4LD/7I5AOI+ssbRMCn7JwXzWbk0x0fbJ&#10;W3rsfCZCCLsEFeTeV4mULs3JoOvZijhwF1sb9AHWmdQ1PkO4KeV7FMXSYMGhIceKljmlt92PUXDc&#10;jOLx5mM1vH6vzzgw+n7SRazUW6dZTEB4avy/+OX+0goG8TjsD2/CE5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0DV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BqNsYA&#10;AADdAAAADwAAAGRycy9kb3ducmV2LnhtbESPT2vCQBTE74V+h+UVvNVNYgmaugn9Q1V6Ulvo9ZF9&#10;JsHs25BdNfrpXUHocZiZ3zDzYjCtOFLvGssK4nEEgri0uuFKwe/P1/MUhPPIGlvLpOBMDor88WGO&#10;mbYn3tBx6ysRIOwyVFB732VSurImg25sO+Lg7Wxv0AfZV1L3eApw08okilJpsOGwUGNHHzWV++3B&#10;KLikf7h2y+T9c6I9nV+mC/u9Xig1ehreXkF4Gvx/+N5eaQWTdBbD7U14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BqN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qn+cUA&#10;AADdAAAADwAAAGRycy9kb3ducmV2LnhtbESP0WrCQBRE3wv+w3IF3+rGaINGV5FiwTdr6gdcstdN&#10;MHs3Zrea+vVuodDHYWbOMKtNbxtxo87XjhVMxgkI4tLpmo2C09fH6xyED8gaG8ek4Ic8bNaDlxXm&#10;2t35SLciGBEh7HNUUIXQ5lL6siKLfuxa4uidXWcxRNkZqTu8R7htZJokmbRYc1yosKX3ispL8W0V&#10;XF36pvtih4fLbvFZGzO7Po4zpUbDfrsEEagP/+G/9l4rmGaLFH7fx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iqf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eICsUA&#10;AADdAAAADwAAAGRycy9kb3ducmV2LnhtbESPzW7CMBCE70h9B2uReisOjQgQMKithMSVnwPHxV6S&#10;QLxOYxcCT19XqsRxNDPfaObLztbiSq2vHCsYDhIQxNqZigsF+93qbQLCB2SDtWNScCcPy8VLb465&#10;cTfe0HUbChEh7HNUUIbQ5FJ6XZJFP3ANcfROrrUYomwLaVq8Rbit5XuSZNJixXGhxIa+StKX7Y9V&#10;sK6ONMr0aWonn3pzeHyHdHw2Sr32u48ZiEBdeIb/22ujIM2mK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54g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fjisIA&#10;AADdAAAADwAAAGRycy9kb3ducmV2LnhtbERPXWvCMBR9F/Yfwh34pulUZHZGUUFQnMLc0NdLc9eU&#10;NTelibX+eyMMfDzfnOm8taVoqPaFYwVv/QQEceZ0wbmCn+917x2ED8gaS8ek4EYe5rOXzhRT7a78&#10;Rc0x5CKWsE9RgQmhSqX0mSGLvu8q4qj9utpiiLDOpa7xGsttKQdJMpYWC44LBitaGcr+jheroMHD&#10;LTmb5X6yLT6zwWF52unIq+5ru/gAEagNT/N/eqMVDMeTE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B+O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D4ccUA&#10;AADdAAAADwAAAGRycy9kb3ducmV2LnhtbESPQUvDQBSE74L/YXmCN7sxYqmx21IKFY+a9uDxmX3N&#10;pmbfC7trE/31riB4HGbmG2a5nnyvzhRiJ2zgdlaAIm7EdtwaOOx3NwtQMSFb7IXJwBdFWK8uL5ZY&#10;WRn5lc51alWGcKzQgEtpqLSOjSOPcSYDcfaOEjymLEOrbcAxw32vy6KYa48d5wWHA20dNR/1pzcw&#10;PjXvp/L4Zt13GGRXv8ip7MWY66tp8wgq0ZT+w3/tZ2vgbv5w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cPh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goccA&#10;AADdAAAADwAAAGRycy9kb3ducmV2LnhtbESPW2sCMRSE3wX/QziCb5pVYWu3RvEKpbQUL30/3Zzu&#10;riYnyybV7b83hUIfh5n5hpktWmvElRpfOVYwGiYgiHOnKy4UnI67wRSED8gajWNS8EMeFvNuZ4aZ&#10;djfe0/UQChEh7DNUUIZQZ1L6vCSLfuhq4uh9ucZiiLIppG7wFuHWyHGSpNJixXGhxJrWJeWXw7dV&#10;sHvfmPP4bb/8kGG9ffg005fV5lWpfq9dPoEI1Ib/8F/7WSuYpI8p/L6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JIK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JIg8gA&#10;AADdAAAADwAAAGRycy9kb3ducmV2LnhtbESP3WrCQBSE7wt9h+UIvSm6acW/mFVEKFqwUGOhtyfZ&#10;YxLMng3ZbUzfvlsQvBxm5hsmWfemFh21rrKs4GUUgSDOra64UPB1ehvOQTiPrLG2TAp+ycF69fiQ&#10;YKztlY/Upb4QAcIuRgWl900spctLMuhGtiEO3tm2Bn2QbSF1i9cAN7V8jaKpNFhxWCixoW1J+SX9&#10;MQq6z0NW7DvXvF/mz24yzna7D/2t1NOg3yxBeOr9PXxr77WC8XQxg/834QnI1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6IkiD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ygOMUA&#10;AADdAAAADwAAAGRycy9kb3ducmV2LnhtbERPu27CMBTdK/EP1kViKw7QIggxCCpV6lKpPAbYbuJL&#10;EhFfp7YLab++HpAYj847W3WmEVdyvrasYDRMQBAXVtdcKjjs359nIHxA1thYJgW/5GG17D1lmGp7&#10;4y1dd6EUMYR9igqqENpUSl9UZNAPbUscubN1BkOErpTa4S2Gm0aOk2QqDdYcGyps6a2i4rL7MQo2&#10;89nm++uFP/+2+YlOx/zyOnaJUoN+t16ACNSFh/ju/tAKJtN5nBvfx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HKA4xQAAAN0AAAAPAAAAAAAAAAAAAAAAAJgCAABkcnMv&#10;ZG93bnJldi54bWxQSwUGAAAAAAQABAD1AAAAigMAAAAA&#10;" fillcolor="black" stroked="f"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GrcgA&#10;AADdAAAADwAAAGRycy9kb3ducmV2LnhtbESPT2vCQBTE7wW/w/KE3uqmFoOmrqK2hUL14J+Dx9fs&#10;a7Ik+zZktxr76buC4HGYmd8w03lna3Gi1hvHCp4HCQji3GnDhYLD/uNpDMIHZI21Y1JwIQ/zWe9h&#10;ipl2Z97SaRcKESHsM1RQhtBkUvq8JIt+4Bri6P241mKIsi2kbvEc4baWwyRJpUXDcaHEhlYl5dXu&#10;1yo4fqVmvDU0/F7/Ld/1elQtN2+VUo/9bvEKIlAX7uFb+1MreEkn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ecat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3Ln8IA&#10;AADdAAAADwAAAGRycy9kb3ducmV2LnhtbERPTWsCMRC9C/6HMEJvNWkLVrZGEYvYSw+1Fa/DZrrZ&#10;7mayJlFXf705FDw+3vds0btWnCjE2rOGp7ECQVx6U3Ol4ed7/TgFEROywdYzabhQhMV8OJhhYfyZ&#10;v+i0TZXIIRwL1GBT6gopY2nJYRz7jjhzvz44TBmGSpqA5xzuWvms1EQ6rDk3WOxoZalstkenISz3&#10;782Vj7tGXT8vcfPXH6ZotX4Y9cs3EIn6dBf/uz+MhpdXlffnN/kJ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Tcuf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XLtsUA&#10;AADdAAAADwAAAGRycy9kb3ducmV2LnhtbESPUWsCMRCE34X+h7CFvkhNtFDbq1FEKBSUgtYfsL1s&#10;744mm+Oy1dNf3wiCj8PMfMPMFn3w6kBdaiJbGI8MKOIyuoYrC/uv98cXUEmQHfrIZOFECRbzu8EM&#10;CxePvKXDTiqVIZwKtFCLtIXWqawpYBrFljh7P7ELKFl2lXYdHjM8eD0x5lkHbDgv1NjSqqbyd/cX&#10;LPjJt39dT9NGTnu9Mecg2+Gns/bhvl++gRLq5Ra+tj+chaepGcPlTX4Ce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Vcu2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tahcYA&#10;AADdAAAADwAAAGRycy9kb3ducmV2LnhtbESPQWsCMRSE74X+h/CE3jTrFrSsRrEVYS8eulq8PjfP&#10;zWLysmxS3fbXN4VCj8PMfMMs14Oz4kZ9aD0rmE4yEMS11y03Co6H3fgFRIjIGq1nUvBFAdarx4cl&#10;Ftrf+Z1uVWxEgnAoUIGJsSukDLUhh2HiO+LkXXzvMCbZN1L3eE9wZ2WeZTPpsOW0YLCjN0P1tfp0&#10;CrZVZ/NjaV7D6WN/Ptvye0enrVJPo2GzABFpiP/hv3apFTzPs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wtah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wr8UA&#10;AADdAAAADwAAAGRycy9kb3ducmV2LnhtbESPwWrDMBBE74X8g9hAb7WUBpzgWAklNBDIqW5yyG2R&#10;trZba2UsNXb+vioUehxm5g1T7ibXiRsNofWsYZEpEMTG25ZrDef3w9MaRIjIFjvPpOFOAXbb2UOJ&#10;hfUjv9GtirVIEA4Famhi7Aspg2nIYch8T5y8Dz84jEkOtbQDjgnuOvmsVC4dtpwWGuxp35D5qr6d&#10;hs+DPHmj0FzOl/FoV9fXnDql9eN8etmAiDTF//Bf+2g1LFdqC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0LCv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CK9cYA&#10;AADdAAAADwAAAGRycy9kb3ducmV2LnhtbESPT2sCMRTE70K/Q3iF3mq2WqysZsUWCqXFg2sRj8/N&#10;2z/s5mVJoq7f3hQKHoeZ+Q2zXA2mE2dyvrGs4GWcgCAurG64UvC7+3yeg/ABWWNnmRRcycMqexgt&#10;MdX2wls656ESEcI+RQV1CH0qpS9qMujHtieOXmmdwRClq6R2eIlw08lJksykwYbjQo09fdRUtPnJ&#10;KDicfrjcTL/X7j3s7bDz7eQ4b5V6ehzWCxCBhnAP/7e/tILpW/IK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CK9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aVvMcA&#10;AADdAAAADwAAAGRycy9kb3ducmV2LnhtbESPQWsCMRSE70L/Q3iF3jSprdZujVIFoReh2h7q7bl5&#10;3V3cvGyTqKu/3ggFj8PMfMOMp62txYF8qBxreOwpEMS5MxUXGr6/Ft0RiBCRDdaOScOJAkwnd50x&#10;ZsYdeUWHdSxEgnDIUEMZY5NJGfKSLIaea4iT9+u8xZikL6TxeExwW8u+UkNpseK0UGJD85Ly3Xpv&#10;NcxeR7O/z2denlfbDW1+trtB3yutH+7b9zcQkdp4C/+3P4yGpxc1gOub9ATk5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2lbzHAAAA3QAAAA8AAAAAAAAAAAAAAAAAmAIAAGRy&#10;cy9kb3ducmV2LnhtbFBLBQYAAAAABAAEAPUAAACMAwAAAAA=&#10;" fillcolor="black" stroked="f"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jxysUA&#10;AADdAAAADwAAAGRycy9kb3ducmV2LnhtbESPzWrDMBCE74W+g9hCb43cBpLiRgkmUBp6cn5Krxtr&#10;a5laKyMpivv2VSCQ4zAz3zCL1Wh7kciHzrGC50kBgrhxuuNWwWH//vQKIkRkjb1jUvBHAVbL+7sF&#10;ltqdeUtpF1uRIRxKVGBiHEopQ2PIYpi4gTh7P85bjFn6VmqP5wy3vXwpipm02HFeMDjQ2lDzuztZ&#10;Bem4rqtp+k5m++mr1rv64+tYK/X4MFZvICKN8Ra+tjdawXRezODyJj8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WPH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O0o8YA&#10;AADdAAAADwAAAGRycy9kb3ducmV2LnhtbESPQWvCQBSE74X+h+UVvNWNCtqmriKipfZiGwU9PrKv&#10;2WD2bciuMfrr3UKhx2FmvmGm885WoqXGl44VDPoJCOLc6ZILBfvd+vkFhA/IGivHpOBKHuazx4cp&#10;ptpd+JvaLBQiQtinqMCEUKdS+tyQRd93NXH0flxjMUTZFFI3eIlwW8lhkoylxZLjgsGalobyU3a2&#10;CvxguTp82ttre3w3vM02ZvxVGKV6T93iDUSgLvyH/9ofWsFokkzg9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O0o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lang w:val="ru-RU"/>
        </w:rPr>
      </w:pP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lang w:val="ru-RU"/>
        </w:rPr>
      </w:pP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lang w:val="ru-RU"/>
        </w:rPr>
      </w:pP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lang w:val="ru-RU"/>
        </w:rPr>
      </w:pPr>
    </w:p>
    <w:p w:rsidR="008122D8" w:rsidRDefault="008122D8" w:rsidP="008122D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8122D8" w:rsidRPr="00D02183" w:rsidRDefault="008122D8" w:rsidP="008122D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8122D8" w:rsidRPr="00D02183" w:rsidRDefault="008122D8" w:rsidP="008122D8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8122D8" w:rsidRPr="00D02183" w:rsidRDefault="008122D8" w:rsidP="008122D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8122D8" w:rsidRPr="00D02183" w:rsidRDefault="008122D8" w:rsidP="008122D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lang w:val="ru-RU"/>
        </w:rPr>
      </w:pPr>
      <w:r w:rsidRPr="00D02183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37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22D8" w:rsidRDefault="008122D8" w:rsidP="008122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721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22D8" w:rsidRDefault="008122D8" w:rsidP="008122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8122D8" w:rsidRPr="00D02183" w:rsidRDefault="008122D8" w:rsidP="008122D8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8122D8" w:rsidRPr="00D02183" w:rsidRDefault="008122D8" w:rsidP="008122D8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ХХХХ</w:t>
      </w:r>
      <w:proofErr w:type="gramStart"/>
      <w:r>
        <w:rPr>
          <w:rFonts w:ascii="Times New Roman" w:hAnsi="Times New Roman"/>
          <w:lang w:val="en-US"/>
        </w:rPr>
        <w:t>I</w:t>
      </w:r>
      <w:proofErr w:type="gramEnd"/>
      <w:r>
        <w:rPr>
          <w:rFonts w:ascii="Times New Roman" w:hAnsi="Times New Roman"/>
          <w:lang w:val="ru-RU"/>
        </w:rPr>
        <w:t xml:space="preserve"> </w:t>
      </w:r>
      <w:r w:rsidRPr="00D02183">
        <w:rPr>
          <w:rFonts w:ascii="Times New Roman" w:hAnsi="Times New Roman"/>
          <w:color w:val="FF0000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lang w:val="ru-RU"/>
        </w:rPr>
        <w:t>сесії</w:t>
      </w:r>
      <w:proofErr w:type="spellEnd"/>
      <w:r w:rsidRPr="00D02183">
        <w:rPr>
          <w:rFonts w:ascii="Times New Roman" w:hAnsi="Times New Roman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lang w:val="ru-RU"/>
        </w:rPr>
        <w:t>сільської</w:t>
      </w:r>
      <w:proofErr w:type="spellEnd"/>
      <w:r w:rsidRPr="00D02183">
        <w:rPr>
          <w:rFonts w:ascii="Times New Roman" w:hAnsi="Times New Roman"/>
          <w:lang w:val="ru-RU"/>
        </w:rPr>
        <w:t xml:space="preserve"> ради  </w:t>
      </w:r>
      <w:r w:rsidRPr="00D02183">
        <w:rPr>
          <w:rFonts w:ascii="Times New Roman" w:hAnsi="Times New Roman"/>
          <w:lang w:val="en-US"/>
        </w:rPr>
        <w:t>V</w:t>
      </w:r>
      <w:r w:rsidRPr="00D02183">
        <w:rPr>
          <w:rFonts w:ascii="Times New Roman" w:hAnsi="Times New Roman"/>
          <w:lang w:val="ru-RU"/>
        </w:rPr>
        <w:t xml:space="preserve">ІІ </w:t>
      </w:r>
      <w:proofErr w:type="spellStart"/>
      <w:r w:rsidRPr="00D02183">
        <w:rPr>
          <w:rFonts w:ascii="Times New Roman" w:hAnsi="Times New Roman"/>
          <w:lang w:val="ru-RU"/>
        </w:rPr>
        <w:t>скликання</w:t>
      </w:r>
      <w:proofErr w:type="spellEnd"/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lang w:val="ru-RU"/>
        </w:rPr>
      </w:pPr>
    </w:p>
    <w:p w:rsidR="008122D8" w:rsidRPr="00D02183" w:rsidRDefault="008122D8" w:rsidP="008122D8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25.09</w:t>
      </w:r>
      <w:r w:rsidRPr="00D02183">
        <w:rPr>
          <w:rFonts w:ascii="Times New Roman" w:hAnsi="Times New Roman"/>
          <w:sz w:val="24"/>
          <w:lang w:val="ru-RU"/>
        </w:rPr>
        <w:t xml:space="preserve">. 2020р.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Шевчук Л.С.</w:t>
      </w:r>
    </w:p>
    <w:p w:rsidR="008122D8" w:rsidRPr="00D02183" w:rsidRDefault="008122D8" w:rsidP="008122D8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8122D8" w:rsidRPr="00D02183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до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Носолюк</w:t>
      </w:r>
      <w:proofErr w:type="spellEnd"/>
      <w:r>
        <w:rPr>
          <w:rFonts w:ascii="Times New Roman" w:hAnsi="Times New Roman"/>
          <w:sz w:val="24"/>
        </w:rPr>
        <w:t xml:space="preserve"> Л.Л. </w:t>
      </w:r>
      <w:r w:rsidRPr="00D02183"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8122D8" w:rsidRPr="00D02183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8122D8" w:rsidRPr="00D02183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122D8" w:rsidRPr="00D02183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r>
        <w:rPr>
          <w:rFonts w:ascii="Times New Roman" w:hAnsi="Times New Roman"/>
          <w:sz w:val="24"/>
          <w:lang w:val="ru-RU"/>
        </w:rPr>
        <w:t xml:space="preserve">Шевчук </w:t>
      </w:r>
      <w:proofErr w:type="spellStart"/>
      <w:r>
        <w:rPr>
          <w:rFonts w:ascii="Times New Roman" w:hAnsi="Times New Roman"/>
          <w:sz w:val="24"/>
          <w:lang w:val="ru-RU"/>
        </w:rPr>
        <w:t>Людмилі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Степанівні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 xml:space="preserve">, яка зареєстрована за адресою: </w:t>
      </w:r>
      <w:r w:rsidR="009976A8">
        <w:rPr>
          <w:rFonts w:ascii="Times New Roman" w:hAnsi="Times New Roman"/>
          <w:sz w:val="24"/>
        </w:rPr>
        <w:t>_____________________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.Л</w:t>
      </w:r>
      <w:proofErr w:type="gramEnd"/>
      <w:r>
        <w:rPr>
          <w:rFonts w:ascii="Times New Roman" w:hAnsi="Times New Roman"/>
          <w:sz w:val="24"/>
        </w:rPr>
        <w:t>исиче</w:t>
      </w:r>
      <w:proofErr w:type="spellEnd"/>
      <w:r>
        <w:rPr>
          <w:rFonts w:ascii="Times New Roman" w:hAnsi="Times New Roman"/>
          <w:sz w:val="24"/>
        </w:rPr>
        <w:t>, по вул. Дружби, 23</w:t>
      </w:r>
      <w:r w:rsidRPr="00D02183">
        <w:rPr>
          <w:rFonts w:ascii="Times New Roman" w:hAnsi="Times New Roman"/>
          <w:sz w:val="24"/>
        </w:rPr>
        <w:t>.</w:t>
      </w:r>
    </w:p>
    <w:p w:rsidR="008122D8" w:rsidRPr="00E33128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Шевчук Л.С</w:t>
      </w:r>
      <w:r w:rsidRPr="00D02183">
        <w:rPr>
          <w:rFonts w:ascii="Times New Roman" w:hAnsi="Times New Roman"/>
          <w:sz w:val="24"/>
        </w:rPr>
        <w:t>,</w:t>
      </w:r>
      <w:r w:rsidRPr="00E33128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122D8" w:rsidRPr="00D02183" w:rsidRDefault="008122D8" w:rsidP="008122D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122D8" w:rsidRPr="00D02183" w:rsidRDefault="008122D8" w:rsidP="008122D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8122D8" w:rsidRPr="00D02183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122D8" w:rsidRPr="00D02183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122D8" w:rsidRPr="00D02183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8122D8" w:rsidRPr="00D02183" w:rsidRDefault="008122D8" w:rsidP="008122D8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D02183">
        <w:rPr>
          <w:rFonts w:ascii="Times New Roman" w:hAnsi="Times New Roman"/>
          <w:sz w:val="24"/>
          <w:lang w:val="ru-RU"/>
        </w:rPr>
        <w:t>Сільський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голова                                                                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В.А.Михалюк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</w:p>
    <w:p w:rsidR="00EC7687" w:rsidRDefault="00EC7687"/>
    <w:sectPr w:rsidR="00EC76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2D8"/>
    <w:rsid w:val="00171A2E"/>
    <w:rsid w:val="00304C90"/>
    <w:rsid w:val="00505B6D"/>
    <w:rsid w:val="006D3977"/>
    <w:rsid w:val="007D6C18"/>
    <w:rsid w:val="008122D8"/>
    <w:rsid w:val="009976A8"/>
    <w:rsid w:val="00D1641A"/>
    <w:rsid w:val="00EC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2D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2D8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251</Words>
  <Characters>1432</Characters>
  <Application>Microsoft Office Word</Application>
  <DocSecurity>0</DocSecurity>
  <Lines>11</Lines>
  <Paragraphs>3</Paragraphs>
  <ScaleCrop>false</ScaleCrop>
  <Company>Microsoft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2020-09-17T15:17:00Z</dcterms:created>
  <dcterms:modified xsi:type="dcterms:W3CDTF">2020-09-17T15:45:00Z</dcterms:modified>
</cp:coreProperties>
</file>