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3980" w:rsidRDefault="00A77686" w:rsidP="005C3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7686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5C3980" w:rsidRDefault="005C3980" w:rsidP="005C3980"/>
    <w:p w:rsidR="005C3980" w:rsidRDefault="005C3980" w:rsidP="005C3980"/>
    <w:p w:rsidR="005C3980" w:rsidRDefault="005C3980" w:rsidP="005C3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C3980" w:rsidRDefault="005C3980" w:rsidP="005C3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C3980" w:rsidRDefault="005C3980" w:rsidP="005C3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C3980" w:rsidRDefault="005C3980" w:rsidP="005C3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C3980" w:rsidRDefault="005C3980" w:rsidP="005C39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3980" w:rsidRDefault="005C3980" w:rsidP="005C39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C3980" w:rsidRDefault="005C3980" w:rsidP="005C39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C3980" w:rsidRDefault="005C3980" w:rsidP="005C39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C3980" w:rsidRDefault="005C3980" w:rsidP="005C398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№30</w:t>
      </w:r>
    </w:p>
    <w:p w:rsidR="005C3980" w:rsidRDefault="005C3980" w:rsidP="005C3980">
      <w:pPr>
        <w:tabs>
          <w:tab w:val="left" w:pos="4424"/>
        </w:tabs>
        <w:rPr>
          <w:rFonts w:ascii="Times New Roman" w:hAnsi="Times New Roman" w:cs="Times New Roman"/>
          <w:sz w:val="24"/>
          <w:szCs w:val="24"/>
        </w:rPr>
      </w:pPr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Линок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Н.Я., </w:t>
      </w:r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Леонова Н.В.,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В.Я.</w:t>
      </w:r>
    </w:p>
    <w:p w:rsidR="005C3980" w:rsidRDefault="005C3980" w:rsidP="005C398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Н.Я.,Леонової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В.Я.,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адресою:</w:t>
      </w:r>
      <w:r w:rsidR="004A3DB4" w:rsidRPr="004A3DB4">
        <w:rPr>
          <w:rFonts w:ascii="Times New Roman" w:hAnsi="Times New Roman" w:cs="Times New Roman"/>
          <w:sz w:val="24"/>
          <w:szCs w:val="24"/>
        </w:rPr>
        <w:t>_________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A3DB4" w:rsidRPr="004A3DB4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Линок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A3DB4" w:rsidRPr="004A3DB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A3DB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A3DB4" w:rsidRPr="004A3DB4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,</w:t>
      </w:r>
      <w:r w:rsidR="004A3DB4" w:rsidRPr="004A3D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A3DB4" w:rsidRPr="004A3DB4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3,4080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6823984000:03:002:02167),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2.Линок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Н.Я.,Леонової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В.Я.,посвідчити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3980" w:rsidRDefault="005C3980" w:rsidP="005C398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E2DF4" w:rsidRDefault="009E2DF4"/>
    <w:sectPr w:rsidR="009E2DF4" w:rsidSect="00A7768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5C3980"/>
    <w:rsid w:val="00171A2E"/>
    <w:rsid w:val="00304C90"/>
    <w:rsid w:val="004A3DB4"/>
    <w:rsid w:val="00505B6D"/>
    <w:rsid w:val="005C3980"/>
    <w:rsid w:val="006D3977"/>
    <w:rsid w:val="007D6C18"/>
    <w:rsid w:val="009E2DF4"/>
    <w:rsid w:val="00A77686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686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2</Pages>
  <Words>1280</Words>
  <Characters>730</Characters>
  <Application>Microsoft Office Word</Application>
  <DocSecurity>0</DocSecurity>
  <Lines>6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2020-04-27T15:51:00Z</dcterms:created>
  <dcterms:modified xsi:type="dcterms:W3CDTF">2020-04-28T05:31:00Z</dcterms:modified>
</cp:coreProperties>
</file>