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2C" w:rsidRPr="004102D1" w:rsidRDefault="00103F2C" w:rsidP="00103F2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F2C" w:rsidRDefault="00103F2C" w:rsidP="00103F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3F2C" w:rsidRDefault="00103F2C" w:rsidP="00103F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3F2C" w:rsidRPr="000A4F3E" w:rsidRDefault="00103F2C" w:rsidP="00103F2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F2C" w:rsidRPr="000A4F3E" w:rsidRDefault="00103F2C" w:rsidP="00103F2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03F2C" w:rsidRPr="000A4F3E" w:rsidRDefault="00103F2C" w:rsidP="00103F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3F2C" w:rsidRDefault="00103F2C" w:rsidP="00103F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103F2C" w:rsidRDefault="00103F2C" w:rsidP="00103F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103F2C" w:rsidRDefault="00103F2C" w:rsidP="00103F2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Б</w:t>
      </w:r>
      <w:proofErr w:type="gramEnd"/>
      <w:r>
        <w:rPr>
          <w:rFonts w:ascii="Times New Roman" w:hAnsi="Times New Roman"/>
          <w:b/>
          <w:sz w:val="24"/>
        </w:rPr>
        <w:t>ірюковій</w:t>
      </w:r>
      <w:proofErr w:type="spellEnd"/>
      <w:r>
        <w:rPr>
          <w:rFonts w:ascii="Times New Roman" w:hAnsi="Times New Roman"/>
          <w:b/>
          <w:sz w:val="24"/>
        </w:rPr>
        <w:t xml:space="preserve">  Л.Д.</w:t>
      </w:r>
    </w:p>
    <w:p w:rsidR="00103F2C" w:rsidRPr="00CA5B65" w:rsidRDefault="00103F2C" w:rsidP="00103F2C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</w:p>
    <w:p w:rsidR="00103F2C" w:rsidRPr="00CA5B65" w:rsidRDefault="00103F2C" w:rsidP="00103F2C">
      <w:pPr>
        <w:spacing w:after="0"/>
        <w:rPr>
          <w:rFonts w:ascii="Times New Roman" w:hAnsi="Times New Roman"/>
          <w:b/>
          <w:sz w:val="24"/>
        </w:rPr>
      </w:pPr>
    </w:p>
    <w:p w:rsidR="00103F2C" w:rsidRPr="00CA5B65" w:rsidRDefault="00103F2C" w:rsidP="00103F2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>ірюковій</w:t>
      </w:r>
      <w:proofErr w:type="spellEnd"/>
      <w:r>
        <w:rPr>
          <w:rFonts w:ascii="Times New Roman" w:hAnsi="Times New Roman"/>
          <w:sz w:val="24"/>
        </w:rPr>
        <w:t xml:space="preserve"> Л.Д.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103F2C" w:rsidRPr="00CA5B65" w:rsidRDefault="00103F2C" w:rsidP="00103F2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103F2C" w:rsidRPr="00CA5B65" w:rsidRDefault="00103F2C" w:rsidP="00103F2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Бірюковій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Лідії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Дмитрівні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42F6F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Незалежності</w:t>
      </w:r>
      <w:proofErr w:type="spellEnd"/>
      <w:r>
        <w:rPr>
          <w:rFonts w:ascii="Times New Roman" w:hAnsi="Times New Roman"/>
          <w:sz w:val="24"/>
        </w:rPr>
        <w:t>, 117.</w:t>
      </w:r>
    </w:p>
    <w:p w:rsidR="00103F2C" w:rsidRPr="00CA5B65" w:rsidRDefault="00103F2C" w:rsidP="00103F2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2.Бірюковій Л.Д.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103F2C" w:rsidRPr="00CA5B65" w:rsidRDefault="00103F2C" w:rsidP="00103F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03F2C" w:rsidRPr="00103F2C" w:rsidRDefault="00103F2C" w:rsidP="00103F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A417D" w:rsidRPr="00103F2C" w:rsidRDefault="00103F2C" w:rsidP="00103F2C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5A417D" w:rsidRPr="00103F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2C"/>
    <w:rsid w:val="00103F2C"/>
    <w:rsid w:val="00171A2E"/>
    <w:rsid w:val="00304C90"/>
    <w:rsid w:val="00505B6D"/>
    <w:rsid w:val="005A417D"/>
    <w:rsid w:val="006D3977"/>
    <w:rsid w:val="007D6C18"/>
    <w:rsid w:val="00D1641A"/>
    <w:rsid w:val="00F4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3F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03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03F2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3F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03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03F2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2020-08-20T14:44:00Z</dcterms:created>
  <dcterms:modified xsi:type="dcterms:W3CDTF">2020-08-21T12:29:00Z</dcterms:modified>
</cp:coreProperties>
</file>