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6C1" w:rsidRDefault="002646C1" w:rsidP="002646C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46C1" w:rsidRDefault="002646C1" w:rsidP="00264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46C1" w:rsidRDefault="002646C1" w:rsidP="00264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46C1" w:rsidRDefault="002646C1" w:rsidP="00264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46C1" w:rsidRDefault="002646C1" w:rsidP="00264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46C1" w:rsidRDefault="002646C1" w:rsidP="00264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46C1" w:rsidRDefault="002646C1" w:rsidP="00264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46C1" w:rsidRDefault="002646C1" w:rsidP="00264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46C1" w:rsidRDefault="002646C1" w:rsidP="00264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46C1" w:rsidRDefault="002646C1" w:rsidP="00264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46C1" w:rsidRDefault="002646C1" w:rsidP="00264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46C1" w:rsidRDefault="002646C1" w:rsidP="00264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46C1" w:rsidRDefault="002646C1" w:rsidP="00264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46C1" w:rsidRDefault="002646C1" w:rsidP="00264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46C1" w:rsidRDefault="002646C1" w:rsidP="00264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46C1" w:rsidRDefault="002646C1" w:rsidP="00264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46C1" w:rsidRDefault="002646C1" w:rsidP="00264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46C1" w:rsidRDefault="002646C1" w:rsidP="00264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46C1" w:rsidRDefault="002646C1" w:rsidP="00264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46C1" w:rsidRDefault="002646C1" w:rsidP="00264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46C1" w:rsidRDefault="002646C1" w:rsidP="00264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46C1" w:rsidRDefault="002646C1" w:rsidP="00264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46C1" w:rsidRDefault="002646C1" w:rsidP="00264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46C1" w:rsidRDefault="002646C1" w:rsidP="00264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46C1" w:rsidRDefault="002646C1" w:rsidP="00264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46C1" w:rsidRDefault="002646C1" w:rsidP="00264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46C1" w:rsidRDefault="002646C1" w:rsidP="00264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46C1" w:rsidRDefault="002646C1" w:rsidP="00264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46C1" w:rsidRDefault="002646C1" w:rsidP="00264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46C1" w:rsidRDefault="002646C1" w:rsidP="00264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46C1" w:rsidRDefault="002646C1" w:rsidP="00264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646C1" w:rsidRDefault="002646C1" w:rsidP="00264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646C1" w:rsidRDefault="002646C1" w:rsidP="00264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646C1" w:rsidRDefault="002646C1" w:rsidP="00264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646C1" w:rsidRDefault="002646C1" w:rsidP="00264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646C1" w:rsidRDefault="002646C1" w:rsidP="00264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646C1" w:rsidRDefault="002646C1" w:rsidP="00264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646C1" w:rsidRDefault="002646C1" w:rsidP="00264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646C1" w:rsidRDefault="002646C1" w:rsidP="00264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646C1" w:rsidRDefault="002646C1" w:rsidP="00264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646C1" w:rsidRDefault="002646C1" w:rsidP="00264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646C1" w:rsidRDefault="002646C1" w:rsidP="00264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646C1" w:rsidRDefault="002646C1" w:rsidP="00264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646C1" w:rsidRDefault="002646C1" w:rsidP="00264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646C1" w:rsidRDefault="002646C1" w:rsidP="00264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646C1" w:rsidRDefault="002646C1" w:rsidP="00264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646C1" w:rsidRDefault="002646C1" w:rsidP="00264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646C1" w:rsidRDefault="002646C1" w:rsidP="00264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646C1" w:rsidRDefault="002646C1" w:rsidP="00264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646C1" w:rsidRDefault="002646C1" w:rsidP="00264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646C1" w:rsidRDefault="002646C1" w:rsidP="00264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646C1" w:rsidRDefault="002646C1" w:rsidP="00264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646C1" w:rsidRDefault="002646C1" w:rsidP="00264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646C1" w:rsidRDefault="002646C1" w:rsidP="00264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646C1" w:rsidRDefault="002646C1" w:rsidP="00264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646C1" w:rsidRDefault="002646C1" w:rsidP="00264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646C1" w:rsidRDefault="002646C1" w:rsidP="00264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646C1" w:rsidRDefault="002646C1" w:rsidP="00264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646C1" w:rsidRDefault="002646C1" w:rsidP="00264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646C1" w:rsidRDefault="002646C1" w:rsidP="00264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646C1" w:rsidRDefault="002646C1" w:rsidP="00264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646C1" w:rsidRDefault="002646C1" w:rsidP="002646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46C1" w:rsidRDefault="002646C1" w:rsidP="002646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46C1" w:rsidRDefault="002646C1" w:rsidP="002646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46C1" w:rsidRDefault="002646C1" w:rsidP="002646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46C1" w:rsidRDefault="002646C1" w:rsidP="002646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646C1" w:rsidRDefault="002646C1" w:rsidP="002646C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646C1" w:rsidRDefault="002646C1" w:rsidP="002646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646C1" w:rsidRDefault="002646C1" w:rsidP="002646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646C1" w:rsidRDefault="002646C1" w:rsidP="002646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46C1" w:rsidRDefault="002646C1" w:rsidP="002646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646C1" w:rsidRDefault="002646C1" w:rsidP="002646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46C1" w:rsidRDefault="002646C1" w:rsidP="002646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646C1" w:rsidRDefault="002646C1" w:rsidP="002646C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646C1" w:rsidRDefault="002646C1" w:rsidP="002646C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30.06.2021 року                                            Крупець                                                       №43</w:t>
      </w:r>
    </w:p>
    <w:p w:rsidR="002646C1" w:rsidRDefault="002646C1" w:rsidP="002646C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2646C1" w:rsidRPr="00FB2913" w:rsidRDefault="002646C1" w:rsidP="002646C1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2646C1" w:rsidRPr="00FB2913" w:rsidRDefault="002646C1" w:rsidP="002646C1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техн</w:t>
      </w:r>
      <w:proofErr w:type="gram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2646C1" w:rsidRPr="00FB2913" w:rsidRDefault="002646C1" w:rsidP="002646C1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2646C1" w:rsidRPr="00FB2913" w:rsidRDefault="002646C1" w:rsidP="002646C1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2646C1" w:rsidRDefault="002646C1" w:rsidP="002646C1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Крупецькій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сільській раді</w:t>
      </w:r>
    </w:p>
    <w:p w:rsidR="002646C1" w:rsidRPr="00FB2913" w:rsidRDefault="002646C1" w:rsidP="002646C1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2646C1" w:rsidRPr="00FB2913" w:rsidRDefault="002646C1" w:rsidP="002646C1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»,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12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2646C1" w:rsidRPr="00FB2913" w:rsidRDefault="002646C1" w:rsidP="002646C1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2646C1" w:rsidRPr="00FB2913" w:rsidRDefault="002646C1" w:rsidP="002646C1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раді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04405030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gramStart"/>
      <w:r w:rsidRPr="00FB2913">
        <w:rPr>
          <w:rFonts w:ascii="Times New Roman" w:eastAsia="Calibri" w:hAnsi="Times New Roman" w:cs="Times New Roman"/>
          <w:sz w:val="24"/>
          <w:lang w:eastAsia="en-US"/>
        </w:rPr>
        <w:t>техн</w:t>
      </w:r>
      <w:proofErr w:type="gramEnd"/>
      <w:r w:rsidRPr="00FB2913">
        <w:rPr>
          <w:rFonts w:ascii="Times New Roman" w:eastAsia="Calibri" w:hAnsi="Times New Roman" w:cs="Times New Roman"/>
          <w:sz w:val="24"/>
          <w:lang w:eastAsia="en-US"/>
        </w:rPr>
        <w:t>ічної документації із землеустрою щодо встановлення (відновлення) меж земельної ділянки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в натурі (на місцевості), орієнтовною площею 0,1000 га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lang w:eastAsia="en-US"/>
        </w:rPr>
        <w:t>будівництва та обслуговування  каплиці для проведення церемоніальних  заходів,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земельна ділянка  розташована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в 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Хоровиця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ради.</w:t>
      </w:r>
    </w:p>
    <w:p w:rsidR="002646C1" w:rsidRPr="00FB2913" w:rsidRDefault="002646C1" w:rsidP="002646C1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сільській раді, в особі сільського голови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Михалюка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В.А. замовити та 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2646C1" w:rsidRPr="00FB2913" w:rsidRDefault="002646C1" w:rsidP="002646C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646C1" w:rsidRPr="00FB2913" w:rsidRDefault="002646C1" w:rsidP="002646C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646C1" w:rsidRPr="00FB2913" w:rsidRDefault="002646C1" w:rsidP="002646C1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646C1" w:rsidRPr="00FB2913" w:rsidRDefault="002646C1" w:rsidP="002646C1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646C1" w:rsidRPr="00FB2913" w:rsidRDefault="002646C1" w:rsidP="002646C1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D226D" w:rsidRPr="002646C1" w:rsidRDefault="002646C1">
      <w:pPr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МИХАЛЮК</w:t>
      </w:r>
      <w:bookmarkStart w:id="0" w:name="_GoBack"/>
      <w:bookmarkEnd w:id="0"/>
    </w:p>
    <w:sectPr w:rsidR="007D226D" w:rsidRPr="002646C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6C1"/>
    <w:rsid w:val="002646C1"/>
    <w:rsid w:val="007D2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6C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646C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646C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646C1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6C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646C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646C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646C1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251</Words>
  <Characters>1431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2021-07-07T06:23:00Z</dcterms:created>
  <dcterms:modified xsi:type="dcterms:W3CDTF">2021-07-07T06:23:00Z</dcterms:modified>
</cp:coreProperties>
</file>