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7FCE" w:rsidRPr="00F2698F" w:rsidRDefault="00417FCE" w:rsidP="00417FCE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919FC1" wp14:editId="3AAA7A58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9672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96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1919FC1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" fillcolor="black" stroked="f"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" fillcolor="black" stroked="f"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17FCE" w:rsidRPr="00F2698F" w:rsidRDefault="00417FCE" w:rsidP="00417FC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417FCE" w:rsidRPr="00F2698F" w:rsidRDefault="00417FCE" w:rsidP="00417FC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417FCE" w:rsidRPr="00F2698F" w:rsidRDefault="00417FCE" w:rsidP="00417FCE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417FCE" w:rsidRPr="00F2698F" w:rsidRDefault="00417FCE" w:rsidP="00417FC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417FCE" w:rsidRPr="00F2698F" w:rsidRDefault="00417FCE" w:rsidP="00417FC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9244388" wp14:editId="3F3F8FC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9703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970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7FCE" w:rsidRDefault="00417FCE" w:rsidP="00417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9244388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DtWOF3qngAAFhZBAAOAAAAAAAA&#10;AAAAAAAAAC4CAABkcnMvZTJvRG9jLnhtbFBLAQItABQABgAIAAAAIQDfzpAw4gAAAA0BAAAPAAAA&#10;AAAAAAAAAAAAAAR7AABkcnMvZG93bnJldi54bWxQSwUGAAAAAAQABADzAAAAE3w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" fillcolor="black" stroked="f"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" fillcolor="black" stroked="f"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7FCE" w:rsidRDefault="00417FCE" w:rsidP="00417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17FCE" w:rsidRPr="00F2698F" w:rsidRDefault="00417FCE" w:rsidP="00417FCE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417FCE" w:rsidRPr="00F2698F" w:rsidRDefault="00417FCE" w:rsidP="00417F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17FCE" w:rsidRPr="00F2698F" w:rsidRDefault="00417FCE" w:rsidP="00417FCE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Самчуку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А.А.</w:t>
      </w:r>
    </w:p>
    <w:p w:rsidR="00417FCE" w:rsidRPr="00F2698F" w:rsidRDefault="00417FCE" w:rsidP="00417FCE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Самчука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Самчуку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Анатолію Анатолійовичу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24673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вул.Б.Хмельницького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26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Самчуку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А.А.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17FCE" w:rsidRPr="00F2698F" w:rsidRDefault="00417FCE" w:rsidP="00417FC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7FCE" w:rsidRPr="00F2698F" w:rsidRDefault="00417FCE" w:rsidP="00417FC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17FCE" w:rsidRPr="00F2698F" w:rsidRDefault="00417FCE" w:rsidP="00417FC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17FCE" w:rsidRPr="00F2698F" w:rsidRDefault="00417FCE" w:rsidP="00417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A8769A" w:rsidRDefault="00A8769A"/>
    <w:sectPr w:rsidR="00A8769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FCE"/>
    <w:rsid w:val="00224673"/>
    <w:rsid w:val="00417FCE"/>
    <w:rsid w:val="00A87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C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FC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266</Words>
  <Characters>1521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2021-06-22T06:37:00Z</dcterms:created>
  <dcterms:modified xsi:type="dcterms:W3CDTF">2021-06-22T12:46:00Z</dcterms:modified>
</cp:coreProperties>
</file>