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913" w:rsidRDefault="007C3913" w:rsidP="007C391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913" w:rsidRDefault="007C3913" w:rsidP="007C39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C3913" w:rsidRDefault="007C3913" w:rsidP="007C39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C3913" w:rsidRDefault="007C3913" w:rsidP="007C39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3913" w:rsidRDefault="007C3913" w:rsidP="007C39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3913" w:rsidRDefault="007C3913" w:rsidP="007C39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3913" w:rsidRDefault="007C3913" w:rsidP="007C39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3913" w:rsidRDefault="007C3913" w:rsidP="007C39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C3913" w:rsidRDefault="007C3913" w:rsidP="007C391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C3913" w:rsidRDefault="007C3913" w:rsidP="007C39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C3913" w:rsidRDefault="007C3913" w:rsidP="007C39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C3913" w:rsidRDefault="007C3913" w:rsidP="007C39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3913" w:rsidRDefault="007C3913" w:rsidP="007C39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C3913" w:rsidRDefault="007C3913" w:rsidP="007C39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3913" w:rsidRDefault="007C3913" w:rsidP="007C39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C3913" w:rsidRDefault="007C3913" w:rsidP="007C391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C3913" w:rsidRDefault="007C3913" w:rsidP="007C391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№50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7C3913" w:rsidRPr="00AF2E62" w:rsidRDefault="007C3913" w:rsidP="007C391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7C3913" w:rsidRPr="00AF2E62" w:rsidRDefault="007C3913" w:rsidP="007C3913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7C3913" w:rsidRPr="00AF2E62" w:rsidRDefault="007C3913" w:rsidP="007C39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7C3913" w:rsidRDefault="007C3913" w:rsidP="007C39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7C3913" w:rsidRPr="00AF2E62" w:rsidRDefault="007C3913" w:rsidP="007C39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зі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зміною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ціьового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призначення</w:t>
      </w:r>
      <w:proofErr w:type="spellEnd"/>
    </w:p>
    <w:p w:rsidR="007C3913" w:rsidRPr="00AF2E62" w:rsidRDefault="007C3913" w:rsidP="007C39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>Ковальчуку О.Г.</w:t>
      </w:r>
    </w:p>
    <w:p w:rsidR="007C3913" w:rsidRPr="00AF2E62" w:rsidRDefault="007C3913" w:rsidP="007C39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7C3913" w:rsidRPr="00AF2E62" w:rsidRDefault="007C3913" w:rsidP="007C39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 w:eastAsia="en-US"/>
        </w:rPr>
        <w:t>20,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118, 121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Ковальчука  О.Г.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7C3913" w:rsidRPr="00D02250" w:rsidRDefault="007C3913" w:rsidP="007C39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7C3913" w:rsidRPr="00AF2E62" w:rsidRDefault="007C3913" w:rsidP="007C39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Ковальчуку Олександру Григоровичу,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8B0BB8">
        <w:rPr>
          <w:rFonts w:ascii="Times New Roman" w:eastAsia="Calibri" w:hAnsi="Times New Roman" w:cs="Times New Roman"/>
          <w:sz w:val="24"/>
          <w:lang w:val="ru-RU" w:eastAsia="en-US"/>
        </w:rPr>
        <w:t>_______________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площею  1,7077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га,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кадастровий номер 6823984700:04:015:0007, зі зміною цільового призначення земель комунальної власності  16.00 землі запасу (земельні ділянки кожної категорії земель, які не  надані у власність  або користування  громадянам чи юридичним особам)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 (Шепетівський)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Лисичненська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(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рада)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7C3913" w:rsidRPr="00AF2E62" w:rsidRDefault="007C3913" w:rsidP="007C39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Ковальчуку О.Г.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7C3913" w:rsidRPr="00AF2E62" w:rsidRDefault="007C3913" w:rsidP="007C391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7C3913" w:rsidRPr="00AF2E62" w:rsidRDefault="007C3913" w:rsidP="007C391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C3913" w:rsidRPr="00AF2E62" w:rsidRDefault="007C3913" w:rsidP="007C39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C3913" w:rsidRDefault="007C3913" w:rsidP="007C3913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C3913" w:rsidRDefault="007C3913" w:rsidP="007C391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F275A" w:rsidRDefault="002F275A"/>
    <w:sectPr w:rsidR="002F275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913"/>
    <w:rsid w:val="002F275A"/>
    <w:rsid w:val="007C3913"/>
    <w:rsid w:val="008B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91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C391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C391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C3913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91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C391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C391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C3913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289</Words>
  <Characters>1652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2021-07-07T06:25:00Z</dcterms:created>
  <dcterms:modified xsi:type="dcterms:W3CDTF">2021-07-07T08:21:00Z</dcterms:modified>
</cp:coreProperties>
</file>