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22" w:rsidRPr="00B623A8" w:rsidRDefault="001B6A22" w:rsidP="001B6A2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A22" w:rsidRDefault="001B6A22" w:rsidP="001B6A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6A22" w:rsidRDefault="001B6A22" w:rsidP="001B6A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6A22" w:rsidRDefault="001B6A22" w:rsidP="001B6A2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A22" w:rsidRDefault="001B6A22" w:rsidP="001B6A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B6A22" w:rsidRDefault="001B6A22" w:rsidP="001B6A2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6A22" w:rsidRPr="002B3541" w:rsidRDefault="001B6A22" w:rsidP="001B6A2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</w:t>
      </w:r>
    </w:p>
    <w:p w:rsidR="001B6A22" w:rsidRPr="001869AA" w:rsidRDefault="001B6A22" w:rsidP="001B6A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6A22" w:rsidRPr="001869AA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1B6A22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об’єднання</w:t>
      </w:r>
      <w:proofErr w:type="spellEnd"/>
    </w:p>
    <w:p w:rsidR="001B6A22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за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область, </w:t>
      </w:r>
    </w:p>
    <w:p w:rsidR="001B6A22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район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рада , </w:t>
      </w:r>
    </w:p>
    <w:p w:rsidR="001B6A22" w:rsidRPr="001869AA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за межами с.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Стригани</w:t>
      </w:r>
      <w:proofErr w:type="spellEnd"/>
    </w:p>
    <w:p w:rsidR="001B6A22" w:rsidRPr="001869AA" w:rsidRDefault="001B6A22" w:rsidP="001B6A22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6A22" w:rsidRPr="009B1481" w:rsidRDefault="001B6A22" w:rsidP="001B6A2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Михалюка</w:t>
      </w:r>
      <w:proofErr w:type="spellEnd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В.А. сільська  рада ВИРІШИЛА:</w:t>
      </w:r>
    </w:p>
    <w:p w:rsidR="001B6A22" w:rsidRPr="009B1481" w:rsidRDefault="001B6A22" w:rsidP="001B6A2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  <w:lang w:val="uk-UA"/>
        </w:rPr>
      </w:pPr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1. Затвердити </w:t>
      </w:r>
      <w:proofErr w:type="spellStart"/>
      <w:r w:rsidRPr="009B1481">
        <w:rPr>
          <w:rFonts w:ascii="Times New Roman" w:hAnsi="Times New Roman"/>
          <w:sz w:val="24"/>
          <w:lang w:val="uk-UA"/>
        </w:rPr>
        <w:t>Крупецькій</w:t>
      </w:r>
      <w:proofErr w:type="spellEnd"/>
      <w:r w:rsidRPr="009B1481">
        <w:rPr>
          <w:rFonts w:ascii="Times New Roman" w:hAnsi="Times New Roman"/>
          <w:sz w:val="24"/>
          <w:lang w:val="uk-UA"/>
        </w:rPr>
        <w:t xml:space="preserve"> сільській раді, ідентифікаційний номер 04405030, т</w:t>
      </w:r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ехнічну документацію із землеустрою щодо поділу 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</w:t>
      </w:r>
      <w:bookmarkStart w:id="0" w:name="_GoBack"/>
      <w:bookmarkEnd w:id="0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ичним особам (16.00), землі сільськогосподарського призначення, площею 5,2383 га, кадастровий номер 6823984000:03:012:0209; площею 2,0000 га, кадастровий номер 6823984000:03:012:0208; площею 2,0000 га, кадастровий номер 6823984000:03:012:0207; площею 2,0000 га, кадастровий номер 6823984000:03:012:0206; площею 2,0000 га, кадастровий номер 6823984000:03:012:0205; площею 2,0000 га, кадастровий номер 6823984000:03:012:0204; площею 2,0000 га, кадастровий номер 6823984000:03:012:0203.</w:t>
      </w:r>
    </w:p>
    <w:p w:rsidR="001B6A22" w:rsidRPr="009B1481" w:rsidRDefault="001B6A22" w:rsidP="001B6A2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2. </w:t>
      </w:r>
      <w:proofErr w:type="spellStart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Крупецькій</w:t>
      </w:r>
      <w:proofErr w:type="spellEnd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сільській раді в особі сільського голови </w:t>
      </w:r>
      <w:proofErr w:type="spellStart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Михалюка</w:t>
      </w:r>
      <w:proofErr w:type="spellEnd"/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Валерія Анатолійовича посвідчити своє право  в  установленому  законом  порядку.</w:t>
      </w:r>
    </w:p>
    <w:p w:rsidR="001B6A22" w:rsidRPr="009B1481" w:rsidRDefault="001B6A22" w:rsidP="001B6A2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9B1481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B6A22" w:rsidRDefault="001B6A22" w:rsidP="001B6A2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6035" w:rsidRPr="001B6A22" w:rsidRDefault="001B6A22" w:rsidP="001B6A2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96035" w:rsidRPr="001B6A22" w:rsidSect="001B6A22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22"/>
    <w:rsid w:val="00096035"/>
    <w:rsid w:val="00171A2E"/>
    <w:rsid w:val="001B6A22"/>
    <w:rsid w:val="00304C90"/>
    <w:rsid w:val="00505B6D"/>
    <w:rsid w:val="006D3977"/>
    <w:rsid w:val="007D6C18"/>
    <w:rsid w:val="009B148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6A2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B6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B6A2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6A2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B6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B6A2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318</Words>
  <Characters>1816</Characters>
  <Application>Microsoft Office Word</Application>
  <DocSecurity>0</DocSecurity>
  <Lines>15</Lines>
  <Paragraphs>4</Paragraphs>
  <ScaleCrop>false</ScaleCrop>
  <Company>Microsoft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2020-10-16T16:22:00Z</dcterms:created>
  <dcterms:modified xsi:type="dcterms:W3CDTF">2020-10-16T17:40:00Z</dcterms:modified>
</cp:coreProperties>
</file>