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A59" w:rsidRDefault="009A6A59" w:rsidP="009A6A5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A6A59" w:rsidRDefault="009A6A59" w:rsidP="009A6A5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A6A59" w:rsidRDefault="009A6A59" w:rsidP="009A6A5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A6A59" w:rsidRDefault="009A6A59" w:rsidP="009A6A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A59" w:rsidRDefault="009A6A59" w:rsidP="009A6A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A59" w:rsidRDefault="009A6A59" w:rsidP="009A6A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A59" w:rsidRDefault="009A6A59" w:rsidP="009A6A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A59" w:rsidRDefault="009A6A59" w:rsidP="009A6A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A6A59" w:rsidRDefault="009A6A59" w:rsidP="009A6A5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A6A59" w:rsidRDefault="009A6A59" w:rsidP="009A6A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A6A59" w:rsidRDefault="009A6A59" w:rsidP="009A6A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A6A59" w:rsidRDefault="009A6A59" w:rsidP="009A6A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A59" w:rsidRDefault="009A6A59" w:rsidP="009A6A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A6A59" w:rsidRDefault="009A6A59" w:rsidP="009A6A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A6A59" w:rsidRDefault="009A6A59" w:rsidP="009A6A5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A6A59" w:rsidRDefault="009A6A59" w:rsidP="009A6A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A6A59" w:rsidRDefault="009A6A59" w:rsidP="009A6A5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80</w:t>
      </w:r>
    </w:p>
    <w:p w:rsidR="009A6A59" w:rsidRDefault="009A6A59" w:rsidP="009A6A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6A59" w:rsidRPr="00EB4539" w:rsidRDefault="009A6A59" w:rsidP="009A6A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A6A59" w:rsidRPr="00EB4539" w:rsidRDefault="009A6A59" w:rsidP="009A6A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A6A59" w:rsidRPr="00EB4539" w:rsidRDefault="009A6A59" w:rsidP="009A6A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9A6A59" w:rsidRPr="00EB4539" w:rsidRDefault="009A6A59" w:rsidP="009A6A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9A6A59" w:rsidRPr="00EB4539" w:rsidRDefault="009A6A59" w:rsidP="009A6A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Шпак В.І.</w:t>
      </w:r>
    </w:p>
    <w:p w:rsidR="009A6A59" w:rsidRPr="00EB4539" w:rsidRDefault="009A6A59" w:rsidP="009A6A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6A59" w:rsidRPr="00EB4539" w:rsidRDefault="009A6A59" w:rsidP="009A6A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Шпак В.І.  сільська  рада </w:t>
      </w:r>
    </w:p>
    <w:p w:rsidR="009A6A59" w:rsidRPr="00EB4539" w:rsidRDefault="009A6A59" w:rsidP="009A6A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9A6A59" w:rsidRPr="00EB4539" w:rsidRDefault="009A6A59" w:rsidP="009A6A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1.Затвердити Шпак Валентині Іванівні, </w:t>
      </w:r>
      <w:r w:rsidRPr="00EB4539">
        <w:rPr>
          <w:rFonts w:ascii="Times New Roman" w:eastAsia="Times New Roman" w:hAnsi="Times New Roman" w:cs="Times New Roman"/>
          <w:sz w:val="24"/>
          <w:szCs w:val="24"/>
        </w:rPr>
        <w:t xml:space="preserve"> яка  зареєстрована за </w:t>
      </w:r>
      <w:proofErr w:type="spellStart"/>
      <w:r w:rsidRPr="00EB4539">
        <w:rPr>
          <w:rFonts w:ascii="Times New Roman" w:eastAsia="Times New Roman" w:hAnsi="Times New Roman" w:cs="Times New Roman"/>
          <w:sz w:val="24"/>
          <w:szCs w:val="24"/>
        </w:rPr>
        <w:t>адресою</w:t>
      </w:r>
      <w:proofErr w:type="spellEnd"/>
      <w:r w:rsidR="00220649" w:rsidRPr="00220649">
        <w:rPr>
          <w:rFonts w:ascii="Times New Roman" w:eastAsia="Times New Roman" w:hAnsi="Times New Roman" w:cs="Times New Roman"/>
          <w:sz w:val="24"/>
          <w:szCs w:val="24"/>
        </w:rPr>
        <w:t>_____________</w:t>
      </w:r>
      <w:r w:rsidRPr="00EB453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220649" w:rsidRPr="00220649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0,2500 га, кадастровий номер: 6823986800:03:005:0149, д</w:t>
      </w:r>
      <w:r w:rsidRPr="00EB4539">
        <w:rPr>
          <w:rFonts w:ascii="Times New Roman" w:eastAsia="Times New Roman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розташована Хмельницька область,  Шепетівський   район, село </w:t>
      </w:r>
      <w:proofErr w:type="spellStart"/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>Комарівка</w:t>
      </w:r>
      <w:proofErr w:type="spellEnd"/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вул.Л.Українки,25. </w:t>
      </w:r>
    </w:p>
    <w:p w:rsidR="009A6A59" w:rsidRPr="00EB4539" w:rsidRDefault="009A6A59" w:rsidP="009A6A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2.Шпак В.І. посвідчити своє право  в  установленому  законом  порядку.</w:t>
      </w:r>
    </w:p>
    <w:p w:rsidR="009A6A59" w:rsidRPr="00EB4539" w:rsidRDefault="009A6A59" w:rsidP="009A6A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A6A59" w:rsidRPr="00EB4539" w:rsidRDefault="009A6A59" w:rsidP="009A6A5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6A59" w:rsidRPr="009A6A59" w:rsidRDefault="009A6A59" w:rsidP="009A6A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F357C1" w:rsidRPr="009A6A59" w:rsidRDefault="009A6A59" w:rsidP="009A6A5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EB453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F357C1" w:rsidRPr="009A6A5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A59"/>
    <w:rsid w:val="00220649"/>
    <w:rsid w:val="009A6A59"/>
    <w:rsid w:val="00F35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5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A6A5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A6A5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A6A5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A5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9A6A5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A6A5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9A6A5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264</Words>
  <Characters>1511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2021-07-26T12:57:00Z</dcterms:created>
  <dcterms:modified xsi:type="dcterms:W3CDTF">2021-07-27T07:38:00Z</dcterms:modified>
</cp:coreProperties>
</file>