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2B5" w:rsidRPr="00E672A2" w:rsidRDefault="003802B5" w:rsidP="003802B5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02B5" w:rsidRDefault="003802B5" w:rsidP="003802B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02B5" w:rsidRDefault="003802B5" w:rsidP="003802B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802B5" w:rsidRPr="000A4F3E" w:rsidRDefault="003802B5" w:rsidP="003802B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802B5" w:rsidRPr="000A4F3E" w:rsidRDefault="003802B5" w:rsidP="003802B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3802B5" w:rsidRPr="000A4F3E" w:rsidRDefault="003802B5" w:rsidP="003802B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02B5" w:rsidRDefault="003802B5" w:rsidP="003802B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№__</w:t>
      </w:r>
    </w:p>
    <w:p w:rsidR="003802B5" w:rsidRPr="00DE66B3" w:rsidRDefault="003802B5" w:rsidP="003802B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4A02"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Перловському Вячеславу Володимировичу в розмірі __________________ грн;</w:t>
      </w:r>
    </w:p>
    <w:p w:rsidR="003802B5" w:rsidRDefault="003802B5" w:rsidP="003802B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Степанюк Ніні Яківлівні в розмірі ______________________________ грн;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Шенглер Клавдії Петрівні  в розмірі ______________________________ грн;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Калач Василю Михайловичу в розмірі ______________________________ грн;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Клімчук Ніні Володимирівні в розмірі ______________________________ грн; 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Гаврилюк Олександру Петровичу в розмірі ______________________________ грн;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Ніколайчук Ніні Максимівні в розмірі ______________________________ грн;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Кобринь Катерині Омелянівні в розмірі ______________________________ грн;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Шенглер Клавдії Петрівні в розмірі ______________________________ грн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Перловському Вячеславу Володимировичу в розмірі _______________ грн на лікування  Перловської Софії Кирилівни 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2.Надати матеріальну допомогу багатодітній матері  грн ;</w:t>
      </w:r>
    </w:p>
    <w:p w:rsidR="003802B5" w:rsidRDefault="003802B5" w:rsidP="003802B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3802B5" w:rsidRDefault="003802B5" w:rsidP="003802B5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3802B5" w:rsidRPr="00994A02" w:rsidRDefault="003802B5" w:rsidP="003802B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802B5" w:rsidRPr="0054144B" w:rsidRDefault="003802B5" w:rsidP="003802B5">
      <w:pPr>
        <w:spacing w:after="0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AB594E">
        <w:rPr>
          <w:rFonts w:ascii="Times New Roman" w:hAnsi="Times New Roman" w:cs="Times New Roman"/>
          <w:noProof/>
          <w:sz w:val="24"/>
          <w:szCs w:val="24"/>
        </w:rPr>
        <w:t xml:space="preserve">Сільський голова                                                                           </w:t>
      </w:r>
      <w:r>
        <w:rPr>
          <w:rFonts w:ascii="Times New Roman" w:hAnsi="Times New Roman" w:cs="Times New Roman"/>
          <w:noProof/>
          <w:sz w:val="24"/>
          <w:szCs w:val="24"/>
        </w:rPr>
        <w:t>Валерій МИХАЛЮК</w:t>
      </w:r>
    </w:p>
    <w:p w:rsidR="00A75323" w:rsidRDefault="00A75323">
      <w:bookmarkStart w:id="0" w:name="_GoBack"/>
      <w:bookmarkEnd w:id="0"/>
    </w:p>
    <w:sectPr w:rsidR="00A7532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02B5"/>
    <w:rsid w:val="00171A2E"/>
    <w:rsid w:val="00304C90"/>
    <w:rsid w:val="003802B5"/>
    <w:rsid w:val="00505B6D"/>
    <w:rsid w:val="006D3977"/>
    <w:rsid w:val="007D6C18"/>
    <w:rsid w:val="00A7532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02B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0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02B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802B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802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802B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354</Words>
  <Characters>2021</Characters>
  <Application>Microsoft Office Word</Application>
  <DocSecurity>0</DocSecurity>
  <Lines>16</Lines>
  <Paragraphs>4</Paragraphs>
  <ScaleCrop>false</ScaleCrop>
  <Company>Microsoft</Company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2020-09-15T12:52:00Z</dcterms:created>
  <dcterms:modified xsi:type="dcterms:W3CDTF">2020-09-15T12:52:00Z</dcterms:modified>
</cp:coreProperties>
</file>