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211" w:rsidRDefault="00F95211" w:rsidP="00F95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95211" w:rsidRDefault="00F95211" w:rsidP="00F95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95211" w:rsidRDefault="00F95211" w:rsidP="00F95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95211" w:rsidRDefault="00F95211" w:rsidP="00F952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95211" w:rsidRDefault="00F95211" w:rsidP="00F952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95211" w:rsidRDefault="00F95211" w:rsidP="00F952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95211" w:rsidRDefault="00F95211" w:rsidP="00F952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95211" w:rsidRDefault="00F95211" w:rsidP="00F952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5211" w:rsidRDefault="00F95211" w:rsidP="00F95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95211" w:rsidRDefault="00F95211" w:rsidP="00F95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95211" w:rsidRDefault="00F95211" w:rsidP="00F952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95211" w:rsidRDefault="00F95211" w:rsidP="00F952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F95211" w:rsidRDefault="00F95211" w:rsidP="00F95211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F95211" w:rsidRDefault="00F95211" w:rsidP="00F9521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F95211" w:rsidRDefault="00F95211" w:rsidP="00F9521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F95211" w:rsidRDefault="00F95211" w:rsidP="00F9521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F95211" w:rsidRDefault="00F95211" w:rsidP="00F9521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Дем’янчуку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Б.Л.</w:t>
      </w:r>
    </w:p>
    <w:p w:rsidR="00F95211" w:rsidRDefault="00F95211" w:rsidP="00F9521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95211" w:rsidRDefault="00F95211" w:rsidP="00F9521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Дем’янчука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Б.Л.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F95211" w:rsidRDefault="00F95211" w:rsidP="00F9521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ВИРІШИЛА: </w:t>
      </w:r>
    </w:p>
    <w:p w:rsidR="00F95211" w:rsidRDefault="00F95211" w:rsidP="00F9521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Дем’янчуку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Богдану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Леонідовичу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9558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1,000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6823984000:03:012:0184).</w:t>
      </w:r>
      <w:proofErr w:type="gramEnd"/>
    </w:p>
    <w:p w:rsidR="00F95211" w:rsidRDefault="00F95211" w:rsidP="00F9521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Дем’янчуку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Б.Л.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F95211" w:rsidRDefault="00F95211" w:rsidP="00F9521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95211" w:rsidRPr="00F95211" w:rsidRDefault="00F95211" w:rsidP="00F9521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083622" w:rsidRPr="00F95211" w:rsidRDefault="00F95211" w:rsidP="00F9521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83622" w:rsidRPr="00F9521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211"/>
    <w:rsid w:val="00083622"/>
    <w:rsid w:val="00171A2E"/>
    <w:rsid w:val="00304C90"/>
    <w:rsid w:val="00505B6D"/>
    <w:rsid w:val="006D3977"/>
    <w:rsid w:val="007D6C18"/>
    <w:rsid w:val="00895589"/>
    <w:rsid w:val="00D1641A"/>
    <w:rsid w:val="00F9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16</TotalTime>
  <Pages>1</Pages>
  <Words>276</Words>
  <Characters>1577</Characters>
  <Application>Microsoft Office Word</Application>
  <DocSecurity>0</DocSecurity>
  <Lines>13</Lines>
  <Paragraphs>3</Paragraphs>
  <ScaleCrop>false</ScaleCrop>
  <Company>Microsoft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2020-07-21T14:10:00Z</dcterms:created>
  <dcterms:modified xsi:type="dcterms:W3CDTF">2020-07-21T14:45:00Z</dcterms:modified>
</cp:coreProperties>
</file>