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71C5" w:rsidRDefault="003C71C5" w:rsidP="003C71C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1C5" w:rsidRDefault="003C71C5" w:rsidP="003C7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71C5" w:rsidRDefault="003C71C5" w:rsidP="003C7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C71C5" w:rsidRDefault="003C71C5" w:rsidP="003C71C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71C5" w:rsidRDefault="003C71C5" w:rsidP="003C7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C71C5" w:rsidRDefault="003C71C5" w:rsidP="003C71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71C5" w:rsidRDefault="003C71C5" w:rsidP="003C71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№101</w:t>
      </w:r>
    </w:p>
    <w:p w:rsidR="003C71C5" w:rsidRDefault="003C71C5" w:rsidP="003C71C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C71C5" w:rsidRPr="00FC0DC9" w:rsidRDefault="003C71C5" w:rsidP="003C71C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C71C5" w:rsidRPr="00FC0DC9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3C71C5" w:rsidRPr="00FC0DC9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C71C5" w:rsidRPr="00FC0DC9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Шуст В.М.</w:t>
      </w:r>
    </w:p>
    <w:p w:rsidR="003C71C5" w:rsidRPr="00FC0DC9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71C5" w:rsidRPr="00FC0DC9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врахувавши пропозицію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постійної комісії 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 розглянувши   заяву    </w:t>
      </w:r>
      <w:r>
        <w:rPr>
          <w:rFonts w:ascii="Times New Roman" w:eastAsia="Calibri" w:hAnsi="Times New Roman" w:cs="Times New Roman"/>
          <w:sz w:val="24"/>
        </w:rPr>
        <w:t xml:space="preserve">Шуст В.М., 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3C71C5" w:rsidRPr="009B43AA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3C71C5" w:rsidRPr="00E339D1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 Шуст Володимиру Миколайовичу,  який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 xml:space="preserve">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E7D71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 у наданні дозволу</w:t>
      </w:r>
      <w:r w:rsidRPr="00FC0DC9">
        <w:rPr>
          <w:rFonts w:ascii="Times New Roman" w:eastAsia="Calibri" w:hAnsi="Times New Roman" w:cs="Times New Roman"/>
          <w:sz w:val="24"/>
        </w:rPr>
        <w:t xml:space="preserve">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2,0000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за відсутності доданого картографічного зображення бажаної земельної ділянки.</w:t>
      </w:r>
    </w:p>
    <w:p w:rsidR="003C71C5" w:rsidRPr="00FC0DC9" w:rsidRDefault="003C71C5" w:rsidP="003C71C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2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71C5" w:rsidRPr="00FC0DC9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71C5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71C5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71C5" w:rsidRPr="00FC0DC9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71C5" w:rsidRPr="00FC0DC9" w:rsidRDefault="003C71C5" w:rsidP="003C71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71C5" w:rsidRDefault="003C71C5" w:rsidP="003C71C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64123" w:rsidRDefault="00A64123"/>
    <w:sectPr w:rsidR="00A641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1C5"/>
    <w:rsid w:val="00171A2E"/>
    <w:rsid w:val="00304C90"/>
    <w:rsid w:val="003C71C5"/>
    <w:rsid w:val="004E7D71"/>
    <w:rsid w:val="00505B6D"/>
    <w:rsid w:val="006D3977"/>
    <w:rsid w:val="007D6C18"/>
    <w:rsid w:val="00A6412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93691"/>
  <w15:docId w15:val="{B382B50B-83F2-4D85-9314-BF44360A5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71C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3C71C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71C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C71C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236</Words>
  <Characters>1348</Characters>
  <Application>Microsoft Office Word</Application>
  <DocSecurity>0</DocSecurity>
  <Lines>11</Lines>
  <Paragraphs>3</Paragraphs>
  <ScaleCrop>false</ScaleCrop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2021-04-28T12:20:00Z</dcterms:created>
  <dcterms:modified xsi:type="dcterms:W3CDTF">2021-04-28T13:39:00Z</dcterms:modified>
</cp:coreProperties>
</file>