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E6" w:rsidRPr="00B623A8" w:rsidRDefault="00E43FE6" w:rsidP="00E43FE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FE6" w:rsidRDefault="00E43FE6" w:rsidP="00E43F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3FE6" w:rsidRDefault="00E43FE6" w:rsidP="00E43F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3FE6" w:rsidRDefault="00E43FE6" w:rsidP="00E43FE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FE6" w:rsidRDefault="00E43FE6" w:rsidP="00E43F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43FE6" w:rsidRDefault="00E43FE6" w:rsidP="00E43F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3FE6" w:rsidRPr="006E3F23" w:rsidRDefault="00E43FE6" w:rsidP="00E43F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E43FE6" w:rsidRPr="00A31AA4" w:rsidRDefault="00E43FE6" w:rsidP="00E43FE6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43FE6" w:rsidRPr="00A31AA4" w:rsidRDefault="00E43FE6" w:rsidP="00E43FE6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E43FE6" w:rsidRPr="00A31AA4" w:rsidRDefault="00E43FE6" w:rsidP="00E43FE6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E43FE6" w:rsidRPr="00243225" w:rsidRDefault="00E43FE6" w:rsidP="00E43FE6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Кондратюку А.А.</w:t>
      </w:r>
    </w:p>
    <w:p w:rsidR="00E43FE6" w:rsidRPr="00A31AA4" w:rsidRDefault="00E43FE6" w:rsidP="00E43FE6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3FE6" w:rsidRPr="00A31AA4" w:rsidRDefault="00E43FE6" w:rsidP="00E43F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Кондратюка А.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А.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E43FE6" w:rsidRPr="00A31AA4" w:rsidRDefault="00E43FE6" w:rsidP="00E43F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43FE6" w:rsidRDefault="00E43FE6" w:rsidP="00E43F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 Кондратюку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0,2400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sz w:val="24"/>
          <w:szCs w:val="24"/>
        </w:rPr>
        <w:t>с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E43FE6" w:rsidRDefault="00E43FE6" w:rsidP="00E43F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Кондратюку </w:t>
      </w:r>
      <w:proofErr w:type="spellStart"/>
      <w:proofErr w:type="gramStart"/>
      <w:r>
        <w:rPr>
          <w:rFonts w:ascii="Times New Roman" w:eastAsia="Arial Unicode MS" w:hAnsi="Times New Roman"/>
          <w:sz w:val="24"/>
          <w:szCs w:val="24"/>
        </w:rPr>
        <w:t>Анатолію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Андрійовичу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653DD6">
        <w:rPr>
          <w:rFonts w:ascii="Times New Roman" w:eastAsia="Arial Unicode MS" w:hAnsi="Times New Roman"/>
          <w:sz w:val="24"/>
          <w:szCs w:val="24"/>
        </w:rPr>
        <w:t>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="00653DD6">
        <w:rPr>
          <w:rFonts w:ascii="Times New Roman" w:eastAsia="Arial Unicode MS" w:hAnsi="Times New Roman"/>
          <w:sz w:val="24"/>
          <w:szCs w:val="24"/>
        </w:rPr>
        <w:t>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0,2400 га,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номер: 68239821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1:002:0025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E43FE6" w:rsidRPr="00A31AA4" w:rsidRDefault="00E43FE6" w:rsidP="00E43FE6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3.Кондратюку А.А.,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E43FE6" w:rsidRPr="00A31AA4" w:rsidRDefault="00E43FE6" w:rsidP="00E43FE6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E43FE6" w:rsidRPr="00E43FE6" w:rsidRDefault="00E43FE6" w:rsidP="00E43F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D5393C" w:rsidRPr="00E43FE6" w:rsidRDefault="00E43FE6" w:rsidP="00E43FE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D5393C" w:rsidRPr="00E43F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E6"/>
    <w:rsid w:val="00171A2E"/>
    <w:rsid w:val="00304C90"/>
    <w:rsid w:val="00505B6D"/>
    <w:rsid w:val="00653DD6"/>
    <w:rsid w:val="006D3977"/>
    <w:rsid w:val="007D6C18"/>
    <w:rsid w:val="00D1641A"/>
    <w:rsid w:val="00D5393C"/>
    <w:rsid w:val="00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43FE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43FE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3FE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43FE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43FE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3FE6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2020-11-30T15:32:00Z</dcterms:created>
  <dcterms:modified xsi:type="dcterms:W3CDTF">2020-12-01T06:52:00Z</dcterms:modified>
</cp:coreProperties>
</file>