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6A" w:rsidRPr="0087481F" w:rsidRDefault="002B136A" w:rsidP="002B136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36A" w:rsidRDefault="002B136A" w:rsidP="002B13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136A" w:rsidRDefault="002B136A" w:rsidP="002B13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136A" w:rsidRDefault="002B136A" w:rsidP="002B136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136A" w:rsidRDefault="002B136A" w:rsidP="002B13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136A" w:rsidRDefault="002B136A" w:rsidP="002B13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136A" w:rsidRPr="00186FBA" w:rsidRDefault="002B136A" w:rsidP="002B13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№34</w:t>
      </w:r>
    </w:p>
    <w:p w:rsidR="002B136A" w:rsidRPr="00CF04D8" w:rsidRDefault="002B136A" w:rsidP="002B136A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B136A" w:rsidRPr="00CF04D8" w:rsidRDefault="002B136A" w:rsidP="002B136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 на розробку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</w:p>
    <w:p w:rsidR="002B136A" w:rsidRPr="00CF04D8" w:rsidRDefault="002B136A" w:rsidP="002B136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із землеустрою  щодо відведення земельної  </w:t>
      </w:r>
    </w:p>
    <w:p w:rsidR="002B136A" w:rsidRPr="00CF04D8" w:rsidRDefault="002B136A" w:rsidP="002B136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 КП Крупецької сільської рад</w:t>
      </w:r>
    </w:p>
    <w:p w:rsidR="002B136A" w:rsidRPr="00CF04D8" w:rsidRDefault="002B136A" w:rsidP="002B136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2B136A" w:rsidRPr="00CF04D8" w:rsidRDefault="002B136A" w:rsidP="002B13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B136A" w:rsidRPr="00CF04D8" w:rsidRDefault="002B136A" w:rsidP="002B136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szCs w:val="24"/>
        </w:rPr>
        <w:t>ні», статей 12,  92, 122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 клопотання  КП Крупецької сільської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«Спеціалізоване лісокомунальне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особі директора Шмата Б.С., сільська рада </w:t>
      </w:r>
    </w:p>
    <w:p w:rsidR="002B136A" w:rsidRPr="00EA4C24" w:rsidRDefault="002B136A" w:rsidP="002B13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B136A" w:rsidRPr="00CF04D8" w:rsidRDefault="002B136A" w:rsidP="002B13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Надати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 дозвіл на розробку проєкту  із землеустрою щодо відведення земельної ділянки, орієнтовною  площею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2,3000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09.01 для ведення лісового господарства і пов'язаних з ним послуг</w:t>
      </w:r>
      <w:r w:rsidRPr="00CF04D8">
        <w:rPr>
          <w:rFonts w:ascii="Times New Roman" w:eastAsia="Calibri" w:hAnsi="Times New Roman" w:cs="Times New Roman"/>
          <w:sz w:val="24"/>
          <w:szCs w:val="24"/>
        </w:rPr>
        <w:t>, яка розташована на території  Крупецької сільської ради в селі Крупець.</w:t>
      </w:r>
    </w:p>
    <w:p w:rsidR="002B136A" w:rsidRPr="00CF04D8" w:rsidRDefault="002B136A" w:rsidP="002B13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>2.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2B136A" w:rsidRPr="00CF04D8" w:rsidRDefault="002B136A" w:rsidP="002B13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B136A" w:rsidRPr="00CF04D8" w:rsidRDefault="002B136A" w:rsidP="002B136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136A" w:rsidRPr="00CF04D8" w:rsidRDefault="002B136A" w:rsidP="002B136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E394F" w:rsidRPr="002B136A" w:rsidRDefault="002B136A" w:rsidP="002B136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E394F" w:rsidRPr="002B136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6A"/>
    <w:rsid w:val="000E394F"/>
    <w:rsid w:val="00171A2E"/>
    <w:rsid w:val="002B136A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B136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B136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B136A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B136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B136A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B136A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>Microsoft</Company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2021-03-02T14:03:00Z</dcterms:created>
  <dcterms:modified xsi:type="dcterms:W3CDTF">2021-03-02T14:04:00Z</dcterms:modified>
</cp:coreProperties>
</file>