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2E4" w:rsidRDefault="002922E4" w:rsidP="002922E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22E4" w:rsidRDefault="002922E4" w:rsidP="002922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922E4" w:rsidRDefault="002922E4" w:rsidP="002922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922E4" w:rsidRDefault="002922E4" w:rsidP="002922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22E4" w:rsidRDefault="002922E4" w:rsidP="002922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22E4" w:rsidRDefault="002922E4" w:rsidP="002922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22E4" w:rsidRDefault="002922E4" w:rsidP="002922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22E4" w:rsidRDefault="002922E4" w:rsidP="002922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922E4" w:rsidRDefault="002922E4" w:rsidP="002922E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922E4" w:rsidRDefault="002922E4" w:rsidP="002922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922E4" w:rsidRDefault="002922E4" w:rsidP="002922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922E4" w:rsidRDefault="002922E4" w:rsidP="002922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22E4" w:rsidRDefault="002922E4" w:rsidP="002922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922E4" w:rsidRDefault="002922E4" w:rsidP="002922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22E4" w:rsidRDefault="002922E4" w:rsidP="002922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922E4" w:rsidRDefault="002922E4" w:rsidP="002922E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922E4" w:rsidRDefault="002922E4" w:rsidP="002922E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№26</w:t>
      </w:r>
    </w:p>
    <w:p w:rsidR="002922E4" w:rsidRDefault="002922E4" w:rsidP="002922E4">
      <w:pPr>
        <w:tabs>
          <w:tab w:val="left" w:pos="4424"/>
        </w:tabs>
        <w:spacing w:after="0" w:line="240" w:lineRule="auto"/>
        <w:rPr>
          <w:rFonts w:ascii="Times New Roman" w:hAnsi="Times New Roman"/>
          <w:b/>
          <w:sz w:val="24"/>
          <w:lang w:val="ru-RU"/>
        </w:rPr>
      </w:pPr>
    </w:p>
    <w:p w:rsidR="002922E4" w:rsidRPr="008E2C07" w:rsidRDefault="002922E4" w:rsidP="002922E4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</w:p>
    <w:p w:rsidR="002922E4" w:rsidRPr="008E2C07" w:rsidRDefault="002922E4" w:rsidP="002922E4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8E2C07">
        <w:rPr>
          <w:rFonts w:ascii="Times New Roman" w:hAnsi="Times New Roman"/>
          <w:b/>
          <w:sz w:val="24"/>
          <w:lang w:val="ru-RU"/>
        </w:rPr>
        <w:t>про</w:t>
      </w:r>
      <w:r>
        <w:rPr>
          <w:rFonts w:ascii="Times New Roman" w:hAnsi="Times New Roman"/>
          <w:b/>
          <w:sz w:val="24"/>
          <w:lang w:val="ru-RU"/>
        </w:rPr>
        <w:t>є</w:t>
      </w:r>
      <w:r w:rsidRPr="008E2C07">
        <w:rPr>
          <w:rFonts w:ascii="Times New Roman" w:hAnsi="Times New Roman"/>
          <w:b/>
          <w:sz w:val="24"/>
          <w:lang w:val="ru-RU"/>
        </w:rPr>
        <w:t>кту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proofErr w:type="gram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</w:p>
    <w:p w:rsidR="002922E4" w:rsidRPr="008E2C07" w:rsidRDefault="002922E4" w:rsidP="002922E4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2922E4" w:rsidRPr="00921196" w:rsidRDefault="002922E4" w:rsidP="002922E4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Калюжній  М.В.</w:t>
      </w:r>
    </w:p>
    <w:p w:rsidR="002922E4" w:rsidRPr="008E2C07" w:rsidRDefault="002922E4" w:rsidP="002922E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2922E4" w:rsidRPr="008E2C07" w:rsidRDefault="002922E4" w:rsidP="002922E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до пункту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статті</w:t>
      </w:r>
      <w:proofErr w:type="gramStart"/>
      <w:r w:rsidRPr="008E2C07">
        <w:rPr>
          <w:rFonts w:ascii="Times New Roman" w:hAnsi="Times New Roman"/>
          <w:sz w:val="24"/>
          <w:lang w:val="ru-RU"/>
        </w:rPr>
        <w:t xml:space="preserve">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proofErr w:type="gram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Калюжної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М.В.с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2922E4" w:rsidRPr="00921196" w:rsidRDefault="002922E4" w:rsidP="002922E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2922E4" w:rsidRPr="008E2C07" w:rsidRDefault="002922E4" w:rsidP="002922E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r>
        <w:rPr>
          <w:rFonts w:ascii="Times New Roman" w:hAnsi="Times New Roman"/>
          <w:sz w:val="24"/>
        </w:rPr>
        <w:t xml:space="preserve">Калюжній Марині Вікторівні, 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028A8">
        <w:rPr>
          <w:rFonts w:ascii="Times New Roman" w:hAnsi="Times New Roman"/>
          <w:sz w:val="24"/>
        </w:rPr>
        <w:t>________________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hAnsi="Times New Roman"/>
          <w:sz w:val="24"/>
        </w:rPr>
        <w:t xml:space="preserve">орієнтовною </w:t>
      </w:r>
      <w:r w:rsidRPr="008E2C07">
        <w:rPr>
          <w:rFonts w:ascii="Times New Roman" w:hAnsi="Times New Roman"/>
          <w:sz w:val="24"/>
        </w:rPr>
        <w:t xml:space="preserve">площею </w:t>
      </w:r>
      <w:r>
        <w:rPr>
          <w:rFonts w:ascii="Times New Roman" w:hAnsi="Times New Roman"/>
          <w:sz w:val="24"/>
          <w:lang w:val="ru-RU"/>
        </w:rPr>
        <w:t xml:space="preserve">0,18 </w:t>
      </w:r>
      <w:r w:rsidRPr="008E2C07">
        <w:rPr>
          <w:rFonts w:ascii="Times New Roman" w:hAnsi="Times New Roman"/>
          <w:sz w:val="24"/>
          <w:lang w:val="ru-RU"/>
        </w:rPr>
        <w:t xml:space="preserve">га, </w:t>
      </w:r>
      <w:r w:rsidRPr="008E2C07">
        <w:rPr>
          <w:rFonts w:ascii="Times New Roman" w:hAnsi="Times New Roman"/>
          <w:sz w:val="24"/>
        </w:rPr>
        <w:t xml:space="preserve">для </w:t>
      </w:r>
      <w:r w:rsidRPr="00E53AAA">
        <w:rPr>
          <w:rFonts w:ascii="Times New Roman" w:hAnsi="Times New Roman"/>
        </w:rPr>
        <w:t>ведення особистого селянського господарства</w:t>
      </w:r>
      <w:r w:rsidRPr="008E2C07">
        <w:rPr>
          <w:rFonts w:ascii="Times New Roman" w:hAnsi="Times New Roman"/>
          <w:sz w:val="24"/>
          <w:lang w:val="ru-RU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розташована</w:t>
      </w:r>
      <w:proofErr w:type="spellEnd"/>
      <w:r>
        <w:rPr>
          <w:rFonts w:ascii="Times New Roman" w:hAnsi="Times New Roman"/>
          <w:sz w:val="24"/>
          <w:lang w:val="ru-RU"/>
        </w:rPr>
        <w:t xml:space="preserve"> в с</w:t>
      </w:r>
      <w:r w:rsidRPr="008E2C07">
        <w:rPr>
          <w:rFonts w:ascii="Times New Roman" w:hAnsi="Times New Roman"/>
          <w:sz w:val="24"/>
          <w:lang w:val="ru-RU"/>
        </w:rPr>
        <w:t>.</w:t>
      </w:r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Колом’є</w:t>
      </w:r>
      <w:proofErr w:type="spellEnd"/>
      <w:r>
        <w:rPr>
          <w:rFonts w:ascii="Times New Roman" w:hAnsi="Times New Roman"/>
          <w:sz w:val="24"/>
          <w:lang w:val="ru-RU"/>
        </w:rPr>
        <w:t xml:space="preserve"> по </w:t>
      </w:r>
      <w:proofErr w:type="spellStart"/>
      <w:r>
        <w:rPr>
          <w:rFonts w:ascii="Times New Roman" w:hAnsi="Times New Roman"/>
          <w:sz w:val="24"/>
          <w:lang w:val="ru-RU"/>
        </w:rPr>
        <w:t>вул</w:t>
      </w:r>
      <w:proofErr w:type="spellEnd"/>
      <w:r>
        <w:rPr>
          <w:rFonts w:ascii="Times New Roman" w:hAnsi="Times New Roman"/>
          <w:sz w:val="24"/>
          <w:lang w:val="ru-RU"/>
        </w:rPr>
        <w:t>. Зелена.</w:t>
      </w:r>
    </w:p>
    <w:p w:rsidR="002922E4" w:rsidRDefault="002922E4" w:rsidP="002922E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2</w:t>
      </w:r>
      <w:r>
        <w:rPr>
          <w:rFonts w:ascii="Times New Roman" w:hAnsi="Times New Roman"/>
          <w:sz w:val="24"/>
        </w:rPr>
        <w:t xml:space="preserve">. Калюжній М.В., </w:t>
      </w:r>
      <w:proofErr w:type="spellStart"/>
      <w:r>
        <w:rPr>
          <w:rFonts w:ascii="Times New Roman" w:hAnsi="Times New Roman"/>
          <w:sz w:val="24"/>
          <w:lang w:val="ru-RU"/>
        </w:rPr>
        <w:t>розробити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проє</w:t>
      </w:r>
      <w:r w:rsidRPr="008E2C07">
        <w:rPr>
          <w:rFonts w:ascii="Times New Roman" w:hAnsi="Times New Roman"/>
          <w:sz w:val="24"/>
          <w:lang w:val="ru-RU"/>
        </w:rPr>
        <w:t>кт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ділянки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  <w:lang w:val="ru-RU"/>
        </w:rPr>
        <w:t>передачі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її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у </w:t>
      </w:r>
      <w:proofErr w:type="spellStart"/>
      <w:r w:rsidRPr="008E2C07">
        <w:rPr>
          <w:rFonts w:ascii="Times New Roman" w:hAnsi="Times New Roman"/>
          <w:sz w:val="24"/>
          <w:lang w:val="ru-RU"/>
        </w:rPr>
        <w:t>власність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розгляд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сесії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ради.</w:t>
      </w:r>
    </w:p>
    <w:p w:rsidR="002922E4" w:rsidRPr="00F443C5" w:rsidRDefault="002922E4" w:rsidP="002922E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2922E4" w:rsidRPr="008E2C07" w:rsidRDefault="002922E4" w:rsidP="002922E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4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922E4" w:rsidRPr="00404567" w:rsidRDefault="002922E4" w:rsidP="002922E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922E4" w:rsidRPr="00404567" w:rsidRDefault="002922E4" w:rsidP="002922E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922E4" w:rsidRPr="00404567" w:rsidRDefault="002922E4" w:rsidP="002922E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922E4" w:rsidRPr="00404567" w:rsidRDefault="002922E4" w:rsidP="002922E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922E4" w:rsidRPr="00404567" w:rsidRDefault="002922E4" w:rsidP="002922E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922E4" w:rsidRDefault="002922E4" w:rsidP="002922E4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AE7AA2" w:rsidRDefault="00AE7AA2"/>
    <w:sectPr w:rsidR="00AE7AA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2E4"/>
    <w:rsid w:val="00171A2E"/>
    <w:rsid w:val="002922E4"/>
    <w:rsid w:val="00304C90"/>
    <w:rsid w:val="00505B6D"/>
    <w:rsid w:val="006D3977"/>
    <w:rsid w:val="007D6C18"/>
    <w:rsid w:val="00AE7AA2"/>
    <w:rsid w:val="00D1641A"/>
    <w:rsid w:val="00F0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930A2"/>
  <w15:docId w15:val="{97D31710-D727-4117-9585-B0660A604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2E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2922E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922E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2922E4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234</Words>
  <Characters>1339</Characters>
  <Application>Microsoft Office Word</Application>
  <DocSecurity>0</DocSecurity>
  <Lines>11</Lines>
  <Paragraphs>3</Paragraphs>
  <ScaleCrop>false</ScaleCrop>
  <Company>Microsoft</Company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2021-04-28T12:07:00Z</dcterms:created>
  <dcterms:modified xsi:type="dcterms:W3CDTF">2021-04-28T12:59:00Z</dcterms:modified>
</cp:coreProperties>
</file>