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0DE" w:rsidRPr="00DE6ED3" w:rsidRDefault="008620DE" w:rsidP="008620DE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8620DE" w:rsidRPr="00DE6ED3" w:rsidRDefault="008620DE" w:rsidP="00862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620DE" w:rsidRPr="00DE6ED3" w:rsidRDefault="008620DE" w:rsidP="00862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0DE" w:rsidRDefault="008620DE" w:rsidP="008620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620DE" w:rsidRDefault="008620DE" w:rsidP="008620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620DE" w:rsidRPr="00DE6ED3" w:rsidRDefault="008620DE" w:rsidP="00862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620DE" w:rsidRPr="00DE6ED3" w:rsidRDefault="008620DE" w:rsidP="008620D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620DE" w:rsidRPr="00DE6ED3" w:rsidRDefault="008620DE" w:rsidP="00862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620DE" w:rsidRPr="00DE6ED3" w:rsidRDefault="008620DE" w:rsidP="00862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8620DE" w:rsidRPr="00DE6ED3" w:rsidRDefault="008620DE" w:rsidP="008620D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8620DE" w:rsidRPr="00DE6ED3" w:rsidRDefault="008620DE" w:rsidP="00862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8620DE" w:rsidRPr="00DE6ED3" w:rsidRDefault="008620DE" w:rsidP="00862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8620DE" w:rsidRPr="00DE6ED3" w:rsidRDefault="008620DE" w:rsidP="00862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620DE" w:rsidRPr="00DE6ED3" w:rsidRDefault="008620DE" w:rsidP="00862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8620DE" w:rsidRPr="00DE6ED3" w:rsidRDefault="008620DE" w:rsidP="00862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620DE" w:rsidRPr="00DE6ED3" w:rsidRDefault="008620DE" w:rsidP="008620D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proofErr w:type="gram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8620DE" w:rsidRPr="00DE6ED3" w:rsidRDefault="008620DE" w:rsidP="008620D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8620DE" w:rsidRPr="00DE6ED3" w:rsidRDefault="008620DE" w:rsidP="008620D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8620DE" w:rsidRPr="00DE6ED3" w:rsidRDefault="008620DE" w:rsidP="008620D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8620DE" w:rsidRPr="00DE6ED3" w:rsidRDefault="008620DE" w:rsidP="008620D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8620DE" w:rsidRPr="00DE6ED3" w:rsidRDefault="008620DE" w:rsidP="008620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8620DE" w:rsidRPr="00DE6ED3" w:rsidRDefault="008620DE" w:rsidP="008620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8620DE" w:rsidRPr="00DE6ED3" w:rsidRDefault="008620DE" w:rsidP="008620D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Мачулянській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М.М.</w:t>
      </w:r>
    </w:p>
    <w:p w:rsidR="008620DE" w:rsidRPr="00DE6ED3" w:rsidRDefault="008620DE" w:rsidP="008620D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620DE" w:rsidRPr="00DE6ED3" w:rsidRDefault="008620DE" w:rsidP="008620D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620DE" w:rsidRPr="00DE6ED3" w:rsidRDefault="008620DE" w:rsidP="008620D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Мачулянської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М.М.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8620DE" w:rsidRPr="00DE6ED3" w:rsidRDefault="008620DE" w:rsidP="008620D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8620DE" w:rsidRPr="00DE6ED3" w:rsidRDefault="008620DE" w:rsidP="008620D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620DE" w:rsidRPr="00DE6ED3" w:rsidRDefault="008620DE" w:rsidP="008620D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Мачулянській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Марії Миколаївні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0,2000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620DE" w:rsidRPr="00DE6ED3" w:rsidRDefault="008620DE" w:rsidP="00862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Мачулянській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Марії Миколаївні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яка  зареєстрована за адресою: </w:t>
      </w:r>
      <w:r w:rsidR="0088565B" w:rsidRPr="0088565B">
        <w:rPr>
          <w:rFonts w:ascii="Times New Roman" w:eastAsia="Calibri" w:hAnsi="Times New Roman" w:cs="Times New Roman"/>
          <w:sz w:val="24"/>
        </w:rPr>
        <w:t>_________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88565B" w:rsidRPr="0088565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0,2000 га, кадастровий номер: 6823984000:01:009:0115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620DE" w:rsidRPr="00DE6ED3" w:rsidRDefault="008620DE" w:rsidP="00862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Мачулянській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М.М.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якій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8620DE" w:rsidRPr="00DE6ED3" w:rsidRDefault="008620DE" w:rsidP="00862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620DE" w:rsidRPr="00DE6ED3" w:rsidRDefault="008620DE" w:rsidP="008620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620DE" w:rsidRPr="008620DE" w:rsidRDefault="008620DE" w:rsidP="008620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560DE" w:rsidRPr="008620DE" w:rsidRDefault="008620DE" w:rsidP="008620D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2560DE" w:rsidRPr="008620D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DE"/>
    <w:rsid w:val="00171A2E"/>
    <w:rsid w:val="002560DE"/>
    <w:rsid w:val="00304C90"/>
    <w:rsid w:val="00505B6D"/>
    <w:rsid w:val="006D3977"/>
    <w:rsid w:val="007D6C18"/>
    <w:rsid w:val="008620DE"/>
    <w:rsid w:val="0088565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265</Words>
  <Characters>1512</Characters>
  <Application>Microsoft Office Word</Application>
  <DocSecurity>0</DocSecurity>
  <Lines>12</Lines>
  <Paragraphs>3</Paragraphs>
  <ScaleCrop>false</ScaleCrop>
  <Company>Microsoft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2021-03-17T09:22:00Z</dcterms:created>
  <dcterms:modified xsi:type="dcterms:W3CDTF">2021-03-17T09:35:00Z</dcterms:modified>
</cp:coreProperties>
</file>