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187" w:rsidRPr="008F5204" w:rsidRDefault="00DC2187" w:rsidP="00DC2187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DC2187" w:rsidRPr="008F5204" w:rsidRDefault="00262643" w:rsidP="00DC2187">
      <w:pPr>
        <w:rPr>
          <w:rFonts w:ascii="Times New Roman" w:hAnsi="Times New Roman" w:cs="Times New Roman"/>
        </w:rPr>
      </w:pPr>
      <w:r w:rsidRPr="00262643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AwF3ZXB3gAAI1ZBAAO&#10;AAAAAAAAAAAAAAAAAC4CAABkcnMvZTJvRG9jLnhtbFBLAQItABQABgAIAAAAIQCyHUyb4AAAAAoB&#10;AAAPAAAAAAAAAAAAAAAAAGF6AABkcnMvZG93bnJldi54bWxQSwUGAAAAAAQABADzAAAAbn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af8IA&#10;AADdAAAADwAAAGRycy9kb3ducmV2LnhtbESPzarCMBSE94LvEI7gTlOrqFSjiFzFhSD+7Q/NsS02&#10;J6XJ1fr2RhBcDjPzDTNfNqYUD6pdYVnBoB+BIE6tLjhTcDlvelMQziNrLC2Tghc5WC7arTkm2j75&#10;SI+Tz0SAsEtQQe59lUjp0pwMur6tiIN3s7VBH2SdSV3jM8BNKeMoGkuDBYeFHCta55TeT/9GgR1u&#10;d/trFh+HfzzxvDpMb9dmr1S306xmIDw1/hf+tndawTgeDeDzJjwB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kFp/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QABsgA&#10;AADdAAAADwAAAGRycy9kb3ducmV2LnhtbESPQUsDMRSE74L/ITzBS7FZF1l127RIYav1ILQKvT42&#10;r5utm5clSdu1v94IBY/DzHzDTOeD7cSRfGgdK7gfZyCIa6dbbhR8fVZ3TyBCRNbYOSYFPxRgPru+&#10;mmKp3YnXdNzERiQIhxIVmBj7UspQG7IYxq4nTt7OeYsxSd9I7fGU4LaTeZYV0mLLacFgTwtD9ffm&#10;YBXsqw+zXTyel370vKbzqHp/7VaFUrc3w8sERKQh/ocv7TetoMgf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VAA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DH4s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r5fs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Ax+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KNsUA&#10;AADdAAAADwAAAGRycy9kb3ducmV2LnhtbESPQUvDQBSE74L/YXmCN7sxxCix2yJVQQQPrULp7ZF9&#10;TYLZt8vus4n/3hUEj8PMfMMs17Mb1YliGjwbuF4UoIhbbwfuDHy8P1/dgUqCbHH0TAa+KcF6dX62&#10;xMb6ibd02kmnMoRTgwZ6kdBondqeHKaFD8TZO/roULKMnbYRpwx3oy6LotYOB84LPQba9NR+7r6c&#10;gbfpKbze1jfHcIhVqdOjlf1GjLm8mB/uQQnN8h/+a79YA3VZVfD7Jj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koo2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X6DcMA&#10;AADdAAAADwAAAGRycy9kb3ducmV2LnhtbESP24rCMBRF34X5h3AGfBFNxxtSjSLDOIgvxcsHHJpj&#10;U2xOSpOx9e8nguDjZl8We7XpbCXu1PjSsYKvUQKCOHe65ELB5bwbLkD4gKyxckwKHuRhs/7orTDV&#10;ruUj3U+hEHGEfYoKTAh1KqXPDVn0I1cTR+/qGoshyqaQusE2jttKjpNkLi2WHAkGa/o2lN9OfzZC&#10;sglmh2t73v122OLPwfBge1Sq/9ltlyACdeEdfrX3WsF8PJ3B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X6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yx2s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qpyU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LHa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C0P8cA&#10;AADdAAAADwAAAGRycy9kb3ducmV2LnhtbESPQWsCMRSE7wX/Q3iFXqRmq62VrVGqEBQslNqC18fm&#10;ubu4eVmS1F3/vSkIPQ4z8w0zX/a2EWfyoXas4GmUgSAunKm5VPDzrR9nIEJENtg4JgUXCrBcDO7m&#10;mBvX8Red97EUCcIhRwVVjG0uZSgqshhGriVO3tF5izFJX0rjsUtw28hxlk2lxZrTQoUtrSsqTvtf&#10;q2D12ZUTPyxWvdsdN4cXrY3+0Eo93PfvbyAi9fE/fGtvjYLp+PkV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AtD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d6CMAA&#10;AADdAAAADwAAAGRycy9kb3ducmV2LnhtbERPzYrCMBC+C75DGGFvmlpckWoUUQrLshfdfYChGZtq&#10;MylJrPXtzWHB48f3v9kNthU9+dA4VjCfZSCIK6cbrhX8/ZbTFYgQkTW2jknBkwLstuPRBgvtHnyi&#10;/hxrkUI4FKjAxNgVUobKkMUwcx1x4i7OW4wJ+lpqj48UbluZZ9lSWmw4NRjs6GCoup3vVkH5nf/0&#10;t7v2pdsPC0uf5ro6GqU+JsN+DSLSEN/if/eXVrDMF2luepOe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d6C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OF1scA&#10;AADdAAAADwAAAGRycy9kb3ducmV2LnhtbESPQWsCMRSE7wX/Q3iFXqRmq63UrVGqEBQslNqC18fm&#10;ubu4eVmS1F3/vSkIPQ4z8w0zX/a2EWfyoXas4GmUgSAunKm5VPDzrR9fQYSIbLBxTAouFGC5GNzN&#10;MTeu4y8672MpEoRDjgqqGNtcylBUZDGMXEucvKPzFmOSvpTGY5fgtpHjLJtKizWnhQpbWldUnPa/&#10;VsHqsysnfliserc7bg4vWhv9oZV6uO/f30BE6uN/+NbeGgXT8fMM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Thd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jg08AA&#10;AADdAAAADwAAAGRycy9kb3ducmV2LnhtbERPzYrCMBC+C75DGMGbppZVpBpFlMKyeFl3H2Boxqba&#10;TEoSa337zUHY48f3v90PthU9+dA4VrCYZyCIK6cbrhX8/pSzNYgQkTW2jknBiwLsd+PRFgvtnvxN&#10;/SXWIoVwKFCBibErpAyVIYth7jrixF2dtxgT9LXUHp8p3LYyz7KVtNhwajDY0dFQdb88rILyKz/3&#10;94f2pTsMH5aW5rY+GaWmk+GwARFpiP/it/tTK1jly7Q/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0jg0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FfbsMA&#10;AADdAAAADwAAAGRycy9kb3ducmV2LnhtbESP3WrCQBSE7wu+w3IE75pNbBMkuooULPWy0Qc4ZI9J&#10;MHs2Zrf5eXu3UOjlMDPfMLvDZFoxUO8aywqSKAZBXFrdcKXgejm9bkA4j6yxtUwKZnJw2C9edphr&#10;O/I3DYWvRICwy1FB7X2XS+nKmgy6yHbEwbvZ3qAPsq+k7nEMcNPKdRxn0mDDYaHGjj5qKu/Fj1Hw&#10;Po+fjyK9xydtKDm/dWf2ZarUajkdtyA8Tf4//Nf+0gqydZrA75vwBOT+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Ffb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YBcQA&#10;AADdAAAADwAAAGRycy9kb3ducmV2LnhtbESPQYvCMBSE78L+h/CEvWlqwaLVKLKiLHvS2t3zo3m2&#10;xealNFHrv98IgsdhZr5hluveNOJGnastK5iMIxDEhdU1lwry0240A+E8ssbGMil4kIP16mOwxFTb&#10;Ox/plvlSBAi7FBVU3replK6oyKAb25Y4eGfbGfRBdqXUHd4D3DQyjqJEGqw5LFTY0ldFxSW7GgXX&#10;5C/O+fyjD9n2sZ9vdxsnf0ulPof9ZgHCU+/f4Vf7WytI4mkM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B2A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4Cmc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pB3H8dwP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uAp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9YHsYA&#10;AADdAAAADwAAAGRycy9kb3ducmV2LnhtbESPT2vCQBTE74V+h+UJvdWNqQ0Ss5H+oSqeUhW8PrLP&#10;JJh9G7Jbjf30rlDocZiZ3zDZYjCtOFPvGssKJuMIBHFpdcOVgv3u63kGwnlkja1lUnAlB4v88SHD&#10;VNsLf9N56ysRIOxSVFB736VSurImg25sO+LgHW1v0AfZV1L3eAlw08o4ihJpsOGwUGNHHzWVp+2P&#10;UfCbHLBwq/j980V7uk5nS7splko9jYa3OQhPg/8P/7XXWkESv07h/iY8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39YH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uuPcQA&#10;AADdAAAADwAAAGRycy9kb3ducmV2LnhtbESP0WrCQBRE3wv+w3IF3+rGYKRGVynFQt/U2A+4ZK+b&#10;YPZuzG419utdQfBxmJkzzHLd20ZcqPO1YwWTcQKCuHS6ZqPg9/D9/gHCB2SNjWNScCMP69XgbYm5&#10;dlfe06UIRkQI+xwVVCG0uZS+rMiiH7uWOHpH11kMUXZG6g6vEW4bmSbJTFqsOS5U2NJXReWp+LMK&#10;zi7NdF9scHvazHe1MdPz/36q1GjYfy5ABOrDK/xs/2gFszTL4PEmPgG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rrj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i6IsUA&#10;AADdAAAADwAAAGRycy9kb3ducmV2LnhtbESPzW7CMBCE70h9B2sr9QYOINI0YFBBqsSVn0OPW3tJ&#10;AvE6jQ0Enr6uhMRxNDPfaGaLztbiQq2vHCsYDhIQxNqZigsF+91XPwPhA7LB2jEpuJGHxfylN8Pc&#10;uCtv6LINhYgQ9jkqKENocim9LsmiH7iGOHoH11oMUbaFNC1eI9zWcpQkqbRYcVwosaFVSfq0PVsF&#10;6+qHJqk+fNhsqTff998wfj8apd5eu88piEBdeIYf7bVRkI4mKfy/i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GLo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3sTcIA&#10;AADdAAAADwAAAGRycy9kb3ducmV2LnhtbERPXWvCMBR9H/gfwhX2NlMLOleNMgeC4hTmhr5emmtT&#10;bG5Kk9X6781g4OP55swWna1ES40vHSsYDhIQxLnTJRcKfr5XLxMQPiBrrByTght5WMx7TzPMtLvy&#10;F7WHUIhYwj5DBSaEOpPS54Ys+oGriaN2do3FEGFTSN3gNZbbSqZJMpYWS44LBmv6MJRfDr9WQYv7&#10;W3Iyy93bpvzM0/3yuNWRV8/97n0KIlAXHub/9ForGKejV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ex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nGX8IA&#10;AADdAAAADwAAAGRycy9kb3ducmV2LnhtbERPTUvDQBC9C/6HZYTe7MaARWK3RYSKR5v24HHMTrOp&#10;2ZmwuzZpf333UPD4eN/L9eR7daIQO2EDT/MCFHEjtuPWwH63eXwBFROyxV6YDJwpwnp1f7fEysrI&#10;WzrVqVU5hGOFBlxKQ6V1bBx5jHMZiDN3kOAxZRhabQOOOdz3uiyKhfbYcW5wONC7o+a3/vMGxo/m&#10;51gevq27hEE29Zccy16MmT1Mb6+gEk3pX3xzf1oDi/I5z81v8hPQqy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+cZ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lY8cA&#10;AADdAAAADwAAAGRycy9kb3ducmV2LnhtbESPW2sCMRSE3wv+h3AKvtVsF7S6GsVLhVIq4u39dHO6&#10;u5qcLJtUt/++KRR8HGbmG2Yya60RV2p85VjBcy8BQZw7XXGh4HhYPw1B+ICs0TgmBT/kYTbtPEww&#10;0+7GO7ruQyEihH2GCsoQ6kxKn5dk0fdcTRy9L9dYDFE2hdQN3iLcGpkmyUBarDgulFjTsqT8sv+2&#10;CtbblTmnm938JMPy9eXTDN8Xqw+luo/tfAwiUBvu4f/2m1YwSPsj+HsTn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eJW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L+sQA&#10;AADdAAAADwAAAGRycy9kb3ducmV2LnhtbERPy2rCQBTdF/yH4QpuSp3U0hBSJyIFUcGCj0K3N5lr&#10;EpK5EzJjTP/eWRS6PJz3cjWaVgzUu9qygtd5BIK4sLrmUsH3ZfOSgHAeWWNrmRT8koNVNnlaYqrt&#10;nU80nH0pQgi7FBVU3neplK6oyKCb2444cFfbG/QB9qXUPd5DuGnlIopiabDm0FBhR58VFc35ZhQM&#10;x0Ne7gbX7Zvk2b2/5dvtl/5RajYd1x8gPI3+X/zn3mkF8SIO+8Ob8AR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vi/r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JSqMcA&#10;AADdAAAADwAAAGRycy9kb3ducmV2LnhtbESPQWvCQBSE74L/YXmF3nRjqEGjq2ih0EtBbQ/19sy+&#10;JsHs23R3q9Ff7wpCj8PMfMPMl51pxImcry0rGA0TEMSF1TWXCr4+3wYTED4ga2wsk4ILeVgu+r05&#10;5tqeeUunXShFhLDPUUEVQptL6YuKDPqhbYmj92OdwRClK6V2eI5w08g0STJpsOa4UGFLrxUVx92f&#10;UbCeTta/mxf+uG4Pe9p/H47j1CVKPT91qxmIQF34Dz/a71pBlmYjuL+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CUqjHAAAA3QAAAA8AAAAAAAAAAAAAAAAAmAIAAGRy&#10;cy9kb3ducmV2LnhtbFBLBQYAAAAABAAEAPUAAACMAwAAAAA=&#10;" fillcolor="black" stroked="f"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kP0ccA&#10;AADdAAAADwAAAGRycy9kb3ducmV2LnhtbESPT2vCQBTE74LfYXmCN900YJDoKrWtIGgP/jl4fM2+&#10;Jkuyb0N2q7Gfvlso9DjMzG+Y5bq3jbhR541jBU/TBARx4bThUsHlvJ3MQfiArLFxTAoe5GG9Gg6W&#10;mGt35yPdTqEUEcI+RwVVCG0upS8qsuinriWO3qfrLIYou1LqDu8RbhuZJkkmLRqOCxW29FJRUZ++&#10;rILrPjPzo6H04/C9edOHWb15f62VGo/65wWIQH34D/+1d1pBlmYp/L6JT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5D9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CU/8UA&#10;AADdAAAADwAAAGRycy9kb3ducmV2LnhtbESPQWsCMRSE74L/ITzBW83WwiJbo0iltBcPtUqvj81z&#10;s+7mZU2irv76plDwOMzMN8x82dtWXMiH2rGC50kGgrh0uuZKwe77/WkGIkRkja1jUnCjAMvFcDDH&#10;Qrsrf9FlGyuRIBwKVGBi7AopQ2nIYpi4jjh5B+ctxiR9JbXHa4LbVk6zLJcWa04LBjt6M1Q227NV&#10;4Fc/6+bO532T3Te38HHsTzM0So1H/eoVRKQ+PsL/7U+tIJ/mL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kJT/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2pOcYA&#10;AADdAAAADwAAAGRycy9kb3ducmV2LnhtbESPUWvCQBCE34X+h2MLfRG9NJTYpp5ShEKhImj9AWtu&#10;m4Te7YXcqrG/vlcQfBxm5htmvhy8UyfqYxvYwOM0A0VcBdtybWD/9T55BhUF2aILTAYuFGG5uBvN&#10;sbThzFs67aRWCcKxRAONSFdqHauGPMZp6IiT9x16j5JkX2vb4znBvdN5lhXaY8tpocGOVg1VP7uj&#10;N+Dyg3v5nMW1XPZ6nf162Y431piH++HtFZTQILfwtf1hDRR58QT/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2pO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0D5sYA&#10;AADdAAAADwAAAGRycy9kb3ducmV2LnhtbESPQWvCQBSE70L/w/IK3nTTgKGkrtJWhFx6MFW8PrOv&#10;2dDdtyG71bS/visIHoeZ+YZZrkdnxZmG0HlW8DTPQBA3XnfcKth/bmfPIEJE1mg9k4JfCrBePUyW&#10;WGp/4R2d69iKBOFQogITY19KGRpDDsPc98TJ+/KDw5jk0Eo94CXBnZV5lhXSYcdpwWBP74aa7/rH&#10;KdjUvc33lXkLx8PH6WSrvy0dN0pNH8fXFxCRxngP39qVVlDkxQK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+0D5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jSIMMA&#10;AADdAAAADwAAAGRycy9kb3ducmV2LnhtbESPQWsCMRSE7wX/Q3iCt5roIS2rUUpREHrS6sHbI3nu&#10;brt5WTapu/57UxA8DjPzDbNcD74RV+piHdjAbKpAENvgai4NHL+3r+8gYkJ22AQmAzeKsF6NXpZY&#10;uNDznq6HVIoM4ViggSqltpAy2oo8xmloibN3CZ3HlGVXStdhn+G+kXOltPRYc16osKXPiuzv4c8b&#10;+NnKr2AV2tPx1O/c23mjqVHGTMbDxwJEoiE9w4/2zhnQc63h/01+An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ajSI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3VlcUA&#10;AADdAAAADwAAAGRycy9kb3ducmV2LnhtbESPQWvCQBSE7wX/w/IK3uqmKaQSXUUFoVg8VKX0+Mw+&#10;k5Ds27C7avrvXUHwOMzMN8x03ptWXMj52rKC91ECgriwuuZSwWG/fhuD8AFZY2uZFPyTh/ls8DLF&#10;XNsr/9BlF0oRIexzVFCF0OVS+qIig35kO+LonawzGKJ0pdQOrxFuWpkmSSYN1hwXKuxoVVHR7M5G&#10;wd/5m0/bj83CLcOv7fe+SY/jRqnha7+YgAjUh2f40f7SCrI0+4T7m/gE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/dWV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j7NcQA&#10;AADdAAAADwAAAGRycy9kb3ducmV2LnhtbERPy2rCQBTdF/yH4Qrd1YnBBo2OogWhm4Kvhe6umWsS&#10;zNxJZ6aa+vWdRcHl4bxni8404kbO15YVDAcJCOLC6ppLBYf9+m0MwgdkjY1lUvBLHhbz3ssMc23v&#10;vKXbLpQihrDPUUEVQptL6YuKDPqBbYkjd7HOYIjQlVI7vMdw08g0STJpsObYUGFLHxUV192PUbCa&#10;jFffmxF/PbbnE52O5+t76hKlXvvdcgoiUBee4n/3p1aQpVmcG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4+zXEAAAA3QAAAA8AAAAAAAAAAAAAAAAAmAIAAGRycy9k&#10;b3ducmV2LnhtbFBLBQYAAAAABAAEAPUAAACJAwAAAAA=&#10;" fillcolor="black" stroked="f"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ikr8UA&#10;AADdAAAADwAAAGRycy9kb3ducmV2LnhtbESPQUsDMRSE74X+h/AEb23WCouuTctSKIqnbVW8vm5e&#10;N0s3L0sS0/XfG0HwOMzMN8x6O9lBJPKhd6zgblmAIG6d7rlT8P62XzyACBFZ4+CYFHxTgO1mPltj&#10;pd2VD5SOsRMZwqFCBSbGsZIytIYshqUbibN3dt5izNJ3Unu8Zrgd5KooSmmx57xgcKSdofZy/LIK&#10;0mnX1PfpM5nDq68775rnj1Oj1O3NVD+BiDTF//Bf+0UrKFflI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KSv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x7HcMA&#10;AADdAAAADwAAAGRycy9kb3ducmV2LnhtbERPz2vCMBS+D/Y/hDfwpqkeulmNMmQT52VaBXd8NG9N&#10;WfNSmlirf705CDt+fL/ny97WoqPWV44VjEcJCOLC6YpLBcfD5/ANhA/IGmvHpOBKHpaL56c5Ztpd&#10;eE9dHkoRQ9hnqMCE0GRS+sKQRT9yDXHkfl1rMUTYllK3eInhtpaTJEmlxYpjg8GGVoaKv/xsFfjx&#10;6uO0tbdp97M2/J1/mXRXGqUGL/37DESgPvyLH+6NVpBOXuP++CY+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x7H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C2187" w:rsidRDefault="00DC2187" w:rsidP="00DC21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DC2187" w:rsidRPr="008F5204" w:rsidRDefault="00DC2187" w:rsidP="00DC2187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DC2187" w:rsidRPr="008F5204" w:rsidRDefault="00DC2187" w:rsidP="00DC2187">
      <w:pPr>
        <w:jc w:val="center"/>
        <w:rPr>
          <w:rFonts w:ascii="Times New Roman" w:hAnsi="Times New Roman" w:cs="Times New Roman"/>
          <w:b/>
        </w:rPr>
      </w:pPr>
    </w:p>
    <w:p w:rsidR="00DC2187" w:rsidRPr="008F5204" w:rsidRDefault="00DC2187" w:rsidP="00DC2187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DC2187" w:rsidRPr="008F5204" w:rsidRDefault="00DC2187" w:rsidP="00DC2187">
      <w:pPr>
        <w:rPr>
          <w:rFonts w:ascii="Times New Roman" w:hAnsi="Times New Roman" w:cs="Times New Roman"/>
        </w:rPr>
      </w:pPr>
    </w:p>
    <w:p w:rsidR="00DC2187" w:rsidRPr="008F5204" w:rsidRDefault="00DC2187" w:rsidP="00DC218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DC2187" w:rsidRPr="008F5204" w:rsidRDefault="00DC2187" w:rsidP="00DC2187">
      <w:pPr>
        <w:tabs>
          <w:tab w:val="left" w:pos="2160"/>
        </w:tabs>
        <w:rPr>
          <w:rFonts w:ascii="Times New Roman" w:hAnsi="Times New Roman" w:cs="Times New Roman"/>
        </w:rPr>
      </w:pPr>
    </w:p>
    <w:p w:rsidR="00DC2187" w:rsidRPr="00EF1F94" w:rsidRDefault="00DC2187" w:rsidP="00DC2187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DC2187" w:rsidRPr="00EF1F94" w:rsidRDefault="00DC2187" w:rsidP="00DC2187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DC2187" w:rsidRPr="00EF1F94" w:rsidRDefault="00DC2187" w:rsidP="00DC2187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DC2187" w:rsidRPr="00EF1F94" w:rsidRDefault="00DC2187" w:rsidP="00DC2187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Підгородецькій</w:t>
      </w:r>
      <w:proofErr w:type="spellEnd"/>
      <w:r w:rsidRPr="00EF1F94">
        <w:rPr>
          <w:rFonts w:ascii="Times New Roman" w:hAnsi="Times New Roman" w:cs="Times New Roman"/>
          <w:b/>
          <w:color w:val="auto"/>
        </w:rPr>
        <w:t xml:space="preserve">  С.В.</w:t>
      </w:r>
    </w:p>
    <w:p w:rsidR="00DC2187" w:rsidRPr="00EF1F94" w:rsidRDefault="00DC2187" w:rsidP="00DC2187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DC2187" w:rsidRPr="00EF1F94" w:rsidRDefault="00DC2187" w:rsidP="00DC2187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DC2187" w:rsidRPr="00EF1F94" w:rsidRDefault="00DC2187" w:rsidP="00DC2187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DC2187" w:rsidRPr="00EF1F94" w:rsidRDefault="00DC2187" w:rsidP="00DC2187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EF1F94">
        <w:rPr>
          <w:rFonts w:ascii="Times New Roman" w:hAnsi="Times New Roman" w:cs="Times New Roman"/>
          <w:color w:val="auto"/>
        </w:rPr>
        <w:t>Підгородецької</w:t>
      </w:r>
      <w:proofErr w:type="spellEnd"/>
      <w:r w:rsidRPr="00EF1F94">
        <w:rPr>
          <w:rFonts w:ascii="Times New Roman" w:hAnsi="Times New Roman" w:cs="Times New Roman"/>
          <w:color w:val="auto"/>
        </w:rPr>
        <w:t xml:space="preserve"> С.В., сільська   рада    </w:t>
      </w:r>
    </w:p>
    <w:p w:rsidR="00DC2187" w:rsidRDefault="00DC2187" w:rsidP="00DC2187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DC2187" w:rsidRPr="008F5204" w:rsidRDefault="00DC2187" w:rsidP="00DC2187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DC2187" w:rsidRPr="008F5204" w:rsidRDefault="00DC2187" w:rsidP="00DC2187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Підгородецькій</w:t>
      </w:r>
      <w:proofErr w:type="spellEnd"/>
      <w:r>
        <w:rPr>
          <w:rFonts w:ascii="Times New Roman" w:hAnsi="Times New Roman" w:cs="Times New Roman"/>
        </w:rPr>
        <w:t xml:space="preserve">  Світлані Володимирівні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 w:rsidRPr="008F5204">
        <w:rPr>
          <w:rFonts w:ascii="Times New Roman" w:hAnsi="Times New Roman" w:cs="Times New Roman"/>
        </w:rPr>
        <w:t>площею 0</w:t>
      </w:r>
      <w:r>
        <w:rPr>
          <w:rFonts w:ascii="Times New Roman" w:hAnsi="Times New Roman" w:cs="Times New Roman"/>
        </w:rPr>
        <w:t>.1600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DC2187" w:rsidRPr="008F5204" w:rsidRDefault="00DC2187" w:rsidP="00DC2187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Передати </w:t>
      </w:r>
      <w:proofErr w:type="spellStart"/>
      <w:r>
        <w:rPr>
          <w:rFonts w:ascii="Times New Roman" w:hAnsi="Times New Roman" w:cs="Times New Roman"/>
        </w:rPr>
        <w:t>Підгородецькій</w:t>
      </w:r>
      <w:proofErr w:type="spellEnd"/>
      <w:r>
        <w:rPr>
          <w:rFonts w:ascii="Times New Roman" w:hAnsi="Times New Roman" w:cs="Times New Roman"/>
        </w:rPr>
        <w:t xml:space="preserve"> Світлані Володимирівні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 за адресою: </w:t>
      </w:r>
      <w:r w:rsidR="0009206D" w:rsidRPr="0009206D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09206D" w:rsidRPr="0009206D">
        <w:rPr>
          <w:rFonts w:ascii="Times New Roman" w:hAnsi="Times New Roman" w:cs="Times New Roman"/>
          <w:lang w:val="ru-RU"/>
        </w:rPr>
        <w:t>__________</w:t>
      </w:r>
      <w:r w:rsidRPr="008F5204">
        <w:rPr>
          <w:rFonts w:ascii="Times New Roman" w:hAnsi="Times New Roman" w:cs="Times New Roman"/>
        </w:rPr>
        <w:t>, у власність земельну ділянку, площею 0,</w:t>
      </w:r>
      <w:r>
        <w:rPr>
          <w:rFonts w:ascii="Times New Roman" w:hAnsi="Times New Roman" w:cs="Times New Roman"/>
        </w:rPr>
        <w:t>1600</w:t>
      </w:r>
      <w:r w:rsidRPr="008F5204">
        <w:rPr>
          <w:rFonts w:ascii="Times New Roman" w:hAnsi="Times New Roman" w:cs="Times New Roman"/>
        </w:rPr>
        <w:t xml:space="preserve"> га, кадастровий номер: 6823986800:0</w:t>
      </w:r>
      <w:r>
        <w:rPr>
          <w:rFonts w:ascii="Times New Roman" w:hAnsi="Times New Roman" w:cs="Times New Roman"/>
        </w:rPr>
        <w:t>2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05:0016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</w:t>
      </w:r>
      <w:r w:rsidRPr="00CE1EBA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 w:rsidRPr="008F5204">
        <w:rPr>
          <w:rFonts w:ascii="Times New Roman" w:hAnsi="Times New Roman" w:cs="Times New Roman"/>
        </w:rPr>
        <w:t>.</w:t>
      </w:r>
    </w:p>
    <w:p w:rsidR="00DC2187" w:rsidRPr="008F5204" w:rsidRDefault="00DC2187" w:rsidP="00DC2187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Підгородецькій</w:t>
      </w:r>
      <w:proofErr w:type="spellEnd"/>
      <w:r>
        <w:rPr>
          <w:rFonts w:ascii="Times New Roman" w:hAnsi="Times New Roman" w:cs="Times New Roman"/>
        </w:rPr>
        <w:t xml:space="preserve"> С.В.,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C2187" w:rsidRPr="008F5204" w:rsidRDefault="00DC2187" w:rsidP="00DC2187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C2187" w:rsidRPr="00DC2187" w:rsidRDefault="00DC2187" w:rsidP="00DC2187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DC2187" w:rsidRPr="008F5204" w:rsidRDefault="00DC2187" w:rsidP="00DC2187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B7AA7" w:rsidRPr="00DC2187" w:rsidRDefault="00DC2187" w:rsidP="00DC2187">
      <w:pPr>
        <w:tabs>
          <w:tab w:val="left" w:pos="2160"/>
        </w:tabs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0B7AA7" w:rsidRPr="00DC2187" w:rsidSect="00DC2187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C2187"/>
    <w:rsid w:val="0009206D"/>
    <w:rsid w:val="000B7AA7"/>
    <w:rsid w:val="00171A2E"/>
    <w:rsid w:val="00262643"/>
    <w:rsid w:val="00304C90"/>
    <w:rsid w:val="00505B6D"/>
    <w:rsid w:val="006D3977"/>
    <w:rsid w:val="007B7C5D"/>
    <w:rsid w:val="007D6C18"/>
    <w:rsid w:val="00892539"/>
    <w:rsid w:val="00D1641A"/>
    <w:rsid w:val="00DC2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18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2020-02-13T11:30:00Z</dcterms:created>
  <dcterms:modified xsi:type="dcterms:W3CDTF">2020-02-13T12:18:00Z</dcterms:modified>
</cp:coreProperties>
</file>