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8E" w:rsidRPr="00B623A8" w:rsidRDefault="0088257F" w:rsidP="0083388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NL6r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I/Rw3RxE51Ol1/v2euEnw4X5EFuvLPw8+mR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WuzS+q53AABAWQQADgAAAAAAAAAAAAAAAAAuAgAAZHJzL2Uyb0RvYy54bWxQ&#10;SwECLQAUAAYACAAAACEAsh1Mm+AAAAAKAQAADwAAAAAAAAAAAAAAAAAIegAAZHJzL2Rvd25yZXYu&#10;eG1sUEsFBgAAAAAEAAQA8wAAABV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Ntc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43gA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YNtc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JXzMgA&#10;AADdAAAADwAAAGRycy9kb3ducmV2LnhtbESPT2sCMRTE70K/Q3iFXkSzVdC6NUoRttYeCv6BXh+b&#10;1822m5clSXX105uC0OMwM79h5svONuJIPtSOFTwOMxDEpdM1VwoO+2LwBCJEZI2NY1JwpgDLxV1v&#10;jrl2J97ScRcrkSAcclRgYmxzKUNpyGIYupY4eV/OW4xJ+kpqj6cEt40cZdlEWqw5LRhsaWWo/Nn9&#10;WgXfxYf5XE0vr74/29KlX7yvm81EqYf77uUZRKQu/odv7TetYDwdj+DvTXo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glfM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aQKMQA&#10;AADdAAAADwAAAGRycy9kb3ducmV2LnhtbESP32rCMBTG7we+QziCN0NTLWxSjaXIHMMbsd0DHJpj&#10;U2xOSpPZ7u2XwWCXH9+fH98+n2wnHjT41rGC9SoBQVw73XKj4LM6LbcgfEDW2DkmBd/kIT/MnvaY&#10;aTfylR5laEQcYZ+hAhNCn0npa0MW/cr1xNG7ucFiiHJopB5wjOO2k5skeZEWW44Egz0dDdX38stG&#10;yCXFy/k2Vqf3CUd8Oxt+Lq5KLeZTsQMRaAr/4b/2h1aQvqYp/L6JT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WkC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Td/MYA&#10;AADdAAAADwAAAGRycy9kb3ducmV2LnhtbESPQUsDMRSE74L/ITyhN5u1rW1ZmxapLYjgwSoUb4/N&#10;6+7i5iUkr9313xtB8DjMzDfMajO4Tl0optazgbtxAYq48rbl2sDH+/52CSoJssXOMxn4pgSb9fXV&#10;Ckvre36jy0FqlSGcSjTQiIRS61Q15DCNfSDO3slHh5JlrLWN2Ge46/SkKObaYct5ocFA24aqr8PZ&#10;GXjtd+FlMb8/hc84m+j0ZOW4FWNGN8PjAyihQf7Df+1na2C6mM7g901+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Td/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Otx8UA&#10;AADdAAAADwAAAGRycy9kb3ducmV2LnhtbESP32rCMBTG7wd7h3AG3gxNZ5mOzigy7BjeiO0e4NAc&#10;m7LmpDSxrW9vBoNdfnx/fnyb3WRbMVDvG8cKXhYJCOLK6YZrBd9lPn8D4QOyxtYxKbiRh9328WGD&#10;mXYjn2koQi3iCPsMFZgQukxKXxmy6BeuI47exfUWQ5R9LXWPYxy3rVwmyUpabDgSDHb0Yaj6Ka42&#10;Qk4pno6Xscw/JxzxcDT8vD8rNXua9u8gAk3hP/zX/tIK0nX6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s63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rmEMYA&#10;AADdAAAADwAAAGRycy9kb3ducmV2LnhtbESPQUsDMRSE74L/IbyCN5ttq1tZmxapFUTowSqIt8fm&#10;dXdx8xKS1+76740geBxm5htmtRldr84UU+fZwGxagCKuve24MfD+9nR9ByoJssXeMxn4pgSb9eXF&#10;CivrB36l80EalSGcKjTQioRK61S35DBNfSDO3tFHh5JlbLSNOGS46/W8KErtsOO80GKgbUv11+Hk&#10;DOyHXXhZlrfH8Blv5jo9WvnYijFXk/HhHpTQKP/hv/azNbBYLk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rmE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bj9ccA&#10;AADdAAAADwAAAGRycy9kb3ducmV2LnhtbESPzWrDMBCE74W8g9hCLyGRW9MkuFFCUhAttFDyA70u&#10;1sY2tVZGUmPn7aNCoMdhZr5hluvBtuJMPjSOFTxOMxDEpTMNVwqOBz1ZgAgR2WDrmBRcKMB6Nbpb&#10;YmFczzs672MlEoRDgQrqGLtCylDWZDFMXUecvJPzFmOSvpLGY5/gtpVPWTaTFhtOCzV29FpT+bP/&#10;tQq2X32V+3G5HdzH6e37WWujP7VSD/fD5gVEpCH+h2/td6Mgn+d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4W4/X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EtwsEA&#10;AADdAAAADwAAAGRycy9kb3ducmV2LnhtbERP3WrCMBS+H/gO4Qi7m6m6qVSjiFKQsRt/HuDQHJtq&#10;c1KSWLu3NxeDXX58/6tNbxvRkQ+1YwXjUQaCuHS65krB5Vx8LECEiKyxcUwKfinAZj14W2Gu3ZOP&#10;1J1iJVIIhxwVmBjbXMpQGrIYRq4lTtzVeYsxQV9J7fGZwm0jJ1k2kxZrTg0GW9oZKu+nh1VQfE9+&#10;uvtD+8Jt+09LX+a22Bul3of9dgkiUh//xX/ug1YwnU/T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xLc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SHMcA&#10;AADdAAAADwAAAGRycy9kb3ducmV2LnhtbESPUUvDMBSF3wX/Q7iCL+JSLZuuLhtuEDZQGE5hr5fm&#10;ri02NyXJ1u7fLwPBx8M55zuc2WKwrTiRD41jBU+jDARx6UzDlYKfb/34CiJEZIOtY1JwpgCL+e3N&#10;DAvjev6i0y5WIkE4FKigjrErpAxlTRbDyHXEyTs4bzEm6StpPPYJblv5nGUTabHhtFBjR6uayt/d&#10;0SpYbvsq9w/lcnAfh/V+rLXRn1qp+7vh/Q1EpCH+h//aG6Mgf8mncH2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F0h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SucEA&#10;AADdAAAADwAAAGRycy9kb3ducmV2LnhtbERP3WrCMBS+H/gO4Qi7m6nOqVSjiFIYYzf+PMChOTbV&#10;5qQksda3NxeDXX58/6tNbxvRkQ+1YwXjUQaCuHS65krB+VR8LECEiKyxcUwKnhRgsx68rTDX7sEH&#10;6o6xEimEQ44KTIxtLmUoDVkMI9cSJ+7ivMWYoK+k9vhI4baRkyybSYs1pwaDLe0Mlbfj3Soofia/&#10;3e2ufeG2/dTSl7ku9kap92G/XYKI1Md/8Z/7Wyv4nE/T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BUrn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jtBMMA&#10;AADdAAAADwAAAGRycy9kb3ducmV2LnhtbESP3YrCMBSE7wXfIZwF7zStf7t0m4oIynpp3Qc4NGfb&#10;YnNSm2jr228EwcthZr5h0s1gGnGnztWWFcSzCARxYXXNpYLf8376BcJ5ZI2NZVLwIAebbDxKMdG2&#10;5xPdc1+KAGGXoILK+zaR0hUVGXQz2xIH7892Bn2QXSl1h32Am0bOo2gtDdYcFipsaVdRcclvRsHy&#10;0R+u+eoS7bWh+Lhoj+yLlVKTj2H7DcLT4N/hV/tHK1h8LmN4vglP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jtB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hqb8YA&#10;AADdAAAADwAAAGRycy9kb3ducmV2LnhtbESPQWvCQBSE74L/YXlCb3VjWrSmrhIMltJTG63nR/aZ&#10;hGbfht1V47/vFgoeh5n5hlltBtOJCznfWlYwmyYgiCurW64VHPa7xxcQPiBr7CyTght52KzHoxVm&#10;2l75iy5lqEWEsM9QQRNCn0npq4YM+qntiaN3ss5giNLVUju8RrjpZJokc2mw5bjQYE/bhqqf8mwU&#10;nOfH9MCnD/1ZFre3ZbHLvfyulXqYDPkriEBDuIf/2+9awdPiOYW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hqb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ew88gA&#10;AADdAAAADwAAAGRycy9kb3ducmV2LnhtbESPQWvCQBSE74X+h+UVvNVNG4k2uooVhOqhUrUHb8/s&#10;M0nNvo3ZrcZ/7xaEHoeZ+YYZTVpTiTM1rrSs4KUbgSDOrC45V7DdzJ8HIJxH1lhZJgVXcjAZPz6M&#10;MNX2wl90XvtcBAi7FBUU3teplC4ryKDr2po4eAfbGPRBNrnUDV4C3FTyNYoSabDksFBgTbOCsuP6&#10;1yj4Xg2St9X7ovez/NxjbPRpp8tEqc5TOx2C8NT6//C9/aEVxP1eDH9vwhOQ4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57D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bqdMYA&#10;AADdAAAADwAAAGRycy9kb3ducmV2LnhtbESPT2vCQBTE74V+h+UJvdWNSbASXaV/qBVPVgWvj+wz&#10;CWbfhuw2if303YLgcZiZ3zCL1WBq0VHrKssKJuMIBHFudcWFguPh83kGwnlkjbVlUnAlB6vl48MC&#10;M217/qZu7wsRIOwyVFB632RSurwkg25sG+LgnW1r0AfZFlK32Ae4qWUcRVNpsOKwUGJD7yXll/2P&#10;UfA7PeHOfcVvH4n2dE1na7vdrZV6Gg2vcxCeBn8P39obrSB5SVP4fxOe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bqd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IcV8YA&#10;AADdAAAADwAAAGRycy9kb3ducmV2LnhtbESPwW7CMBBE70j8g7VIvRUHGtoSYlBVUYkbJe0HrOLF&#10;iRKvQ+xC2q/HSJU4jmbmjSbfDLYVZ+p97VjBbJqAIC6drtko+P76eHwF4QOyxtYxKfglD5v1eJRj&#10;pt2FD3QughERwj5DBVUIXSalLyuy6KeuI47e0fUWQ5S9kbrHS4TbVs6T5FlarDkuVNjRe0VlU/xY&#10;BSc3X+ih2OK+2S4/a2PS098hVephMrytQAQawj38395pBU8v6QJub+ITkO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IcV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ISM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vniMYW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Qh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ReJ8MA&#10;AADdAAAADwAAAGRycy9kb3ducmV2LnhtbERPXWvCMBR9F/Yfwh3sTdM50dkZRYWBoivMyfZ6ae6a&#10;suamNFmt/94Igo/nmzNbdLYSLTW+dKzgeZCAIM6dLrlQcPx677+C8AFZY+WYFJzJw2L+0Jthqt2J&#10;P6k9hELEEvYpKjAh1KmUPjdk0Q9cTRy1X9dYDBE2hdQNnmK5reQwScbSYslxwWBNa0P53+HfKmgx&#10;Oyc/ZvUx3Zb7fJitvnc68urpsVu+gQjUhbv5lt5oBS+T0QSub+ITk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ReJ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B0NcIA&#10;AADdAAAADwAAAGRycy9kb3ducmV2LnhtbERPPU/DMBDdkfgP1iF1ow4poiitWyGkIkZIOzBe42uc&#10;Et9FtmkCvx4PSIxP73u9nXyvLhRiJ2zgbl6AIm7EdtwaOOx3t4+gYkK22AuTgW+KsN1cX62xsjLy&#10;O13q1KocwrFCAy6lodI6No48xrkMxJk7SfCYMgyttgHHHO57XRbFg/bYcW5wONCzo+az/vIGxpfm&#10;eC5PH9b9hEF29Zucy16Mmd1MTytQiab0L/5zv1oDi+V9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8HQ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eXCccA&#10;AADdAAAADwAAAGRycy9kb3ducmV2LnhtbESP3WoCMRSE7wu+QziF3tVsbam6GsVqBRFF/Ls/3Zzu&#10;rk1Olk3U7ds3QsHLYWa+YYbjxhpxodqXjhW8tBMQxJnTJecKDvv5cw+ED8gajWNS8EsexqPWwxBT&#10;7a68pcsu5CJC2KeooAihSqX0WUEWfdtVxNH7drXFEGWdS13jNcKtkZ0keZcWS44LBVY0LSj72Z2t&#10;gvlmZk6d9XZylGH62f0yveXHbKXU02MzGYAI1IR7+L+90Apeu299uL2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Xlw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l8MIA&#10;AADdAAAADwAAAGRycy9kb3ducmV2LnhtbERPy4rCMBTdC/5DuIKbQVMVH1SjiCA6MIIvcHttrm2x&#10;uSlNrJ2/nywGXB7Oe7FqTCFqqlxuWcGgH4EgTqzOOVVwvWx7MxDOI2ssLJOCX3KwWrZbC4y1ffOJ&#10;6rNPRQhhF6OCzPsyltIlGRl0fVsSB+5hK4M+wCqVusJ3CDeFHEbRRBrMOTRkWNImo+R5fhkF9fHn&#10;nu5rV34/Z19uPLrvdgd9U6rbadZzEJ4a/xH/u/dawWg6DvvDm/A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k2Xw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68osgA&#10;AADdAAAADwAAAGRycy9kb3ducmV2LnhtbESPT2sCMRTE74V+h/AKvXWzWq26NUotFLwI/jvo7bl5&#10;3V3cvGyTVFc/fSMUPA4z8xtmPG1NLU7kfGVZQSdJQRDnVldcKNhuvl6GIHxA1lhbJgUX8jCdPD6M&#10;MdP2zCs6rUMhIoR9hgrKEJpMSp+XZNAntiGO3rd1BkOUrpDa4TnCTS27afomDVYcF0ps6LOk/Lj+&#10;NQpmo+HsZ9njxXV12NN+dzj2uy5V6vmp/XgHEagN9/B/e64VvA76Hbi9iU9AT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fryiyAAAAN0AAAAPAAAAAAAAAAAAAAAAAJgCAABk&#10;cnMvZG93bnJldi54bWxQSwUGAAAAAAQABAD1AAAAjQMAAAAA&#10;" fillcolor="black" stroked="f"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Xh28cA&#10;AADdAAAADwAAAGRycy9kb3ducmV2LnhtbESPQWvCQBSE7wX/w/KE3uqmKVpJXUVtC4J60PbQ42v2&#10;NVmSfRuyW43+elcQPA4z8w0zmXW2FgdqvXGs4HmQgCDOnTZcKPj++nwag/ABWWPtmBScyMNs2nuY&#10;YKbdkXd02IdCRAj7DBWUITSZlD4vyaIfuIY4en+utRiibAupWzxGuK1lmiQjadFwXCixoWVJebX/&#10;twp+1iMz3hlKfzfnxYfeDKvF9r1S6rHfzd9ABOrCPXxrr7SCl9dh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F4dv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x69cYA&#10;AADdAAAADwAAAGRycy9kb3ducmV2LnhtbESPQWsCMRSE7wX/Q3hCbzWr0lZWo4iltBcPtYrXx+Z1&#10;s93Ny5pEXf31piD0OMzMN8xs0dlGnMiHyrGC4SADQVw4XXGpYPv9/jQBESKyxsYxKbhQgMW89zDD&#10;XLszf9FpE0uRIBxyVGBibHMpQ2HIYhi4ljh5P85bjEn6UmqP5wS3jRxl2Yu0WHFaMNjSylBRb45W&#10;gV/u3+orH3d1dl1fwsdvd5igUeqx3y2nICJ18T98b39qBePX5zH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x69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FHM8YA&#10;AADdAAAADwAAAGRycy9kb3ducmV2LnhtbESP3WoCMRSE7wu+QziCN6Vma3+sW6MUQSgogtYHON0c&#10;d5cmJ8vmqGufvhGEXg4z8w0znXfeqRO1sQ5s4HGYgSIugq25NLD/Wj68gYqCbNEFJgMXijCf9e6m&#10;mNtw5i2ddlKqBOGYo4FKpMm1jkVFHuMwNMTJO4TWoyTZltq2eE5w7/Qoy161x5rTQoUNLSoqfnZH&#10;b8CNvt1kNY5ruez1Ovv1sr3fWGMG/e7jHZRQJ//hW/vTGngavzzD9U16An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FHM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t7MYA&#10;AADdAAAADwAAAGRycy9kb3ducmV2LnhtbESPQWsCMRSE74X+h/AK3mq2irWsRmkrwl48dLV4fW6e&#10;m6XJy7JJdfXXm0LB4zAz3zDzZe+sOFEXGs8KXoYZCOLK64ZrBbvt+vkNRIjIGq1nUnChAMvF48Mc&#10;c+3P/EWnMtYiQTjkqMDE2OZShsqQwzD0LXHyjr5zGJPsaqk7PCe4s3KUZa/SYcNpwWBLn4aqn/LX&#10;KViVrR3tCvMR9t+bw8EW1zXtV0oNnvr3GYhIfbyH/9uFVjCeTib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Ht7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8KsUA&#10;AADdAAAADwAAAGRycy9kb3ducmV2LnhtbESPT2sCMRTE7wW/Q3iCt5pY6SqrUaQoCD3VPwdvj+S5&#10;u7p5WTbR3X77plDocZiZ3zDLde9q8aQ2VJ41TMYKBLHxtuJCw+m4e52DCBHZYu2ZNHxTgPVq8LLE&#10;3PqOv+h5iIVIEA45aihjbHIpgynJYRj7hjh5V986jEm2hbQtdgnuavmmVCYdVpwWSmzooyRzPzyc&#10;httOfnqj0JxP525vZ5dtRrXSejTsNwsQkfr4H/5r762G6ew9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Dwq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E7n8UA&#10;AADdAAAADwAAAGRycy9kb3ducmV2LnhtbESPQWsCMRSE74L/ITyhN82qtMpqFBUKpeKhKuLxuXnu&#10;Lrt5WZKo239vhEKPw8x8w8yXranFnZwvLSsYDhIQxJnVJecKjofP/hSED8gaa8uk4Jc8LBfdzhxT&#10;bR/8Q/d9yEWEsE9RQRFCk0rps4IM+oFtiKN3tc5giNLlUjt8RLip5ShJPqTBkuNCgQ1tCsqq/c0o&#10;ON+2fN2Nv1duHU62PfhqdJlWSr312tUMRKA2/If/2l9awXjyPoH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QTuf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VP8QA&#10;AADdAAAADwAAAGRycy9kb3ducmV2LnhtbERPu27CMBTdK/UfrFupW3GgpUDAIKhUiQWJ1wDbJb4k&#10;EfF1sF0IfD0ekDoenfdo0phKXMj50rKCdisBQZxZXXKuYLv5/eiD8AFZY2WZFNzIw2T8+jLCVNsr&#10;r+iyDrmIIexTVFCEUKdS+qwgg75la+LIHa0zGCJ0udQOrzHcVLKTJN/SYMmxocCafgrKTus/o2A2&#10;6M/Oyy9e3FeHPe13h1O34xKl3t+a6RBEoCb8i5/uuVbw2evGufFNfAJy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EFT/EAAAA3QAAAA8AAAAAAAAAAAAAAAAAmAIAAGRycy9k&#10;b3ducmV2LnhtbFBLBQYAAAAABAAEAPUAAACJAwAAAAA=&#10;" fillcolor="black" stroked="f"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RKpcUA&#10;AADdAAAADwAAAGRycy9kb3ducmV2LnhtbESPQUsDMRSE70L/Q3iCN5u1Ratr07IURPG0bS29vm6e&#10;m8XNy5LEdP33RhB6HGbmG2a5Hm0vEvnQOVZwNy1AEDdOd9wq+Ni/3D6CCBFZY++YFPxQgPVqcrXE&#10;UrszbyntYisyhEOJCkyMQyllaAxZDFM3EGfv03mLMUvfSu3xnOG2l7OieJAWO84LBgfaGGq+dt9W&#10;QTpt6mqejsls333Vele/Hk61UjfXY/UMItIYL+H/9ptWMF/cP8H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dEql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Jd8MA&#10;AADdAAAADwAAAGRycy9kb3ducmV2LnhtbERPz2vCMBS+D/wfwhN2m6kbVK1GGbKN6UWtgh4fzbMp&#10;a15Kk9W6v345DHb8+H4vVr2tRUetrxwrGI8SEMSF0xWXCk7H96cpCB+QNdaOScGdPKyWg4cFZtrd&#10;+EBdHkoRQ9hnqMCE0GRS+sKQRT9yDXHkrq61GCJsS6lbvMVwW8vnJEmlxYpjg8GG1oaKr/zbKvDj&#10;9dt5a39m3eXD8C7fmHRfGqUeh/3rHESgPvyL/9yfWsHLJI3745v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XJd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3388E" w:rsidRDefault="0083388E" w:rsidP="008338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3388E" w:rsidRDefault="0083388E" w:rsidP="008338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388E" w:rsidRDefault="0083388E" w:rsidP="008338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388E" w:rsidRDefault="0083388E" w:rsidP="008338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388E" w:rsidRDefault="0083388E" w:rsidP="008338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388E" w:rsidRDefault="0083388E" w:rsidP="008338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3388E" w:rsidRDefault="0083388E" w:rsidP="0083388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3388E" w:rsidRDefault="0083388E" w:rsidP="008338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3388E" w:rsidRDefault="0083388E" w:rsidP="008338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3388E" w:rsidRDefault="0083388E" w:rsidP="008338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388E" w:rsidRDefault="0083388E" w:rsidP="008338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3388E" w:rsidRDefault="0083388E" w:rsidP="008338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388E" w:rsidRDefault="0083388E" w:rsidP="008338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3388E" w:rsidRDefault="0083388E" w:rsidP="0083388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388E" w:rsidRPr="006E3F23" w:rsidRDefault="0083388E" w:rsidP="0083388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№74</w:t>
      </w:r>
    </w:p>
    <w:p w:rsidR="0083388E" w:rsidRPr="00FB0BF1" w:rsidRDefault="0083388E" w:rsidP="0083388E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388E" w:rsidRPr="00FB0BF1" w:rsidRDefault="0083388E" w:rsidP="0083388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FB0BF1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FB0BF1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FB0BF1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FB0BF1">
        <w:rPr>
          <w:rFonts w:ascii="Times New Roman" w:eastAsia="Times New Roman" w:hAnsi="Times New Roman"/>
          <w:b/>
          <w:sz w:val="24"/>
        </w:rPr>
        <w:t>розробку</w:t>
      </w:r>
      <w:proofErr w:type="spellEnd"/>
    </w:p>
    <w:p w:rsidR="0083388E" w:rsidRPr="00FB0BF1" w:rsidRDefault="0083388E" w:rsidP="0083388E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FB0BF1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FB0BF1">
        <w:rPr>
          <w:rFonts w:ascii="Times New Roman" w:eastAsia="Times New Roman" w:hAnsi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b/>
          <w:sz w:val="24"/>
        </w:rPr>
        <w:t>щодо</w:t>
      </w:r>
      <w:proofErr w:type="spellEnd"/>
    </w:p>
    <w:p w:rsidR="0083388E" w:rsidRDefault="0083388E" w:rsidP="0083388E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FB0BF1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83388E" w:rsidRPr="00FB0BF1" w:rsidRDefault="0083388E" w:rsidP="0083388E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Бучнову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В.В.</w:t>
      </w:r>
    </w:p>
    <w:p w:rsidR="0083388E" w:rsidRPr="00FB0BF1" w:rsidRDefault="0083388E" w:rsidP="0083388E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83388E" w:rsidRPr="00FB0BF1" w:rsidRDefault="0083388E" w:rsidP="0083388E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</w:t>
      </w:r>
      <w:proofErr w:type="spellStart"/>
      <w:r w:rsidRPr="00FB0BF1">
        <w:rPr>
          <w:rFonts w:ascii="Times New Roman" w:eastAsia="Times New Roman" w:hAnsi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FB0BF1">
        <w:rPr>
          <w:rFonts w:ascii="Times New Roman" w:eastAsia="Times New Roman" w:hAnsi="Times New Roman"/>
          <w:sz w:val="24"/>
        </w:rPr>
        <w:t>до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FB0BF1">
        <w:rPr>
          <w:rFonts w:ascii="Times New Roman" w:eastAsia="Times New Roman" w:hAnsi="Times New Roman"/>
          <w:sz w:val="24"/>
        </w:rPr>
        <w:t>пункту</w:t>
      </w:r>
      <w:proofErr w:type="gramEnd"/>
      <w:r w:rsidRPr="00FB0BF1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FB0BF1">
        <w:rPr>
          <w:rFonts w:ascii="Times New Roman" w:eastAsia="Times New Roman" w:hAnsi="Times New Roman"/>
          <w:sz w:val="24"/>
        </w:rPr>
        <w:t>частини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FB0BF1">
        <w:rPr>
          <w:rFonts w:ascii="Times New Roman" w:eastAsia="Times New Roman" w:hAnsi="Times New Roman"/>
          <w:sz w:val="24"/>
        </w:rPr>
        <w:t>статті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FB0BF1">
        <w:rPr>
          <w:rFonts w:ascii="Times New Roman" w:eastAsia="Times New Roman" w:hAnsi="Times New Roman"/>
          <w:sz w:val="24"/>
        </w:rPr>
        <w:t>статті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FB0BF1">
        <w:rPr>
          <w:rFonts w:ascii="Times New Roman" w:eastAsia="Times New Roman" w:hAnsi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Україні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FB0BF1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FB0BF1">
        <w:rPr>
          <w:rFonts w:ascii="Times New Roman" w:eastAsia="Times New Roman" w:hAnsi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заяву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Бучнова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В.В., </w:t>
      </w:r>
      <w:proofErr w:type="spellStart"/>
      <w:r w:rsidRPr="00FB0BF1">
        <w:rPr>
          <w:rFonts w:ascii="Times New Roman" w:eastAsia="Times New Roman" w:hAnsi="Times New Roman"/>
          <w:sz w:val="24"/>
        </w:rPr>
        <w:t>сільська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рада </w:t>
      </w:r>
    </w:p>
    <w:p w:rsidR="0083388E" w:rsidRPr="00FB0BF1" w:rsidRDefault="0083388E" w:rsidP="0083388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FB0BF1">
        <w:rPr>
          <w:rFonts w:ascii="Times New Roman" w:eastAsia="Times New Roman" w:hAnsi="Times New Roman"/>
          <w:sz w:val="24"/>
        </w:rPr>
        <w:t>ВИРІШИЛА:</w:t>
      </w:r>
    </w:p>
    <w:p w:rsidR="0083388E" w:rsidRPr="00FB0BF1" w:rsidRDefault="0083388E" w:rsidP="0083388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FB0BF1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FB0BF1">
        <w:rPr>
          <w:rFonts w:ascii="Times New Roman" w:eastAsia="Times New Roman" w:hAnsi="Times New Roman"/>
          <w:sz w:val="24"/>
        </w:rPr>
        <w:t>Надати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Бучнову</w:t>
      </w:r>
      <w:proofErr w:type="spellEnd"/>
      <w:proofErr w:type="gramStart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В</w:t>
      </w:r>
      <w:proofErr w:type="gramEnd"/>
      <w:r w:rsidRPr="00FB0BF1">
        <w:rPr>
          <w:rFonts w:ascii="Times New Roman" w:eastAsia="Times New Roman" w:hAnsi="Times New Roman"/>
          <w:sz w:val="24"/>
        </w:rPr>
        <w:t>іктору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Володимировичу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FB0BF1">
        <w:rPr>
          <w:rFonts w:ascii="Times New Roman" w:eastAsia="Times New Roman" w:hAnsi="Times New Roman"/>
          <w:sz w:val="24"/>
        </w:rPr>
        <w:t>який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зареєстрований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за </w:t>
      </w:r>
      <w:proofErr w:type="spellStart"/>
      <w:r w:rsidRPr="00FB0BF1">
        <w:rPr>
          <w:rFonts w:ascii="Times New Roman" w:eastAsia="Times New Roman" w:hAnsi="Times New Roman"/>
          <w:sz w:val="24"/>
        </w:rPr>
        <w:t>адресою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: </w:t>
      </w:r>
      <w:r w:rsidR="0088257F">
        <w:rPr>
          <w:rFonts w:ascii="Times New Roman" w:eastAsia="Times New Roman" w:hAnsi="Times New Roman"/>
          <w:sz w:val="24"/>
        </w:rPr>
        <w:t>__________________</w:t>
      </w:r>
      <w:bookmarkStart w:id="0" w:name="_GoBack"/>
      <w:bookmarkEnd w:id="0"/>
      <w:r w:rsidRPr="00FB0BF1">
        <w:rPr>
          <w:rFonts w:ascii="Times New Roman" w:hAnsi="Times New Roman"/>
          <w:sz w:val="24"/>
        </w:rPr>
        <w:t>,</w:t>
      </w:r>
      <w:r w:rsidRPr="00FB0BF1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FB0BF1">
        <w:rPr>
          <w:rFonts w:ascii="Times New Roman" w:eastAsia="Times New Roman" w:hAnsi="Times New Roman"/>
          <w:sz w:val="24"/>
        </w:rPr>
        <w:t>дозвіл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FB0BF1">
        <w:rPr>
          <w:rFonts w:ascii="Times New Roman" w:eastAsia="Times New Roman" w:hAnsi="Times New Roman"/>
          <w:sz w:val="24"/>
        </w:rPr>
        <w:t>розробку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FB0BF1">
        <w:rPr>
          <w:rFonts w:ascii="Times New Roman" w:eastAsia="Times New Roman" w:hAnsi="Times New Roman"/>
          <w:sz w:val="24"/>
        </w:rPr>
        <w:t>із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щодо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ділянки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FB0BF1">
        <w:rPr>
          <w:rFonts w:ascii="Times New Roman" w:eastAsia="Times New Roman" w:hAnsi="Times New Roman"/>
          <w:sz w:val="24"/>
        </w:rPr>
        <w:t>передачі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її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FB0BF1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FB0BF1">
        <w:rPr>
          <w:rFonts w:ascii="Times New Roman" w:eastAsia="Times New Roman" w:hAnsi="Times New Roman"/>
          <w:sz w:val="24"/>
        </w:rPr>
        <w:t>орієнтовною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площею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0,2000</w:t>
      </w:r>
      <w:r>
        <w:rPr>
          <w:rFonts w:ascii="Times New Roman" w:eastAsia="Times New Roman" w:hAnsi="Times New Roman"/>
          <w:sz w:val="24"/>
        </w:rPr>
        <w:t xml:space="preserve"> </w:t>
      </w:r>
      <w:r w:rsidRPr="00FB0BF1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 w:rsidRPr="00FB0BF1">
        <w:rPr>
          <w:rFonts w:ascii="Times New Roman" w:eastAsia="Times New Roman" w:hAnsi="Times New Roman"/>
          <w:sz w:val="24"/>
        </w:rPr>
        <w:t>ведення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, яка </w:t>
      </w:r>
      <w:proofErr w:type="spellStart"/>
      <w:r w:rsidRPr="00FB0BF1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в с.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Колом’є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по </w:t>
      </w:r>
      <w:proofErr w:type="spellStart"/>
      <w:r w:rsidRPr="00FB0BF1">
        <w:rPr>
          <w:rFonts w:ascii="Times New Roman" w:eastAsia="Times New Roman" w:hAnsi="Times New Roman"/>
          <w:sz w:val="24"/>
        </w:rPr>
        <w:t>вул</w:t>
      </w:r>
      <w:proofErr w:type="spellEnd"/>
      <w:r w:rsidRPr="00FB0BF1">
        <w:rPr>
          <w:rFonts w:ascii="Times New Roman" w:eastAsia="Times New Roman" w:hAnsi="Times New Roman"/>
          <w:sz w:val="24"/>
        </w:rPr>
        <w:t>. Зелена</w:t>
      </w:r>
      <w:r w:rsidRPr="00FB0BF1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83388E" w:rsidRPr="00FB0BF1" w:rsidRDefault="0083388E" w:rsidP="0083388E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FB0BF1">
        <w:rPr>
          <w:rFonts w:ascii="Times New Roman" w:eastAsia="Times New Roman" w:hAnsi="Times New Roman"/>
          <w:sz w:val="24"/>
        </w:rPr>
        <w:t xml:space="preserve">    2. </w:t>
      </w:r>
      <w:proofErr w:type="spellStart"/>
      <w:r w:rsidRPr="00FB0BF1">
        <w:rPr>
          <w:rFonts w:ascii="Times New Roman" w:eastAsia="Times New Roman" w:hAnsi="Times New Roman"/>
          <w:sz w:val="24"/>
        </w:rPr>
        <w:t>Бучнову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В.В.,,</w:t>
      </w:r>
      <w:proofErr w:type="spellStart"/>
      <w:r w:rsidRPr="00FB0BF1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FB0BF1">
        <w:rPr>
          <w:rFonts w:ascii="Times New Roman" w:eastAsia="Times New Roman" w:hAnsi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щодо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ділянки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FB0BF1">
        <w:rPr>
          <w:rFonts w:ascii="Times New Roman" w:eastAsia="Times New Roman" w:hAnsi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її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FB0BF1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FB0BF1">
        <w:rPr>
          <w:rFonts w:ascii="Times New Roman" w:eastAsia="Times New Roman" w:hAnsi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сесії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FB0BF1">
        <w:rPr>
          <w:rFonts w:ascii="Times New Roman" w:eastAsia="Times New Roman" w:hAnsi="Times New Roman"/>
          <w:sz w:val="24"/>
        </w:rPr>
        <w:t>ради</w:t>
      </w:r>
      <w:proofErr w:type="gramEnd"/>
      <w:r w:rsidRPr="00FB0BF1">
        <w:rPr>
          <w:rFonts w:ascii="Times New Roman" w:eastAsia="Times New Roman" w:hAnsi="Times New Roman"/>
          <w:sz w:val="24"/>
        </w:rPr>
        <w:t>.</w:t>
      </w:r>
    </w:p>
    <w:p w:rsidR="0083388E" w:rsidRPr="00FB0BF1" w:rsidRDefault="0083388E" w:rsidP="0083388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3388E" w:rsidRPr="00FB0BF1" w:rsidRDefault="0083388E" w:rsidP="0083388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3388E" w:rsidRPr="00FB0BF1" w:rsidRDefault="0083388E" w:rsidP="0083388E">
      <w:pPr>
        <w:rPr>
          <w:rFonts w:ascii="Times New Roman" w:hAnsi="Times New Roman"/>
          <w:sz w:val="24"/>
        </w:rPr>
      </w:pPr>
    </w:p>
    <w:p w:rsidR="0083388E" w:rsidRPr="00FB0BF1" w:rsidRDefault="0083388E" w:rsidP="0083388E">
      <w:pPr>
        <w:rPr>
          <w:rFonts w:ascii="Times New Roman" w:hAnsi="Times New Roman"/>
          <w:sz w:val="24"/>
        </w:rPr>
      </w:pPr>
    </w:p>
    <w:p w:rsidR="000A1660" w:rsidRPr="0083388E" w:rsidRDefault="0083388E">
      <w:pPr>
        <w:rPr>
          <w:rFonts w:ascii="Times New Roman" w:hAnsi="Times New Roman"/>
          <w:sz w:val="24"/>
        </w:rPr>
      </w:pPr>
      <w:proofErr w:type="spellStart"/>
      <w:r w:rsidRPr="00FB0BF1">
        <w:rPr>
          <w:rFonts w:ascii="Times New Roman" w:hAnsi="Times New Roman"/>
          <w:sz w:val="24"/>
        </w:rPr>
        <w:t>Сільський</w:t>
      </w:r>
      <w:proofErr w:type="spellEnd"/>
      <w:r w:rsidRPr="00FB0BF1">
        <w:rPr>
          <w:rFonts w:ascii="Times New Roman" w:hAnsi="Times New Roman"/>
          <w:sz w:val="24"/>
        </w:rPr>
        <w:t xml:space="preserve"> голова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sectPr w:rsidR="000A1660" w:rsidRPr="008338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83388E"/>
    <w:rsid w:val="000A1660"/>
    <w:rsid w:val="00171A2E"/>
    <w:rsid w:val="00304C90"/>
    <w:rsid w:val="00505B6D"/>
    <w:rsid w:val="006D3977"/>
    <w:rsid w:val="007D6C18"/>
    <w:rsid w:val="0083388E"/>
    <w:rsid w:val="0088257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8E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3388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3388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3388E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4</TotalTime>
  <Pages>1</Pages>
  <Words>222</Words>
  <Characters>1271</Characters>
  <Application>Microsoft Office Word</Application>
  <DocSecurity>0</DocSecurity>
  <Lines>10</Lines>
  <Paragraphs>2</Paragraphs>
  <ScaleCrop>false</ScaleCrop>
  <Company>Microsoft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2020-12-01T06:34:00Z</dcterms:created>
  <dcterms:modified xsi:type="dcterms:W3CDTF">2020-12-01T07:32:00Z</dcterms:modified>
</cp:coreProperties>
</file>