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6CFB" w:rsidRDefault="00583256" w:rsidP="00B76CFB">
      <w:pPr>
        <w:jc w:val="both"/>
        <w:rPr>
          <w:rFonts w:ascii="Times New Roman" w:hAnsi="Times New Roman" w:cs="Times New Roman"/>
        </w:rPr>
      </w:pPr>
      <w:r w:rsidRPr="00583256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B76CFB" w:rsidRDefault="00B76CFB" w:rsidP="00B76CF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B76CFB" w:rsidRDefault="00B76CFB" w:rsidP="00B76CF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B76CFB" w:rsidRDefault="00B76CFB" w:rsidP="00B76CF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B76CFB" w:rsidRDefault="00B76CFB" w:rsidP="00B76CF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B76CFB" w:rsidRDefault="00B76CFB" w:rsidP="00B76CF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B76CFB" w:rsidRDefault="00B76CFB" w:rsidP="00B76CF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B76CFB" w:rsidRDefault="00B76CFB" w:rsidP="00B76CF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B76CFB" w:rsidRDefault="00B76CFB" w:rsidP="00B76CF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B76CFB" w:rsidRDefault="00B76CFB" w:rsidP="00B76CF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B76CFB" w:rsidRDefault="00B76CFB" w:rsidP="00B76CF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B76CFB" w:rsidRDefault="00B76CFB" w:rsidP="00B76CF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B76CFB" w:rsidRDefault="00B76CFB" w:rsidP="00B76CF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B76CFB" w:rsidRDefault="00B76CFB" w:rsidP="00B76CF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B76CFB" w:rsidRDefault="00B76CFB" w:rsidP="00B76CF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B76CFB" w:rsidRDefault="00B76CFB" w:rsidP="00B76CF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B76CFB" w:rsidRDefault="00B76CFB" w:rsidP="00B76CF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B76CFB" w:rsidRDefault="00B76CFB" w:rsidP="00B76CF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B76CFB" w:rsidRDefault="00B76CFB" w:rsidP="00B76CF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B76CFB" w:rsidRDefault="00B76CFB" w:rsidP="00B76CF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B76CFB" w:rsidRDefault="00B76CFB" w:rsidP="00B76CF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B76CFB" w:rsidRDefault="00B76CFB" w:rsidP="00B76CF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B76CFB" w:rsidRDefault="00B76CFB" w:rsidP="00B76CF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B76CFB" w:rsidRDefault="00B76CFB" w:rsidP="00B76CF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B76CFB" w:rsidRDefault="00B76CFB" w:rsidP="00B76CF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B76CFB" w:rsidRDefault="00B76CFB" w:rsidP="00B76CF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B76CFB" w:rsidRDefault="00B76CFB" w:rsidP="00B76CF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B76CFB" w:rsidRDefault="00B76CFB" w:rsidP="00B76CF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B76CFB" w:rsidRDefault="00B76CFB" w:rsidP="00B76CF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B76CFB" w:rsidRDefault="00B76CFB" w:rsidP="00B76CF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B76CFB" w:rsidRDefault="00B76CFB" w:rsidP="00B76CF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B76CFB" w:rsidRDefault="00B76CFB" w:rsidP="00B76CF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B76CFB" w:rsidRDefault="00B76CFB" w:rsidP="00B76CFB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B76CFB" w:rsidRDefault="00B76CFB" w:rsidP="00B76CF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B76CFB" w:rsidRDefault="00B76CFB" w:rsidP="00B76CF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B76CFB" w:rsidRDefault="00B76CFB" w:rsidP="00B76CFB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B76CFB" w:rsidRDefault="00B76CFB" w:rsidP="00B76CF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B76CFB" w:rsidRDefault="00B76CFB" w:rsidP="00B76CF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B76CFB" w:rsidRDefault="00B76CFB" w:rsidP="00B76CF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B76CFB" w:rsidRDefault="00B76CFB" w:rsidP="00B76CF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B76CFB" w:rsidRDefault="00B76CFB" w:rsidP="00B76CF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B76CFB" w:rsidRDefault="00B76CFB" w:rsidP="00B76CFB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 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B76CFB" w:rsidRDefault="00B76CFB" w:rsidP="00B76CFB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B76CFB" w:rsidRDefault="00B76CFB" w:rsidP="00B76CFB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B76CFB" w:rsidRPr="00841667" w:rsidRDefault="00B76CFB" w:rsidP="00B76CFB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16.12.2019 року                                            Крупець                                                 №</w:t>
      </w:r>
    </w:p>
    <w:p w:rsidR="00B76CFB" w:rsidRDefault="00B76CFB" w:rsidP="00B76CFB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B76CFB" w:rsidRDefault="00B76CFB" w:rsidP="00B76CFB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color w:val="FF0000"/>
          <w:sz w:val="24"/>
        </w:rPr>
      </w:pPr>
    </w:p>
    <w:p w:rsidR="00B76CFB" w:rsidRDefault="00B76CFB" w:rsidP="00B76CF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>Про надання дозволу на розробку</w:t>
      </w:r>
    </w:p>
    <w:p w:rsidR="00B76CFB" w:rsidRDefault="00B76CFB" w:rsidP="00B76CF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>проекту  із землеустрою щодо</w:t>
      </w:r>
    </w:p>
    <w:p w:rsidR="00B76CFB" w:rsidRDefault="00B76CFB" w:rsidP="00B76CF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>відведення земельної ділянки</w:t>
      </w:r>
    </w:p>
    <w:p w:rsidR="00B76CFB" w:rsidRDefault="00B76CFB" w:rsidP="00B76CF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</w:rPr>
        <w:t>Дмитруку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М.М.</w:t>
      </w:r>
    </w:p>
    <w:p w:rsidR="00B76CFB" w:rsidRDefault="00B76CFB" w:rsidP="00B76CF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B76CFB" w:rsidRDefault="00B76CFB" w:rsidP="00B76CF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Відповідно до пункту 34 частини 1 статті 26,  статті 42 Закону України «Про місцеве самоврядування в Україні», статей 12,  118 та 121 Земельного кодексу України, Закону України «Про землеустрій», розглянувши заяву </w:t>
      </w:r>
      <w:proofErr w:type="spellStart"/>
      <w:r>
        <w:rPr>
          <w:rFonts w:ascii="Times New Roman" w:eastAsia="Calibri" w:hAnsi="Times New Roman" w:cs="Times New Roman"/>
          <w:sz w:val="24"/>
        </w:rPr>
        <w:t>Дмитрука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М.М.,сільська рада </w:t>
      </w:r>
    </w:p>
    <w:p w:rsidR="00B76CFB" w:rsidRDefault="00B76CFB" w:rsidP="00B76CF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ВИРІШИЛА:</w:t>
      </w:r>
    </w:p>
    <w:p w:rsidR="00B76CFB" w:rsidRDefault="00B76CFB" w:rsidP="00B76CF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1. Надати </w:t>
      </w:r>
      <w:proofErr w:type="spellStart"/>
      <w:r>
        <w:rPr>
          <w:rFonts w:ascii="Times New Roman" w:eastAsia="Calibri" w:hAnsi="Times New Roman" w:cs="Times New Roman"/>
          <w:sz w:val="24"/>
        </w:rPr>
        <w:t>Дмитруку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Миколі Михайловичу, який зареєстрований за адресою: </w:t>
      </w:r>
      <w:r w:rsidR="00664D27" w:rsidRPr="00664D27">
        <w:rPr>
          <w:rFonts w:ascii="Times New Roman" w:eastAsia="Calibri" w:hAnsi="Times New Roman" w:cs="Times New Roman"/>
          <w:sz w:val="24"/>
        </w:rPr>
        <w:t>_________________</w:t>
      </w:r>
      <w:r>
        <w:rPr>
          <w:rFonts w:ascii="Times New Roman" w:eastAsia="Calibri" w:hAnsi="Times New Roman" w:cs="Times New Roman"/>
          <w:sz w:val="24"/>
        </w:rPr>
        <w:t>, дозвіл на розробку проекту із землеустрою щодо відведення земельної ділянки для передачі її у власність, орієнтовною площею 0,32 га, для ведення особистого селянського господарства, земельна ділянка розташована  в селі Лисиче на території Крупецької сільської ради.</w:t>
      </w:r>
    </w:p>
    <w:p w:rsidR="00B76CFB" w:rsidRDefault="00B76CFB" w:rsidP="00B76CF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2. </w:t>
      </w:r>
      <w:proofErr w:type="spellStart"/>
      <w:r>
        <w:rPr>
          <w:rFonts w:ascii="Times New Roman" w:eastAsia="Calibri" w:hAnsi="Times New Roman" w:cs="Times New Roman"/>
          <w:sz w:val="24"/>
        </w:rPr>
        <w:t>Дмитруку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М.М.,розробити проект землеустрою щодо відведення земельної ділянки для передачі її у власність та подати на розгляд сесії сільської ради.</w:t>
      </w:r>
    </w:p>
    <w:p w:rsidR="00B76CFB" w:rsidRDefault="00B76CFB" w:rsidP="00B76CF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3. Контроль за виконанням цього рішення покласти на постійну комісію сільської ради з питань земельних відносин, природокористування, планування території, будівництва, архітектури, охорони пам’яток, історичного </w:t>
      </w:r>
      <w:proofErr w:type="spellStart"/>
      <w:r>
        <w:rPr>
          <w:rFonts w:ascii="Times New Roman" w:eastAsia="Calibri" w:hAnsi="Times New Roman" w:cs="Times New Roman"/>
          <w:sz w:val="24"/>
        </w:rPr>
        <w:t>ёсередовища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та благоустрою (Денисюк Т.В.)</w:t>
      </w:r>
    </w:p>
    <w:p w:rsidR="00B76CFB" w:rsidRDefault="00B76CFB" w:rsidP="00B76CF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B76CFB" w:rsidRDefault="00B76CFB" w:rsidP="00B76CF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B76CFB" w:rsidRDefault="00B76CFB" w:rsidP="00B76CF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B76CFB" w:rsidRPr="00B76CFB" w:rsidRDefault="00B76CFB" w:rsidP="00B76CF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en-US"/>
        </w:rPr>
      </w:pPr>
    </w:p>
    <w:p w:rsidR="00CD521E" w:rsidRPr="00B76CFB" w:rsidRDefault="00B76CFB" w:rsidP="00B76CF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en-US"/>
        </w:rPr>
      </w:pPr>
      <w:r>
        <w:rPr>
          <w:rFonts w:ascii="Times New Roman" w:eastAsia="Calibri" w:hAnsi="Times New Roman" w:cs="Times New Roman"/>
          <w:sz w:val="24"/>
        </w:rPr>
        <w:t>Сільський голова                                                                                                   В.А.</w:t>
      </w:r>
      <w:proofErr w:type="spellStart"/>
      <w:r>
        <w:rPr>
          <w:rFonts w:ascii="Times New Roman" w:eastAsia="Calibri" w:hAnsi="Times New Roman" w:cs="Times New Roman"/>
          <w:sz w:val="24"/>
        </w:rPr>
        <w:t>Михалюк</w:t>
      </w:r>
      <w:proofErr w:type="spellEnd"/>
    </w:p>
    <w:sectPr w:rsidR="00CD521E" w:rsidRPr="00B76CFB" w:rsidSect="00CD52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B76CFB"/>
    <w:rsid w:val="00171A2E"/>
    <w:rsid w:val="00304C90"/>
    <w:rsid w:val="00505B6D"/>
    <w:rsid w:val="00583256"/>
    <w:rsid w:val="00664D27"/>
    <w:rsid w:val="006D3977"/>
    <w:rsid w:val="007D6C18"/>
    <w:rsid w:val="00B76CFB"/>
    <w:rsid w:val="00CD521E"/>
    <w:rsid w:val="00D1641A"/>
    <w:rsid w:val="00DA298E"/>
    <w:rsid w:val="00E467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CFB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0</TotalTime>
  <Pages>1</Pages>
  <Words>229</Words>
  <Characters>1307</Characters>
  <Application>Microsoft Office Word</Application>
  <DocSecurity>0</DocSecurity>
  <Lines>10</Lines>
  <Paragraphs>3</Paragraphs>
  <ScaleCrop>false</ScaleCrop>
  <Company>Microsoft</Company>
  <LinksUpToDate>false</LinksUpToDate>
  <CharactersWithSpaces>1533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2</cp:revision>
  <dcterms:created xsi:type="dcterms:W3CDTF">2019-12-11T11:38:00Z</dcterms:created>
  <dcterms:modified xsi:type="dcterms:W3CDTF">2019-12-11T12:09:00Z</dcterms:modified>
</cp:coreProperties>
</file>