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1D3" w:rsidRPr="00611135" w:rsidRDefault="001701D3" w:rsidP="001701D3">
      <w:pPr>
        <w:jc w:val="right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>ПРОЕКТ</w:t>
      </w:r>
    </w:p>
    <w:p w:rsidR="001701D3" w:rsidRPr="00611135" w:rsidRDefault="001701D3" w:rsidP="001701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11135">
        <w:rPr>
          <w:rFonts w:ascii="SimSun" w:eastAsia="SimSun" w:hAnsi="SimSu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1E6184" wp14:editId="548FC98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5650" name="Группа 156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6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01D3" w:rsidRDefault="001701D3" w:rsidP="001701D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50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jnMnUYl4AABBWQQADgAAAAAAAAAAAAAAAAAuAgAAZHJzL2Uyb0RvYy54bWxQSwECLQAUAAYA&#10;CAAAACEAsh1Mm+AAAAAKAQAADwAAAAAAAAAAAAAAAADjegAAZHJzL2Rvd25yZXYueG1sUEsFBgAA&#10;AAAEAAQA8wAAAPB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OjWb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g9Hwx5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E6NZ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PjccA&#10;AADeAAAADwAAAGRycy9kb3ducmV2LnhtbERPTWsCMRC9F/ofwghepGYruLZboxRhtfUgaAu9Dpvp&#10;Zu1msiRRt/76plDobR7vc+bL3rbiTD40jhXcjzMQxJXTDdcK3t/KuwcQISJrbB2Tgm8KsFzc3syx&#10;0O7CezofYi1SCIcCFZgYu0LKUBmyGMauI07cp/MWY4K+ltrjJYXbVk6yLJcWG04NBjtaGaq+Dier&#10;4FjuzMdqdl370eOerqNyu2lfc6WGg/75CUSkPv6L/9wvOs2f5tMJ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Fj4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qOF8QA&#10;AADeAAAADwAAAGRycy9kb3ducmV2LnhtbESP3YrCMBCF7xd8hzCCN4umqyhSjSKiIt6IPw8wNGNT&#10;bCalydr69kYQvJvhnDnfmfmytaV4UO0Lxwr+BgkI4szpgnMF18u2PwXhA7LG0jEpeJKH5aLzM8dU&#10;u4ZP9DiHXMQQ9ikqMCFUqZQ+M2TRD1xFHLWbqy2GuNa51DU2MdyWcpgkE2mx4EgwWNHaUHY//9sI&#10;OY7weLg1l+2uxQY3B8O/q5NSvW67moEI1Iav+XO917H+eDIewfudOIN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ajh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cDWcQA&#10;AADeAAAADwAAAGRycy9kb3ducmV2LnhtbERPTUvDQBC9C/0PyxS82U1LEyV2W6QqiODBKoi3ITtN&#10;QrOzy+7YxH/vCoK3ebzP2ewmN6gzxdR7NrBcFKCIG297bg28vz1e3YBKgmxx8EwGvinBbju72GBt&#10;/civdD5Iq3IIpxoNdCKh1jo1HTlMCx+IM3f00aFkGFttI4453A16VRSVdthzbugw0L6j5nT4cgZe&#10;xofwfF2Vx/AZ1yud7q187MWYy/l0dwtKaJJ/8Z/7yeb5ZVWu4f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3A1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+z+MYA&#10;AADeAAAADwAAAGRycy9kb3ducmV2LnhtbESPwWrDMBBE74H+g9hCL6GR22JT3CjBlKaEXIKdfMBi&#10;bSxTa2Us1Xb/PioEcttlZufNrrez7cRIg28dK3hZJSCIa6dbbhScT7vndxA+IGvsHJOCP/Kw3Tws&#10;1phrN3FJYxUaEUPY56jAhNDnUvrakEW/cj1x1C5usBjiOjRSDzjFcNvJ1yTJpMWWI8FgT5+G6p/q&#10;10bI8Q2Ph8t02n3POOHXwfCyKJV6epyLDxCB5nA33673OtZPszSF/3fiDH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v+z+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k4tcQA&#10;AADeAAAADwAAAGRycy9kb3ducmV2LnhtbERPTUvDQBC9C/0Pywje7MZiUondllIVRPDQVhBvQ3aa&#10;BLOzy+7YxH/vCoK3ebzPWW0mN6gzxdR7NnAzL0ARN9723Bp4Oz5d34FKgmxx8EwGvinBZj27WGFt&#10;/ch7Oh+kVTmEU40GOpFQa52ajhymuQ/EmTv56FAyjK22Eccc7ga9KIpKO+w5N3QYaNdR83n4cgZe&#10;x8fwsqzKU/iItwudHqy878SYq8tpew9KaJJ/8Z/72eb5ZVV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pOL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CAx8UA&#10;AADeAAAADwAAAGRycy9kb3ducmV2LnhtbERP32vCMBB+H/g/hBvsRWa6SXV0RtFBUNhg6AZ7PZqz&#10;LWsuJYm2/vdmIOztPr6ft1gNthVn8qFxrOBpkoEgLp1puFLw/aUfX0CEiGywdUwKLhRgtRzdLbAw&#10;ruc9nQ+xEimEQ4EK6hi7QspQ1mQxTFxHnLij8xZjgr6SxmOfwm0rn7NsJi02nBpq7OitpvL3cLIK&#10;Np99NfXjcjO49+P2J9fa6A+t1MP9sH4FEWmI/+Kbe2fS/HyWz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4ID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9eSsUA&#10;AADeAAAADwAAAGRycy9kb3ducmV2LnhtbESPQWvDMAyF74P9B6NBb6vTspSS1S2lJTDGLuv2A0Ss&#10;xWljOdhumv776TDYTeI9vfdps5t8r0aKqQtsYDEvQBE3wXbcGvj+qp/XoFJGttgHJgN3SrDbPj5s&#10;sLLhxp80nnKrJIRThQZczkOldWoceUzzMBCL9hOixyxrbLWNeJNw3+tlUay0x46lweFAB0fN5XT1&#10;Bur35cd4udpYh/304ql05/XRGTN7mvavoDJN+d/8d/1mBb9clcIr78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15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OxLsUA&#10;AADeAAAADwAAAGRycy9kb3ducmV2LnhtbERP32vCMBB+H/g/hBvsRWa6ScV1RtFBUNhg6AZ7PZqz&#10;LWsuJYm2/vdmIOztPr6ft1gNthVn8qFxrOBpkoEgLp1puFLw/aUf5yBCRDbYOiYFFwqwWo7uFlgY&#10;1/OezodYiRTCoUAFdYxdIWUoa7IYJq4jTtzReYsxQV9J47FP4baVz1k2kxYbTg01dvRWU/l7OFkF&#10;m8++mvpxuRnc+3H7k2tt9IdW6uF+WL+CiDTEf/HNvTNpfj7LX+D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M7E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Y8cUA&#10;AADeAAAADwAAAGRycy9kb3ducmV2LnhtbESPQWvDMAyF74P9B6NBb6vTsoaS1S2lJTDGLuv2A0Ss&#10;xWljOdhumv776TDYTUJP771vs5t8r0aKqQtsYDEvQBE3wXbcGvj+qp/XoFJGttgHJgN3SrDbPj5s&#10;sLLhxp80nnKrxIRThQZczkOldWoceUzzMBDL7SdEj1nW2Gob8SbmvtfLoii1x44lweFAB0fN5XT1&#10;Bur35cd4udpYh/304mnlzuujM2b2NO1fQWWa8r/47/vNSv1VWQq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VZj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ejgsEA&#10;AADeAAAADwAAAGRycy9kb3ducmV2LnhtbERPzYrCMBC+C/sOYQRvNu2uLUs1igguerT6AEMz2xab&#10;SbfJ2vr2RhC8zcf3O6vNaFpxo941lhUkUQyCuLS64UrB5byff4NwHllja5kU3MnBZv0xWWGu7cAn&#10;uhW+EiGEXY4Kau+7XEpX1mTQRbYjDtyv7Q36APtK6h6HEG5a+RnHmTTYcGiosaNdTeW1+DcKFvfh&#10;569Ir/FeG0qOX92RfZkqNZuO2yUIT6N/i1/ugw7z0yxL4PlOuEG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3Xo4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crWs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k+TJIb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Byt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Q+3MYA&#10;AADeAAAADwAAAGRycy9kb3ducmV2LnhtbERPS0/CQBC+k/gfNmPiDbYKbKCyEDUxAQ408jh4G7tj&#10;W+3Olu4C5d+7Jibe5sv3nNmis7U4U+srxxruBwkI4tyZigsN+91rfwLCB2SDtWPScCUPi/lNb4ap&#10;cRd+o/M2FCKGsE9RQxlCk0rp85Is+oFriCP36VqLIcK2kKbFSwy3tXxIEiUtVhwbSmzopaT8e3uy&#10;Gg7ZRE2z59Xoa735wKE1x3dTKa3vbrunRxCBuvAv/nMvTZw/VmoIv+/EG+T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Q+3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QxPMMA&#10;AADeAAAADwAAAGRycy9kb3ducmV2LnhtbERPS4vCMBC+L+x/CCN4W1NfRapRVkV38eQLvA7N2Bab&#10;SWmiVn/9ZkHwNh/fcyazxpTiRrUrLCvodiIQxKnVBWcKjofV1wiE88gaS8uk4EEOZtPPjwkm2t55&#10;R7e9z0QIYZeggtz7KpHSpTkZdB1bEQfubGuDPsA6k7rGewg3pexFUSwNFhwacqxokVN62V+Ngmd8&#10;wq376c2Xfe3pMRit7Wa7Vqrdar7HIDw1/i1+uX91mD+M4wH8vxNukN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DQxP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H9CcMA&#10;AADeAAAADwAAAGRycy9kb3ducmV2LnhtbERPzYrCMBC+L/gOYQRva6rYslajLIsLe1PrPsDQjGmx&#10;mdQmq3Wf3giCt/n4fme57m0jLtT52rGCyTgBQVw6XbNR8Hv4fv8A4QOyxsYxKbiRh/Vq8LbEXLsr&#10;7+lSBCNiCPscFVQhtLmUvqzIoh+7ljhyR9dZDBF2RuoOrzHcNnKaJJm0WHNsqLClr4rKU/FnFZzd&#10;NNV9scHtaTPf1cbMzv/7mVKjYf+5ABGoDy/x0/2j4/w0y1J4vBNv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H9C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8FlcMA&#10;AADeAAAADwAAAGRycy9kb3ducmV2LnhtbERPPW/CMBDdK/EfrEPqVhxAuCFgEEWqxAp06Hi1jyRt&#10;fA6xC2l/PUaq1O2e3uct171rxIW6UHvWMB5lIIiNtzWXGt6Or085iBCRLTaeScMPBVivBg9LLKy/&#10;8p4uh1iKFMKhQA1VjG0hZTAVOQwj3xIn7uQ7hzHBrpS2w2sKd42cZJmSDmtODRW2tK3IfB2+nYZd&#10;/UEzZU5zl7+Y/fvvOU6fP63Wj8N+swARqY//4j/3zqb5M6UU3N9JN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8Fl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JZ2cYA&#10;AADeAAAADwAAAGRycy9kb3ducmV2LnhtbERP0WrCQBB8L/gPxwq+1YuCqY2eUguC0irUFn1dcmsu&#10;mNsLuTPGv+8VCr7N7uzM7MyXna1ES40vHSsYDRMQxLnTJRcKfr7Xz1MQPiBrrByTgjt5WC56T3PM&#10;tLvxF7WHUIhowj5DBSaEOpPS54Ys+qGriSN3do3FEMemkLrBWzS3lRwnSSotlhwTDNb0bii/HK5W&#10;QYv7e3Iyq93rtvzMx/vV8UPHvRr0u7cZiEBdeBz/qzc6vj9J0xf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JZ2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ASMcUA&#10;AADeAAAADwAAAGRycy9kb3ducmV2LnhtbESPQU/DMAyF70j7D5GRuLGUSqtQWTZNkzZxHIUDR9N4&#10;TUdjV0lYC7+eHJC42XrP731eb2c/qCuF2AsbeFgWoIhbsT13Bt5eD/ePoGJCtjgIk4FvirDdLG7W&#10;WFuZ+IWuTepUDuFYowGX0lhrHVtHHuNSRuKsnSV4THkNnbYBpxzuB10WRaU99pwbHI60d9R+Nl/e&#10;wHRsPy7l+d26nzDKoTnJpRzEmLvbefcEKtGc/s1/188246+qKvPmd/I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0BIx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SnvcUA&#10;AADeAAAADwAAAGRycy9kb3ducmV2LnhtbERP22oCMRB9F/yHMIJvmlVwa7dG8QqltBQvfZ9uprur&#10;yWTZpLr9e1Mo9G0O5zqzRWuNuFLjK8cKRsMEBHHudMWFgtNxN5iC8AFZo3FMCn7Iw2Le7cww0+7G&#10;e7oeQiFiCPsMFZQh1JmUPi/Joh+6mjhyX66xGCJsCqkbvMVwa+Q4SVJpseLYUGJN65Lyy+HbKti9&#10;b8x5/LZffsiw3j58munLavOqVL/XLp9ABGrDv/jP/azj/EmaPsLvO/EG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Ke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FFacgA&#10;AADeAAAADwAAAGRycy9kb3ducmV2LnhtbESPQWvCQBCF74X+h2UKXopuajGV6CpFEBUstFrodcyO&#10;STA7G7LbGP+9cyj0NsO8ee9982XvatVRGyrPBl5GCSji3NuKCwPfx/VwCipEZIu1ZzJwowDLxePD&#10;HDPrr/xF3SEWSkw4ZGigjLHJtA55SQ7DyDfEcjv71mGUtS20bfEq5q7W4yRJtcOKJaHEhlYl5ZfD&#10;rzPQfe5PxbYLze4yfQ6T19Nm82F/jBk89e8zUJH6+C/++95aqT9J3wRAcGQGvb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cUVp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01D3" w:rsidRDefault="001701D3" w:rsidP="001701D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e78UA&#10;AADeAAAADwAAAGRycy9kb3ducmV2LnhtbERPS2sCMRC+C/6HMII3zSr1tRqlFgq9FOrjoLdxM+4u&#10;bibbJOq2v74RCt7m43vOYtWYStzI+dKygkE/AUGcWV1yrmC/e+9NQfiArLGyTAp+yMNq2W4tMNX2&#10;zhu6bUMuYgj7FBUUIdSplD4ryKDv25o4cmfrDIYIXS61w3sMN5UcJslYGiw5NhRY01tB2WV7NQrW&#10;s+n6++uFP383pyMdD6fLaOgSpbqd5nUOIlATnuJ/94eO80fjyQAe78Qb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Z7vxQAAAN4AAAAPAAAAAAAAAAAAAAAAAJgCAABkcnMv&#10;ZG93bnJldi54bWxQSwUGAAAAAAQABAD1AAAAigMAAAAA&#10;" fillcolor="black" stroked="f">
                  <v:textbox>
                    <w:txbxContent>
                      <w:p w:rsidR="001701D3" w:rsidRDefault="001701D3" w:rsidP="001701D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AOmMYA&#10;AADeAAAADwAAAGRycy9kb3ducmV2LnhtbERPS2vCQBC+F/oflil4q5sGTCV1ldpaEKoHH4cex+yY&#10;LMnOhuxWY3+9KxS8zcf3nMmst404UeeNYwUvwwQEceG04VLBfvf1PAbhA7LGxjEpuJCH2fTxYYK5&#10;dmfe0GkbShFD2OeooAqhzaX0RUUW/dC1xJE7us5iiLArpe7wHMNtI9MkyaRFw7GhwpY+Kirq7a9V&#10;8POdmfHGUHpY/c0XejWq5+vPWqnBU//+BiJQH+7if/dSx/mj7DWF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AOm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7GMcQA&#10;AADeAAAADwAAAGRycy9kb3ducmV2LnhtbERPTWsCMRC9C/6HMIK3mrWila1RxFL04qG2pddhM91s&#10;dzPZJlFXf31TELzN433OYtXZRpzIh8qxgvEoA0FcOF1xqeDj/fVhDiJEZI2NY1JwoQCrZb+3wFy7&#10;M7/R6RBLkUI45KjAxNjmUobCkMUwci1x4r6dtxgT9KXUHs8p3DbyMctm0mLFqcFgSxtDRX04WgV+&#10;/fVSX/n4WWfX/SVsf7rfORqlhoNu/QwiUhfv4pt7p9P86expAv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exj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boDsQA&#10;AADeAAAADwAAAGRycy9kb3ducmV2LnhtbERP22oCMRB9L/gPYYS+lJqteGm3RilCQagIWj9gupnu&#10;Lk0my2bU1a83BcG3OZzrzBadd+pIbawDG3gZZKCIi2BrLg3svz+fX0FFQbboApOBM0VYzHsPM8xt&#10;OPGWjjspVQrhmKOBSqTJtY5FRR7jIDTEifsNrUdJsC21bfGUwr3TwyybaI81p4YKG1pWVPztDt6A&#10;G/64t69pXMt5r9fZxcv2aWONeex3H++ghDq5i2/ulU3zx5PpCP7fST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G6A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Mz8QA&#10;AADeAAAADwAAAGRycy9kb3ducmV2LnhtbERPTWsCMRC9F/wPYQq91WwFbVmNohVhLx66WryOm3Gz&#10;mEyWTapbf30jCL3N433ObNE7Ky7UhcazgrdhBoK48rrhWsF+t3n9ABEiskbrmRT8UoDFfPA0w1z7&#10;K3/RpYy1SCEcclRgYmxzKUNlyGEY+pY4cSffOYwJdrXUHV5TuLNylGUT6bDh1GCwpU9D1bn8cQrW&#10;ZWtH+8KswuF7ezza4rahw1qpl+d+OQURqY//4oe70Gn+ePI+hvs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aDM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0gjsMA&#10;AADeAAAADwAAAGRycy9kb3ducmV2LnhtbERPTWvCQBC9C/0PyxR6090WGiV1DaU0IPSkxoO3YXea&#10;pM3OhuzWpP/eFQRv83ifsy4m14kzDaH1rOF5oUAQG29brjVUh3K+AhEissXOM2n4pwDF5mG2xtz6&#10;kXd03sdapBAOOWpoYuxzKYNpyGFY+J44cd9+cBgTHGppBxxTuOvki1KZdNhyamiwp4+GzO/+z2n4&#10;KeWXNwrNsTqOW7s8fWbUKa2fHqf3NxCRpngX39xbm+a/ZssMru+kG+Tm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0gj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l2csQA&#10;AADeAAAADwAAAGRycy9kb3ducmV2LnhtbERPTWvCQBC9F/wPywje6qaWqqSuYgsFqXgwluJxzI5J&#10;SHY27K4a/70rCN7m8T5ntuhMI87kfGVZwdswAUGcW11xoeBv9/M6BeEDssbGMim4kofFvPcyw1Tb&#10;C2/pnIVCxBD2KSooQ2hTKX1ekkE/tC1x5I7WGQwRukJqh5cYbho5SpKxNFhxbCixpe+S8jo7GQX7&#10;05qPm/ffpfsK/7bb+Xp0mNZKDfrd8hNEoC48xQ/3Ssf5H+PJBO7vxB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pdn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01D3" w:rsidRDefault="001701D3" w:rsidP="001701D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3cskA&#10;AADeAAAADwAAAGRycy9kb3ducmV2LnhtbESPQW/CMAyF75P4D5En7TbSocFYISBAmrQL0mA7jJtp&#10;TFvROCXJoOPXzwek3Wy95/c+T+eda9SZQqw9G3jqZ6CIC29rLg18fb49jkHFhGyx8UwGfinCfNa7&#10;m2Ju/YU3dN6mUkkIxxwNVCm1udaxqMhh7PuWWLSDDw6TrKHUNuBFwl2jB1k20g5rloYKW1pVVBy3&#10;P87A8nW8PH088/q62e9o970/DgchM+bhvltMQCXq0r/5dv1uBX84ehFeeUdm0L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Gs3cskAAADeAAAADwAAAAAAAAAAAAAAAACYAgAA&#10;ZHJzL2Rvd25yZXYueG1sUEsFBgAAAAAEAAQA9QAAAI4DAAAAAA==&#10;" fillcolor="black" stroked="f">
                  <v:textbox>
                    <w:txbxContent>
                      <w:p w:rsidR="001701D3" w:rsidRDefault="001701D3" w:rsidP="001701D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GZQ8QA&#10;AADeAAAADwAAAGRycy9kb3ducmV2LnhtbERPTUsDMRC9C/0PYQRvNmvFVtemZSmI4mnbWnqdbsbN&#10;4mayJDFd/70RhN7m8T5nuR5tLxL50DlWcDctQBA3TnfcKvjYv9w+gggRWWPvmBT8UID1anK1xFK7&#10;M28p7WIrcgiHEhWYGIdSytAYshimbiDO3KfzFmOGvpXa4zmH217OimIuLXacGwwOtDHUfO2+rYJ0&#10;2tTVfToms333Vetd/Xo41UrdXI/VM4hIY7yI/91vOs9/mC+e4O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RmU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01D3" w:rsidRDefault="001701D3" w:rsidP="001701D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IE8McA&#10;AADeAAAADwAAAGRycy9kb3ducmV2LnhtbESPQUvDQBCF74L/YRmht3ZToaGN3RYpKtqLbRT0OGTH&#10;bDA7G7JrGvvrnUPB2wzz5r33rbejb9VAfWwCG5jPMlDEVbAN1wbe3x6nS1AxIVtsA5OBX4qw3Vxf&#10;rbGw4cRHGspUKzHhWKABl1JXaB0rRx7jLHTEcvsKvccka19r2+NJzH2rb7Ms1x4blgSHHe0cVd/l&#10;jzcQ57uHj70/r4bPJ8ev5YvLD7UzZnIz3t+BSjSmf/Hl+9lK/UW+FADBkRn0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SBP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01D3" w:rsidRDefault="001701D3" w:rsidP="001701D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u-RU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701D3" w:rsidRPr="00611135" w:rsidRDefault="001701D3" w:rsidP="001701D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701D3" w:rsidRPr="00611135" w:rsidRDefault="001701D3" w:rsidP="001701D3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1701D3" w:rsidRPr="00611135" w:rsidRDefault="001701D3" w:rsidP="001701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А.М.</w:t>
      </w: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А.М.,  сільська  рада </w:t>
      </w: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Павельчук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Антоніні Миколаївні,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486A90">
        <w:rPr>
          <w:rFonts w:ascii="Times New Roman" w:eastAsia="Times New Roman" w:hAnsi="Times New Roman" w:cs="Times New Roman"/>
          <w:sz w:val="24"/>
        </w:rPr>
        <w:t>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86A9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1,5573 га, кадастровий номер: 6823986800:05:004:0095,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Полянська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сільська рада.</w:t>
      </w: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2.Павельчук А.М. посвідчити своє право  в  установленому  законом  порядку.</w:t>
      </w: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701D3" w:rsidRPr="00611135" w:rsidRDefault="001701D3" w:rsidP="001701D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701D3" w:rsidRPr="00611135" w:rsidRDefault="001701D3" w:rsidP="001701D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p w:rsidR="00BD3AF7" w:rsidRDefault="00BD3AF7"/>
    <w:sectPr w:rsidR="00BD3A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1D3"/>
    <w:rsid w:val="001701D3"/>
    <w:rsid w:val="00486A90"/>
    <w:rsid w:val="00BD3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1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1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264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2021-06-22T10:36:00Z</dcterms:created>
  <dcterms:modified xsi:type="dcterms:W3CDTF">2021-06-22T13:31:00Z</dcterms:modified>
</cp:coreProperties>
</file>