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F5" w:rsidRDefault="00CC4AF5" w:rsidP="00CC4A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BD6BAA" wp14:editId="1CD81E3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97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AF5" w:rsidRDefault="00CC4AF5" w:rsidP="00CC4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0z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XCQ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i3INO0s/LPfyZ&#10;oJZ7vDn7zfnBieUGecpQLffI8kxqucc3YWJIuaC13ONjAhup5R6rLGq5R4SgofNb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+X/sfW1vXDmu5l8x/D2TOq9VFWwGmOnuDBaY&#10;u7i4t/6AY7tj49oub9npZHcw/30fSqRKqiOSNTcZILOt/tDHSWhKIvVCieRDjm9q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qO/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Bp9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84IEw6vv2g&#10;XKdNx0cSRcWa/DhwCT4Xkw7VS8I46Fiy+I30qIPxjs65MbIhCe+MzY+eY8GPCj2Y7fK8H5x6eiO5&#10;JsAPfhybHx9rKMNp0/Hh28egbXUbhEMotNt57crm5tQrHMXc8trlgi3OETFygruz9Updjhivqg+W&#10;Ir8gZHsqRx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t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uJcUA&#10;AADdAAAADwAAAGRycy9kb3ducmV2LnhtbESPT4vCMBTE7wv7HcJb8LamVfFPNRURVzwIS129P5pn&#10;W2xeShO1++2NIHgcZuY3zGLZmVrcqHWVZQVxPwJBnFtdcaHg+PfzPQXhPLLG2jIp+CcHy/TzY4GJ&#10;tnfO6HbwhQgQdgkqKL1vEildXpJB17cNcfDOtjXog2wLqVu8B7ip5SCKxtJgxWGhxIbWJeWXw9Uo&#10;sMPtbn8qBtlwwxPPq9/p+dTtlep9das5CE+df4df7Z1WMJpNYni+CU9Ap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i4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0XMgA&#10;AADdAAAADwAAAGRycy9kb3ducmV2LnhtbESPQWsCMRSE70L/Q3hCL1KzlaJ1a5QibKseClrB62Pz&#10;ulm7eVmSVLf++kYoeBxm5htmtuhsI07kQ+1YweMwA0FcOl1zpWD/WTw8gwgRWWPjmBT8UoDF/K43&#10;w1y7M2/ptIuVSBAOOSowMba5lKE0ZDEMXUucvC/nLcYkfSW1x3OC20aOsmwsLdacFgy2tDRUfu9+&#10;rIJj8WEOy8nlzQ+mW7oMis17sx4rdd/vXl9AROriLfzfXmkFT9PJC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snR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zuMMA&#10;AADdAAAADwAAAGRycy9kb3ducmV2LnhtbESP3YrCMBCF74V9hzDC3sia7iquVqOIqIg34s8DDM3Y&#10;FJtJaaKtb28WFrw8nJ+PM1u0thQPqn3hWMF3PwFBnDldcK7gct58jUH4gKyxdEwKnuRhMf/ozDDV&#10;ruEjPU4hF3GEfYoKTAhVKqXPDFn0fVcRR+/qaoshyjqXusYmjttS/iTJSFosOBIMVrQylN1Odxsh&#10;hwEe9tfmvNm22OB6b7i3PCr12W2XUxCB2vAO/7d3WsFw8juA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az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T+bMYA&#10;AADdAAAADwAAAGRycy9kb3ducmV2LnhtbESPQUsDMRSE70L/Q3gFbzZrWVtdmxapCiL00FYQb4/N&#10;6+7i5iUkz+76740geBxm5htmtRldr84UU+fZwPWsAEVce9txY+Dt+Hx1CyoJssXeMxn4pgSb9eRi&#10;hZX1A+/pfJBGZQinCg20IqHSOtUtOUwzH4izd/LRoWQZG20jDhnuej0vioV22HFeaDHQtqX68/Dl&#10;DOyGp/C6XNycwkcs5zo9WnnfijGX0/HhHpTQKP/hv/aLNVDe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T+b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OOV8QA&#10;AADdAAAADwAAAGRycy9kb3ducmV2LnhtbESP22rCQBRF3wX/YTiCL1InXlrb6ChSqhRfxMsHHDLH&#10;TDBzJmRGE/++UxB83OzLYi9WrS3FnWpfOFYwGiYgiDOnC84VnE+bt08QPiBrLB2Tggd5WC27nQWm&#10;2jV8oPsx5CKOsE9RgQmhSqX0mSGLfugq4uhdXG0xRFnnUtfYxHFbynGSfEiLBUeCwYq+DWXX481G&#10;yH6C+92lOW22LTb4szM8WB+U6vfa9RxEoDa8ws/2r1Yw/Zq9w/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Djl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FgM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jc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rFg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AZcgA&#10;AADdAAAADwAAAGRycy9kb3ducmV2LnhtbESP3UoDMRSE7wt9h3AEb6TNarU/a9NihWBBQayF3h42&#10;p7tLNydLErvbtzeC0MthZr5hluveNuJMPtSOFdyPMxDEhTM1lwr233o0BxEissHGMSm4UID1ajhY&#10;Ym5cx1903sVSJAiHHBVUMba5lKGoyGIYu5Y4eUfnLcYkfSmNxy7BbSMfsmwqLdacFips6bWi4rT7&#10;sQo2n1058XfFpnfvx7fDk9ZGf2ilbm/6l2cQkfp4Df+3t0bB42I2g7836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JsBlyAAAAN0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OUsEA&#10;AADdAAAADwAAAGRycy9kb3ducmV2LnhtbERP3WrCMBS+H/gO4Qi7m6niplajiFKQsRt/HuDQHJtq&#10;c1KSWLu3NxeDXX58/6tNbxvRkQ+1YwXjUQaCuHS65krB5Vx8zEGEiKyxcUwKfinAZj14W2Gu3ZOP&#10;1J1iJVIIhxwVmBjbXMpQGrIYRq4lTtzVeYsxQV9J7fGZwm0jJ1n2JS3WnBoMtrQzVN5PD6ug+J78&#10;dPeH9oXb9lNLn+Y23xul3of9dgkiUh//xX/ug1YwXcz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BDl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xjMcA&#10;AADdAAAADwAAAGRycy9kb3ducmV2LnhtbESP3WoCMRSE7wu+QzhCb0rN9seqq1FqIVRQEG3B28Pm&#10;uLu4OVmS1N2+fVMo9HKYmW+Yxaq3jbiSD7VjBQ+jDARx4UzNpYLPD30/BREissHGMSn4pgCr5eBm&#10;gblxHR/oeoylSBAOOSqoYmxzKUNRkcUwci1x8s7OW4xJ+lIaj12C20Y+ZtmLtFhzWqiwpbeKisvx&#10;yypY77vyyd8V695tz++nsdZG77RSt8P+dQ4iUh//w3/tjVHwPJvM4PdNe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18Y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yc8EA&#10;AADdAAAADwAAAGRycy9kb3ducmV2LnhtbERP3WrCMBS+H/gO4Qi7m6mio1ajiKMgwxvdHuDQHJtq&#10;c1KSWOvbLxfCLj++//V2sK3oyYfGsYLpJANBXDndcK3g96f8yEGEiKyxdUwKnhRguxm9rbHQ7sEn&#10;6s+xFimEQ4EKTIxdIWWoDFkME9cRJ+7ivMWYoK+l9vhI4baVsyz7lBYbTg0GO9obqm7nu1VQfs+O&#10;/e2ufel2w9zSwlzzL6PU+3jYrUBEGuK/+OU+aAXzZZ72pzfpCc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cnP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NzsMA&#10;AADdAAAADwAAAGRycy9kb3ducmV2LnhtbESP0WrCQBRE3wv+w3KFvtVN2ioa3YRSUJrHRj/gkr0m&#10;wezdmN2a5O9dQejjMHNmmF02mlbcqHeNZQXxIgJBXFrdcKXgdNy/rUE4j6yxtUwKJnKQpbOXHSba&#10;DvxLt8JXIpSwS1BB7X2XSOnKmgy6he2Ig3e2vUEfZF9J3eMQyk0r36NoJQ02HBZq7Oi7pvJS/BkF&#10;n9NwuBbLS7TXhuL8o8vZl0ulXufj1xaEp9H/h5/0jw7cZh3D401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vNz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KpcUA&#10;AADdAAAADwAAAGRycy9kb3ducmV2LnhtbESPQWvCQBSE70L/w/IKvenGUMSkbkQqltJTG2PPj+xL&#10;Nph9G7Krxn/fLRR6HGbmG2aznWwvrjT6zrGC5SIBQVw73XGroDoe5msQPiBr7B2Tgjt52BYPsw3m&#10;2t34i65laEWEsM9RgQlhyKX0tSGLfuEG4ug1brQYohxbqUe8RbjtZZokK2mx47hgcKBXQ/W5vFgF&#10;l9V3WnHzoT/L/f0t2x92Xp5apZ4ep90LiEBT+A//td+1gudsncL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60q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QOccA&#10;AADdAAAADwAAAGRycy9kb3ducmV2LnhtbESPQWvCQBSE7wX/w/IEb83GKiFGV9FCQXuoaNtDb8/s&#10;M0mbfZtmV03/vVsQPA4z8w0zW3SmFmdqXWVZwTCKQRDnVldcKPh4f3lMQTiPrLG2TAr+yMFi3nuY&#10;YabthXd03vtCBAi7DBWU3jeZlC4vyaCLbEMcvKNtDfog20LqFi8Bbmr5FMeJNFhxWCixoeeS8p/9&#10;ySj43KbJZLvajL9f3w44Mvr3S1eJUoN+t5yC8NT5e/jWXmsF40k6gv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EkD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KvsYA&#10;AADdAAAADwAAAGRycy9kb3ducmV2LnhtbESPT2vCQBTE74LfYXlCb7qpDZLGbMQ/1BZP1gpeH9ln&#10;Epp9G7Jbjf30rlDocZiZ3zDZojeNuFDnassKnicRCOLC6ppLBcevt3ECwnlkjY1lUnAjB4t8OMgw&#10;1fbKn3Q5+FIECLsUFVTet6mUrqjIoJvYljh4Z9sZ9EF2pdQdXgPcNHIaRTNpsOawUGFL64qK78OP&#10;UfA7O+HevU9Xmxft6RYnW7vbb5V6GvXLOQhPvf8P/7U/tIL4NYnh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XKv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E8ncQA&#10;AADdAAAADwAAAGRycy9kb3ducmV2LnhtbESP0YrCMBRE3xf8h3AF39ZUqYtWo4go+KZ29wMuzTUt&#10;Nje1iVr36zeCsI/DzJxhFqvO1uJOra8cKxgNExDEhdMVGwU/37vPKQgfkDXWjknBkzyslr2PBWba&#10;PfhE9zwYESHsM1RQhtBkUvqiJIt+6Bri6J1dazFE2RqpW3xEuK3lOEm+pMWK40KJDW1KKi75zSq4&#10;uvFEd/kWD5ft7FgZk15/T6lSg363noMI1IX/8Lu91wrS2XQCrzfxCc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BPJ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ogsUA&#10;AADdAAAADwAAAGRycy9kb3ducmV2LnhtbESPwW7CMBBE70j9B2uRuBGH0qYhxaCChMQV2kOPW3tJ&#10;0sbrNDaQ8vU1EhLH0cy80cyXvW3EiTpfO1YwSVIQxNqZmksFH++bcQ7CB2SDjWNS8EcelouHwRwL&#10;4868o9M+lCJC2BeooAqhLaT0uiKLPnEtcfQOrrMYouxKaTo8R7ht5GOaZtJizXGhwpbWFemf/dEq&#10;2NZf9Jzpw8zmK737vPyG6cu3UWo07N9eQQTqwz18a2+NgqdZnsH1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8ii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+7cIA&#10;AADdAAAADwAAAGRycy9kb3ducmV2LnhtbERPXWvCMBR9H/gfwhV8m+lENq1NRQXBsU2YE329NHdN&#10;sbkpTaz13y+DwR7PNydb9rYWHbW+cqzgaZyAIC6crrhUcPzaPs5A+ICssXZMCu7kYZkPHjJMtbvx&#10;J3WHUIpYwj5FBSaEJpXSF4Ys+rFriKP27VqLIcK2lLrFWyy3tZwkybO0WHFcMNjQxlBxOVytgg73&#10;9+Rs1h/z1+q9mOzXpzcdeTUa9qsFiEB9+Df/pXdawXQ+e4H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37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NU/8IA&#10;AADdAAAADwAAAGRycy9kb3ducmV2LnhtbERPPU/DMBDdkfofrKvERp1GCJVQt6oqFTFC6MB4xNc4&#10;bXwX2aYJ/Ho8IDE+ve/1dvK9ulKInbCB5aIARdyI7bg1cHw/3K1AxYRssRcmA98UYbuZ3ayxsjLy&#10;G13r1KocwrFCAy6lodI6No48xoUMxJk7SfCYMgyttgHHHO57XRbFg/bYcW5wONDeUXOpv7yB8bn5&#10;PJenD+t+wiCH+lXOZS/G3M6n3ROoRFP6F/+5X6yB+8d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1T/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3w8cA&#10;AADdAAAADwAAAGRycy9kb3ducmV2LnhtbESP3WoCMRSE7wt9h3AK3tWsUnTdGsX6AyKVotX7081x&#10;d9vkZNmkur59IxS8HGbmG2Y8ba0RZ2p85VhBr5uAIM6drrhQcPhcPacgfEDWaByTgit5mE4eH8aY&#10;aXfhHZ33oRARwj5DBWUIdSalz0uy6LuuJo7eyTUWQ5RNIXWDlwi3RvaTZCAtVhwXSqxpXlL+s/+1&#10;ClYfC/Pd3+5mRxnmy+GXSTdvi3elOk/t7BVEoDbcw//ttVbwMkpH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0t8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BFOsMA&#10;AADdAAAADwAAAGRycy9kb3ducmV2LnhtbERPy4rCMBTdD/gP4QpuBk19otUoIogKM+AL3F6ba1ts&#10;bkoTa+fvJ4uBWR7Oe7FqTCFqqlxuWUG/F4EgTqzOOVVwvWy7UxDOI2ssLJOCH3KwWrY+Fhhr++YT&#10;1WefihDCLkYFmfdlLKVLMjLoerYkDtzDVgZ9gFUqdYXvEG4KOYiiiTSYc2jIsKRNRsnz/DIK6uPX&#10;Pd3Xrjw8p59uPLzvdt/6plSn3aznIDw1/l/8595rBaPZLOwPb8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BFO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2caMcA&#10;AADdAAAADwAAAGRycy9kb3ducmV2LnhtbESPQWsCMRSE70L/Q3iCN80qVtytUaogeCmo7aHenpvn&#10;7uLmZU2ibvvrjVDocZiZb5jZojW1uJHzlWUFw0ECgji3uuJCwdfnuj8F4QOyxtoyKfghD4v5S2eG&#10;mbZ33tFtHwoRIewzVFCG0GRS+rwkg35gG+LonawzGKJ0hdQO7xFuajlKkok0WHFcKLGhVUn5eX81&#10;CpbpdHnZjvnjd3c80OH7eH4duUSpXrd9fwMRqA3/4b/2RisYp+kQnm/i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dnGjHAAAA3QAAAA8AAAAAAAAAAAAAAAAAmAIAAGRy&#10;cy9kb3ducmV2LnhtbFBLBQYAAAAABAAEAPUAAACMAwAAAAA=&#10;" fillcolor="black" stroked="f"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BEccA&#10;AADdAAAADwAAAGRycy9kb3ducmV2LnhtbESPQWvCQBSE7wX/w/KE3uqmoYqmrqK2BUF70PbQ42v2&#10;NVmSfRuyW43+elcQPA4z8w0znXe2FgdqvXGs4HmQgCDOnTZcKPj++ngag/ABWWPtmBScyMN81nuY&#10;YqbdkXd02IdCRAj7DBWUITSZlD4vyaIfuIY4en+utRiibAupWzxGuK1lmiQjadFwXCixoVVJebX/&#10;twp+NiMz3hlKf7fn5bveDqvl51ul1GO/W7yCCNSFe/jWXmsFL5NJ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mwR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9aP8YA&#10;AADdAAAADwAAAGRycy9kb3ducmV2LnhtbESPQWsCMRSE74L/ITzBm2atUnRrFLEUvXioben1sXnd&#10;bHfzsk2irv76piD0OMzMN8xy3dlGnMmHyrGCyTgDQVw4XXGp4P3tZTQHESKyxsYxKbhSgPWq31ti&#10;rt2FX+l8jKVIEA45KjAxtrmUoTBkMYxdS5y8L+ctxiR9KbXHS4LbRj5k2aO0WHFaMNjS1lBRH09W&#10;gd98Ptc3Pn3U2e1wDbvv7meORqnhoNs8gYjUxf/wvb3XCmaLx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9a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n+cUA&#10;AADdAAAADwAAAGRycy9kb3ducmV2LnhtbESPUWvCQBCE34X+h2MLfZF6qYhtoqeUQqGgCFp/wJpb&#10;k+DdXshtNfbXe4WCj8PMfMPMl7136kxdbAIbeBlloIjLYBuuDOy/P5/fQEVBtugCk4ErRVguHgZz&#10;LGy48JbOO6lUgnAs0EAt0hZax7Imj3EUWuLkHUPnUZLsKm07vCS4d3qcZVPtseG0UGNLHzWVp92P&#10;N+DGB5evXuNarnu9zn69bIcba8zTY/8+AyXUyz383/6yBiZ5PoG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mf5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NJsYA&#10;AADdAAAADwAAAGRycy9kb3ducmV2LnhtbESPQWsCMRSE70L/Q3iF3jRbqVK3Rmkrwl56cGvx+tw8&#10;N4vJy7JJdeuvbwTB4zAz3zDzZe+sOFEXGs8KnkcZCOLK64ZrBdvv9fAVRIjIGq1nUvBHAZaLh8Ec&#10;c+3PvKFTGWuRIBxyVGBibHMpQ2XIYRj5ljh5B985jEl2tdQdnhPcWTnOsql02HBaMNjSp6HqWP46&#10;BauyteNtYT7C7udrv7fFZU27lVJPj/37G4hIfbyHb+1CK3iZzS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LN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cc4MUA&#10;AADdAAAADwAAAGRycy9kb3ducmV2LnhtbESPzWrDMBCE74W8g9hCb43UUpzEtRxCaSCQU/NzyG2R&#10;trYTa2UsNXbfvgoUchxm5humWI6uFVfqQ+NZw8tUgSA23jZcaTjs189zECEiW2w9k4ZfCrAsJw8F&#10;5tYP/EXXXaxEgnDIUUMdY5dLGUxNDsPUd8TJ+/a9w5hkX0nb45DgrpWvSmXSYcNpocaOPmoyl92P&#10;03Bey603Cs3xcBw2dnb6zKhVWj89jqt3EJHGeA//tzdWw9tikc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9xz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bVccA&#10;AADdAAAADwAAAGRycy9kb3ducmV2LnhtbESPT2sCMRTE74V+h/AK3mq2Kla3G0WFQql4qJbS4+vm&#10;7R9287IkUddv3wiCx2FmfsNky9604kTO15YVvAwTEMS51TWXCr4P788zED4ga2wtk4ILeVguHh8y&#10;TLU98xed9qEUEcI+RQVVCF0qpc8rMuiHtiOOXmGdwRClK6V2eI5w08pRkkylwZrjQoUdbSrKm/3R&#10;KPg9brnYjT9Xbh1+bH/wzehv1ig1eOpXbyAC9eEevrU/tILJfP4K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iG1X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19cQA&#10;AADdAAAADwAAAGRycy9kb3ducmV2LnhtbERPz2vCMBS+D/wfwhO8zVRxo61GUUHYZTCdB709m2db&#10;bF5qkmn1r18Ogx0/vt+zRWcacSPna8sKRsMEBHFhdc2lgv335jUF4QOyxsYyKXiQh8W89zLDXNs7&#10;b+m2C6WIIexzVFCF0OZS+qIig35oW+LIna0zGCJ0pdQO7zHcNHKcJO/SYM2xocKW1hUVl92PUbDK&#10;0tX1a8Kfz+3pSMfD6fI2dolSg363nIII1IV/8Z/7QyuYZFmcG9/EJ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NfXEAAAA3QAAAA8AAAAAAAAAAAAAAAAAmAIAAGRycy9k&#10;b3ducmV2LnhtbFBLBQYAAAAABAAEAPUAAACJAwAAAAA=&#10;" fillcolor="black" stroked="f"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qb8YA&#10;AADdAAAADwAAAGRycy9kb3ducmV2LnhtbESPzWrDMBCE74W8g9hAb43cH0rsRAkmUFp6ctKUXjfW&#10;xjK1VkZSFfftq0Khx2FmvmHW28kOIpEPvWMFt4sCBHHrdM+dguPb080SRIjIGgfHpOCbAmw3s6s1&#10;VtpdeE/pEDuRIRwqVGBiHCspQ2vIYli4kTh7Z+ctxix9J7XHS4bbQd4VxaO02HNeMDjSzlD7efiy&#10;CtJp19T36SOZ/auvO++a5/dTo9T1fKpXICJN8T/8137RCh7Kso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dqb8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bkMMA&#10;AADdAAAADwAAAGRycy9kb3ducmV2LnhtbERPz2vCMBS+D/wfwht408SBslWjDHGiu2zrBD0+mrem&#10;rHkpTazVv345CDt+fL8Xq97VoqM2VJ41TMYKBHHhTcWlhsP32+gZRIjIBmvPpOFKAVbLwcMCM+Mv&#10;/EVdHkuRQjhkqMHG2GRShsKSwzD2DXHifnzrMCbYltK0eEnhrpZPSs2kw4pTg8WG1paK3/zsNITJ&#10;enN8d7eX7rS1/JHv7eyztFoPH/vXOYhIffwX3907o2GqVN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Qbk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4AF5" w:rsidRDefault="00CC4AF5" w:rsidP="00CC4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4AF5" w:rsidRDefault="00CC4AF5" w:rsidP="00CC4AF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4AF5" w:rsidRDefault="00CC4AF5" w:rsidP="00CC4A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C4AF5" w:rsidRDefault="00CC4AF5" w:rsidP="00CC4A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4AF5" w:rsidRDefault="00CC4AF5" w:rsidP="00CC4A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№82</w:t>
      </w:r>
    </w:p>
    <w:p w:rsidR="00CC4AF5" w:rsidRPr="000248F0" w:rsidRDefault="00CC4AF5" w:rsidP="00CC4A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4AF5" w:rsidRPr="00436223" w:rsidRDefault="00CC4AF5" w:rsidP="00CC4AF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CC4AF5" w:rsidRPr="00436223" w:rsidRDefault="00CC4AF5" w:rsidP="00CC4AF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CC4AF5" w:rsidRPr="00436223" w:rsidRDefault="00CC4AF5" w:rsidP="00CC4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C4AF5" w:rsidRPr="00436223" w:rsidRDefault="00CC4AF5" w:rsidP="00CC4AF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6223">
        <w:rPr>
          <w:rFonts w:ascii="Times New Roman" w:eastAsia="Calibri" w:hAnsi="Times New Roman" w:cs="Times New Roman"/>
          <w:b/>
          <w:sz w:val="24"/>
          <w:szCs w:val="24"/>
        </w:rPr>
        <w:t>Коваль Г.А.</w:t>
      </w: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>»,</w:t>
      </w: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 Г.А.,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Андріївні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0.0340 га,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Calibri" w:hAnsi="Times New Roman" w:cs="Times New Roman"/>
          <w:sz w:val="24"/>
          <w:szCs w:val="24"/>
        </w:rPr>
        <w:t>Набережна.</w:t>
      </w: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Андріївні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436223"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: </w:t>
      </w:r>
      <w:r w:rsidR="006574AA">
        <w:rPr>
          <w:rFonts w:ascii="Times New Roman" w:eastAsia="Times New Roman" w:hAnsi="Times New Roman" w:cs="Times New Roman"/>
          <w:sz w:val="24"/>
          <w:lang w:val="uk-UA"/>
        </w:rPr>
        <w:t>_________</w:t>
      </w:r>
      <w:r w:rsidRPr="0043622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574AA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0,0340 га,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номер: 6823986800:01:009:0024,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Calibri" w:hAnsi="Times New Roman" w:cs="Times New Roman"/>
          <w:sz w:val="24"/>
          <w:szCs w:val="24"/>
        </w:rPr>
        <w:t>Набережна.</w:t>
      </w:r>
    </w:p>
    <w:p w:rsidR="00CC4AF5" w:rsidRPr="00436223" w:rsidRDefault="00CC4AF5" w:rsidP="00CC4A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 Г.А.,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CC4AF5" w:rsidRPr="00436223" w:rsidRDefault="00CC4AF5" w:rsidP="00CC4A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3622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CC4AF5" w:rsidRPr="00436223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4AF5" w:rsidRPr="00CC4AF5" w:rsidRDefault="00CC4AF5" w:rsidP="00CC4A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35E28" w:rsidRPr="00CC4AF5" w:rsidRDefault="00CC4AF5">
      <w:pPr>
        <w:rPr>
          <w:rFonts w:ascii="Times New Roman" w:eastAsia="Times New Roman" w:hAnsi="Times New Roman" w:cs="Times New Roman"/>
          <w:lang w:val="uk-UA"/>
        </w:rPr>
      </w:pP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</w:t>
      </w: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35E28" w:rsidRPr="00CC4A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F5"/>
    <w:rsid w:val="006574AA"/>
    <w:rsid w:val="00935E28"/>
    <w:rsid w:val="00C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F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C4A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4A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C4AF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F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C4A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4A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C4AF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2021-09-13T10:42:00Z</dcterms:created>
  <dcterms:modified xsi:type="dcterms:W3CDTF">2021-09-14T12:31:00Z</dcterms:modified>
</cp:coreProperties>
</file>