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85F" w:rsidRPr="00FE085F" w:rsidRDefault="002F2569" w:rsidP="00FE085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pict>
          <v:group id="_x0000_s1026" style="position:absolute;left:0;text-align:left;margin-left:223.65pt;margin-top:-13.3pt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FE085F" w:rsidRDefault="00FE085F" w:rsidP="00FE085F"/>
    <w:p w:rsidR="00FE085F" w:rsidRDefault="00FE085F" w:rsidP="00FE0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FE085F" w:rsidRDefault="00FE085F" w:rsidP="00FE0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FE085F" w:rsidRDefault="00FE085F" w:rsidP="00FE0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FE085F" w:rsidRDefault="00FE085F" w:rsidP="00FE0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FE085F" w:rsidRDefault="00FE085F" w:rsidP="00FE08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85F" w:rsidRDefault="00FE085F" w:rsidP="00FE08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FE085F" w:rsidRDefault="00FE085F" w:rsidP="00FE08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E085F" w:rsidRDefault="00FE085F" w:rsidP="00FE08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FE085F" w:rsidRPr="00B84FEC" w:rsidRDefault="00FE085F" w:rsidP="00FE085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43</w:t>
      </w:r>
    </w:p>
    <w:p w:rsidR="00FE085F" w:rsidRPr="004A7F1D" w:rsidRDefault="00FE085F" w:rsidP="00FE085F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FE085F" w:rsidRPr="00B84FEC" w:rsidRDefault="00FE085F" w:rsidP="00FE08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FE085F" w:rsidRPr="00B84FEC" w:rsidRDefault="00FE085F" w:rsidP="00FE085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FE085F" w:rsidRDefault="00FE085F" w:rsidP="00FE085F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>передачі  її у власність  Кравчук Л.І.</w:t>
      </w:r>
    </w:p>
    <w:p w:rsidR="00FE085F" w:rsidRPr="00B84FEC" w:rsidRDefault="00FE085F" w:rsidP="00FE085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E085F" w:rsidRPr="00B84FEC" w:rsidRDefault="00FE085F" w:rsidP="00FE08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розглянувши заяву  Кравчук  Л.І., сільська   рада    </w:t>
      </w:r>
    </w:p>
    <w:p w:rsidR="00FE085F" w:rsidRPr="00B84FEC" w:rsidRDefault="00FE085F" w:rsidP="00FE08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FE085F" w:rsidRPr="00B84FEC" w:rsidRDefault="00FE085F" w:rsidP="00FE08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1. Затвердити Кравчук Любові Іванівні, проект землеустрою щодо відведення земельної ділянки, для ведення особистого селянського господарства, площею 2,0000 га, яка розташована Хмельницька область,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FE085F" w:rsidRPr="00B84FEC" w:rsidRDefault="00FE085F" w:rsidP="00FE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2. Передати Кравчук Любові Іванівні, яка зареєстрована за адресою: </w:t>
      </w:r>
      <w:r w:rsidR="002F2569" w:rsidRPr="002F2569">
        <w:rPr>
          <w:rFonts w:ascii="Times New Roman" w:hAnsi="Times New Roman" w:cs="Times New Roman"/>
          <w:sz w:val="24"/>
          <w:szCs w:val="24"/>
          <w:lang w:val="ru-RU"/>
        </w:rPr>
        <w:t>______________</w:t>
      </w:r>
      <w:r w:rsidRPr="00B84FEC">
        <w:rPr>
          <w:rFonts w:ascii="Times New Roman" w:hAnsi="Times New Roman" w:cs="Times New Roman"/>
          <w:sz w:val="24"/>
          <w:szCs w:val="24"/>
        </w:rPr>
        <w:t xml:space="preserve">, ідентифікаційний номер </w:t>
      </w:r>
      <w:r w:rsidR="002F2569" w:rsidRPr="002F2569">
        <w:rPr>
          <w:rFonts w:ascii="Times New Roman" w:hAnsi="Times New Roman" w:cs="Times New Roman"/>
          <w:sz w:val="24"/>
          <w:szCs w:val="24"/>
          <w:lang w:val="ru-RU"/>
        </w:rPr>
        <w:t>____________</w:t>
      </w:r>
      <w:bookmarkStart w:id="0" w:name="_GoBack"/>
      <w:bookmarkEnd w:id="0"/>
      <w:r w:rsidRPr="00B84FEC">
        <w:rPr>
          <w:rFonts w:ascii="Times New Roman" w:hAnsi="Times New Roman" w:cs="Times New Roman"/>
          <w:sz w:val="24"/>
          <w:szCs w:val="24"/>
        </w:rPr>
        <w:t xml:space="preserve">, у власність земельну ділянку площею 2,0000 га, кадастровий номер: 6823986800:05:006:0068, для ведення особистого селянського господарства, яка розташована Хмельницька область,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сільська рада.</w:t>
      </w:r>
    </w:p>
    <w:p w:rsidR="00FE085F" w:rsidRPr="00B84FEC" w:rsidRDefault="00FE085F" w:rsidP="00FE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3. Кравчук Л.І., якій передана земельна ділянка у власність, посвідчити право власності  в установленому  законом порядку.</w:t>
      </w:r>
    </w:p>
    <w:p w:rsidR="00FE085F" w:rsidRPr="00B84FEC" w:rsidRDefault="00FE085F" w:rsidP="00FE08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FE085F" w:rsidRPr="00B84FEC" w:rsidRDefault="00FE085F" w:rsidP="00FE08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E085F" w:rsidRPr="00B84FEC" w:rsidRDefault="00FE085F" w:rsidP="00FE08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0C87" w:rsidRPr="00FE085F" w:rsidRDefault="00FE085F" w:rsidP="00FE085F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   В.М. Мазур</w:t>
      </w:r>
    </w:p>
    <w:sectPr w:rsidR="009C0C87" w:rsidRPr="00FE085F" w:rsidSect="009C0C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FE085F"/>
    <w:rsid w:val="00171A2E"/>
    <w:rsid w:val="002F2569"/>
    <w:rsid w:val="00304C90"/>
    <w:rsid w:val="00505B6D"/>
    <w:rsid w:val="006D3977"/>
    <w:rsid w:val="007D6C18"/>
    <w:rsid w:val="009C0C87"/>
    <w:rsid w:val="00D1641A"/>
    <w:rsid w:val="00FE0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85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2</TotalTime>
  <Pages>1</Pages>
  <Words>277</Words>
  <Characters>1585</Characters>
  <Application>Microsoft Office Word</Application>
  <DocSecurity>0</DocSecurity>
  <Lines>13</Lines>
  <Paragraphs>3</Paragraphs>
  <ScaleCrop>false</ScaleCrop>
  <Company>Microsoft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2020-03-16T13:00:00Z</dcterms:created>
  <dcterms:modified xsi:type="dcterms:W3CDTF">2020-03-17T06:28:00Z</dcterms:modified>
</cp:coreProperties>
</file>