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832" w:rsidRPr="003B50D1" w:rsidRDefault="00864832" w:rsidP="0086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B50D1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864832" w:rsidRPr="003B50D1" w:rsidRDefault="00864832" w:rsidP="0086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864832" w:rsidRPr="003B50D1" w:rsidRDefault="00864832" w:rsidP="0086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B50D1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FF8730C" wp14:editId="29628C38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2631" name="Группа 126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263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4832" w:rsidRDefault="00864832" w:rsidP="008648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3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4832" w:rsidRDefault="00864832" w:rsidP="008648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3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4832" w:rsidRDefault="00864832" w:rsidP="008648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3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4832" w:rsidRDefault="00864832" w:rsidP="008648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3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4832" w:rsidRDefault="00864832" w:rsidP="008648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3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4832" w:rsidRDefault="00864832" w:rsidP="008648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3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4832" w:rsidRDefault="00864832" w:rsidP="008648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3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4832" w:rsidRDefault="00864832" w:rsidP="008648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4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4832" w:rsidRDefault="00864832" w:rsidP="008648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4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4832" w:rsidRDefault="00864832" w:rsidP="008648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4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4832" w:rsidRDefault="00864832" w:rsidP="008648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4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4832" w:rsidRDefault="00864832" w:rsidP="008648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4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4832" w:rsidRDefault="00864832" w:rsidP="008648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4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4832" w:rsidRDefault="00864832" w:rsidP="008648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4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4832" w:rsidRDefault="00864832" w:rsidP="008648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4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4832" w:rsidRDefault="00864832" w:rsidP="008648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4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4832" w:rsidRDefault="00864832" w:rsidP="008648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4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4832" w:rsidRDefault="00864832" w:rsidP="008648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5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4832" w:rsidRDefault="00864832" w:rsidP="008648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5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4832" w:rsidRDefault="00864832" w:rsidP="008648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5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4832" w:rsidRDefault="00864832" w:rsidP="008648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5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4832" w:rsidRDefault="00864832" w:rsidP="008648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5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4832" w:rsidRDefault="00864832" w:rsidP="008648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5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4832" w:rsidRDefault="00864832" w:rsidP="008648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5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4832" w:rsidRDefault="00864832" w:rsidP="008648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5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4832" w:rsidRDefault="00864832" w:rsidP="008648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5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4832" w:rsidRDefault="00864832" w:rsidP="008648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5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4832" w:rsidRDefault="00864832" w:rsidP="008648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6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4832" w:rsidRDefault="00864832" w:rsidP="008648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6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4832" w:rsidRDefault="00864832" w:rsidP="008648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631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HZFcMA&#10;AADeAAAADwAAAGRycy9kb3ducmV2LnhtbERPS2vCQBC+C/0PyxS86aYJWEldRYpKDgHxdR+yYxKa&#10;nQ3ZNYn/vlsQepuP7zmrzWga0VPnassKPuYRCOLC6ppLBdfLfrYE4TyyxsYyKXiSg836bbLCVNuB&#10;T9SffSlCCLsUFVTet6mUrqjIoJvbljhwd9sZ9AF2pdQdDiHcNDKOooU0WHNoqLCl74qKn/PDKLDJ&#10;IctvZXxKdvzpeXtc3m9jrtT0fdx+gfA0+n/xy53pMD9eJDH8vRNu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hHZFc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64832" w:rsidRDefault="00864832" w:rsidP="00864832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nOLccA&#10;AADeAAAADwAAAGRycy9kb3ducmV2LnhtbERPTWsCMRC9F/ofwghepGarsLZboxRhtfUgaAu9Dpvp&#10;Zu1msiRRt/76plDobR7vc+bL3rbiTD40jhXcjzMQxJXTDdcK3t/KuwcQISJrbB2Tgm8KsFzc3syx&#10;0O7CezofYi1SCIcCFZgYu0LKUBmyGMauI07cp/MWY4K+ltrjJYXbVk6yLJcWG04NBjtaGaq+Dier&#10;4FjuzMdqdl370eOerqNyu2lfc6WGg/75CUSkPv6L/9wvOs2f5NMp/L6TbpC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uZzi3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64832" w:rsidRDefault="00864832" w:rsidP="00864832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PyWMYA&#10;AADeAAAADwAAAGRycy9kb3ducmV2LnhtbESP0WrCQBBF3wv+wzKCL0U31SIluoYgKiUvQe0HDNkx&#10;G8zOhuzWxL/vFgp9m+HeuefONhttKx7U+8axgrdFAoK4crrhWsHX9Tj/AOEDssbWMSl4kodsN3nZ&#10;YqrdwGd6XEItYgj7FBWYELpUSl8ZsugXriOO2s31FkNc+1rqHocYblu5TJK1tNhwJBjsaG+oul++&#10;bYSUKyyL23A9nkYc8FAYfs3PSs2mY74BEWgM/+a/608d6y/Xq3f4fSfOIH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mPyWM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64832" w:rsidRDefault="00864832" w:rsidP="00864832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tC+cQA&#10;AADeAAAADwAAAGRycy9kb3ducmV2LnhtbERPTUvDQBC9C/0Pywje7MZoo8RuS6kKRfBgFcTbkJ0m&#10;wezssjs28d93BcHbPN7nLNeTG9SRYuo9G7iaF6CIG297bg28vz1d3oFKgmxx8EwGfijBejU7W2Jt&#10;/civdNxLq3IIpxoNdCKh1jo1HTlMcx+IM3fw0aFkGFttI4453A26LIpKO+w5N3QYaNtR87X/dgZe&#10;xsfwfFstDuEz3pQ6PVj52IoxF+fT5h6U0CT/4j/3zub5ZXW9gN938g16d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rQvn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64832" w:rsidRDefault="00864832" w:rsidP="00864832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3JtMUA&#10;AADeAAAADwAAAGRycy9kb3ducmV2LnhtbESP0YrCMBBF34X9hzAL+yJrqkKRblMR0UV8EXU/YGjG&#10;pmwzKU209e+NIPg2w71zz518OdhG3KjztWMF00kCgrh0uuZKwd95+70A4QOyxsYxKbiTh2XxMcox&#10;067nI91OoRIxhH2GCkwIbSalLw1Z9BPXEkft4jqLIa5dJXWHfQy3jZwlSSot1hwJBltaGyr/T1cb&#10;IYc5HvaX/rz9HbDHzd7weHVU6utzWP2ACDSEt/l1vdOx/iydp/B8J84gi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/cm0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64832" w:rsidRDefault="00864832" w:rsidP="00864832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V5FcQA&#10;AADeAAAADwAAAGRycy9kb3ducmV2LnhtbERPTUvDQBC9C/0PyxS82Y1RU4ndltIqiODBKoi3ITtN&#10;gtnZZXds4r93BcHbPN7nrDaTG9SJYuo9G7hcFKCIG297bg28vT5c3IJKgmxx8EwGvinBZj07W2Ft&#10;/cgvdDpIq3IIpxoNdCKh1jo1HTlMCx+IM3f00aFkGFttI4453A26LIpKO+w5N3QYaNdR83n4cgae&#10;x/vwtKxujuEjXpc67a2878SY8/m0vQMlNMm/+M/9aPP8srpawu87+Qa9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1eRX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64832" w:rsidRDefault="00864832" w:rsidP="00864832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/wjsgA&#10;AADeAAAADwAAAGRycy9kb3ducmV2LnhtbESPQUsDMRCF70L/Q5iCF7HZtlhkbVpaISgoFGuh12Ez&#10;3V3cTJYkdtd/7xwEbzO8N+99s96OvlNXiqkNbGA+K0ARV8G1XBs4fdr7R1ApIzvsApOBH0qw3Uxu&#10;1li6MPAHXY+5VhLCqUQDTc59qXWqGvKYZqEnFu0Soscsa6y1izhIuO/0oihW2mPL0tBgT88NVV/H&#10;b29gfxjqZbyr9mN4u7ycH6x19t0aczsdd0+gMo353/x3/eoEf7FaCq+8IzPoz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rr/CO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64832" w:rsidRDefault="00864832" w:rsidP="00864832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Mf6sMA&#10;AADeAAAADwAAAGRycy9kb3ducmV2LnhtbERP3WrCMBS+H/gO4Qi7m6ndJlqNIkphjN348wCH5thU&#10;m5OSxNq9/TIY7O58fL9ntRlsK3ryoXGsYDrJQBBXTjdcKzifypc5iBCRNbaOScE3BdisR08rLLR7&#10;8IH6Y6xFCuFQoAITY1dIGSpDFsPEdcSJuzhvMSboa6k9PlK4bWWeZTNpseHUYLCjnaHqdrxbBeVn&#10;/tXf7tqXbju8WXo31/neKPU8HrZLEJGG+C/+c3/oND+fvS7g9510g1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NMf6s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64832" w:rsidRDefault="00864832" w:rsidP="00864832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+P9cgA&#10;AADeAAAADwAAAGRycy9kb3ducmV2LnhtbESPQUsDMRCF74L/IYzgRWzWaotsmxYrBAULxbbgddhM&#10;d5duJksSu+u/dw6CtxnmzXvvW65H36kLxdQGNvAwKUARV8G1XBs4Huz9M6iUkR12gcnADyVYr66v&#10;lli6MPAnXfa5VmLCqUQDTc59qXWqGvKYJqEnltspRI9Z1lhrF3EQc9/paVHMtceWJaHBnl4bqs77&#10;b29gsxvqx3hXbcbwcXr7mlnr7NYac3szvixAZRrzv/jv+91J/en8SQAER2bQq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N34/1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64832" w:rsidRDefault="00864832" w:rsidP="00864832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NgkcIA&#10;AADeAAAADwAAAGRycy9kb3ducmV2LnhtbERPzYrCMBC+L/gOYRa8ralFRbpGEZfCIl509wGGZrbp&#10;2kxKEmt9eyMI3ubj+53VZrCt6MmHxrGC6SQDQVw53XCt4Pen/FiCCBFZY+uYFNwowGY9elthod2V&#10;j9SfYi1SCIcCFZgYu0LKUBmyGCauI07cn/MWY4K+ltrjNYXbVuZZtpAWG04NBjvaGarOp4tVUO7z&#10;Q3++aF+67TCzNDf/yy+j1Ph92H6CiDTEl/jp/tZpfr6YTeHxTrpBr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o2CR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64832" w:rsidRDefault="00864832" w:rsidP="00864832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9gDsAA&#10;AADeAAAADwAAAGRycy9kb3ducmV2LnhtbERPzYrCMBC+L/gOYYS9raldFammIoKiR6sPMDRjW9pM&#10;ahNtfXuzsOBtPr7fWW8G04gnda6yrGA6iUAQ51ZXXCi4XvY/SxDOI2tsLJOCFznYpKOvNSba9nym&#10;Z+YLEULYJaig9L5NpHR5SQbdxLbEgbvZzqAPsCuk7rAP4aaRcRQtpMGKQ0OJLe1KyuvsYRTMXv3h&#10;ns3raK8NTU+/7Yl9PlfqezxsVyA8Df4j/ncfdZgfL2Yx/L0TbpDp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L9gDs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64832" w:rsidRDefault="00864832" w:rsidP="00864832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HTOsMA&#10;AADeAAAADwAAAGRycy9kb3ducmV2LnhtbERPS4vCMBC+C/sfwix403S7S9FqFFlRFk9aH+ehGduy&#10;zaQ0Ueu/N4LgbT6+50znnanFlVpXWVbwNYxAEOdWV1woOOxXgxEI55E11pZJwZ0czGcfvSmm2t54&#10;R9fMFyKEsEtRQel9k0rp8pIMuqFtiAN3tq1BH2BbSN3iLYSbWsZRlEiDFYeGEhv6LSn/zy5GwSU5&#10;xQc+b/Q2W97X4+Vq4eSxUKr/2S0mIDx1/i1+uf90mB8nP9/wfCfcIG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fHTOs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64832" w:rsidRDefault="00864832" w:rsidP="00864832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f7U8YA&#10;AADeAAAADwAAAGRycy9kb3ducmV2LnhtbERPS2vCQBC+F/wPywi91U01BE1dRQtC24Pi6+Btmp0m&#10;0exsmt1q/PduQfA2H99zxtPWVOJMjSstK3jtRSCIM6tLzhXstouXIQjnkTVWlknBlRxMJ52nMaba&#10;XnhN543PRQhhl6KCwvs6ldJlBRl0PVsTB+7HNgZ9gE0udYOXEG4q2Y+iRBosOTQUWNN7Qdlp82cU&#10;7FfDZLSaf8bHr+U3Doz+PegyUeq5287eQHhq/UN8d3/oML+fxDH8vxNukJ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Xf7U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64832" w:rsidRDefault="00864832" w:rsidP="00864832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JXMQA&#10;AADeAAAADwAAAGRycy9kb3ducmV2LnhtbERPS2vCQBC+F/oflhF6qxtTGyRmI31QFU+pCl6H7JgE&#10;s7Mhu9XYX+8Khd7m43tOthhMK87Uu8aygsk4AkFcWt1wpWC/+3qegXAeWWNrmRRcycEif3zIMNX2&#10;wt903vpKhBB2KSqove9SKV1Zk0E3th1x4I62N+gD7Cupe7yEcNPKOIoSabDh0FBjRx81laftj1Hw&#10;mxywcKv4/fNFe7pOZ0u7KZZKPY2GtzkIT4P/F/+51zrMj5PpK9zfCTfI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CyVz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64832" w:rsidRDefault="00864832" w:rsidP="00864832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k+hcMA&#10;AADeAAAADwAAAGRycy9kb3ducmV2LnhtbERPzWrCQBC+F3yHZQRvdWOIoUZXkaLQm5r6AEN23ASz&#10;szG71bRP3xUKvc3H9zurzWBbcafeN44VzKYJCOLK6YaNgvPn/vUNhA/IGlvHpOCbPGzWo5cVFto9&#10;+ET3MhgRQ9gXqKAOoSuk9FVNFv3UdcSRu7jeYoiwN1L3+IjhtpVpkuTSYsOxocaO3muqruWXVXBz&#10;6VwP5Q4P193i2BiT3X5OmVKT8bBdggg0hH/xn/tDx/lpnuXwfCfe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Ck+h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64832" w:rsidRDefault="00864832" w:rsidP="00864832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n99cQA&#10;AADeAAAADwAAAGRycy9kb3ducmV2LnhtbERPPW/CMBDdkfofrKvEBk4pDZDGQS0SEiuUgfGwjyRt&#10;fE5jA6G/vq6E1O2e3ufly9424kKdrx0reBonIIi1MzWXCvYf69EchA/IBhvHpOBGHpbFwyDHzLgr&#10;b+myC6WIIewzVFCF0GZSel2RRT92LXHkTq6zGCLsSmk6vMZw28hJkqTSYs2xocKWVhXpr93ZKtjU&#10;R3pJ9Wlh5+96e/j5Ds+zT6PU8LF/ewURqA//4rt7Y+L8STqdwd878QZZ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Z/fX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64832" w:rsidRDefault="00864832" w:rsidP="00864832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eQUMUA&#10;AADeAAAADwAAAGRycy9kb3ducmV2LnhtbERPS2vDMAy+D/YfjAa7rc7CKF1at6yDwUofsG50VxFr&#10;cVgsh9hN039fHQq9Sd9Ln2aLwTeqpy7WgQ08jzJQxGWwNVcGfr4/niagYkK22AQmA2eKsJjf382w&#10;sOHEX9TvU6UkhGOBBlxKbaF1LB15jKPQEgv3FzqPSdau0rbDk4T7RudZNtYea5YLDlt6d1T+74/e&#10;QI+7c/brltvXVb0p893ysLaCm8eH4W0KKtGQbuKr+9NK/Xz8In3lHZlBz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Z5BQ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64832" w:rsidRDefault="00864832" w:rsidP="00864832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bqUcMA&#10;AADeAAAADwAAAGRycy9kb3ducmV2LnhtbERPTUvDQBC9C/0PyxS82U2DFI3dllKoeNToweOYnWZT&#10;szNhd9tEf70rCN7m8T5nvZ18ry4UYidsYLkoQBE3YjtuDby9Hm7uQMWEbLEXJgNfFGG7mV2tsbIy&#10;8gtd6tSqHMKxQgMupaHSOjaOPMaFDMSZO0rwmDIMrbYBxxzue10WxUp77Dg3OBxo76j5rM/ewPjY&#10;fJzK47t132GQQ/0sp7IXY67n0+4BVKIp/Yv/3E82zy9Xt/f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SbqU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64832" w:rsidRDefault="00864832" w:rsidP="00864832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3FBsgA&#10;AADeAAAADwAAAGRycy9kb3ducmV2LnhtbESPT0/CQBDF7yZ+h82YcJOtTfiTykIQJDFEYkC9j92x&#10;re7ONt0Vyrd3DiTcZjJv3nu/2aL3Th2pi01gAw/DDBRxGWzDlYGP9839FFRMyBZdYDJwpgiL+e3N&#10;DAsbTryn4yFVSkw4FmigTqkttI5lTR7jMLTEcvsOnccka1dp2+FJzL3TeZaNtceGJaHGllY1lb+H&#10;P29g87Z2P/luv/zUafU8+XLT7dP61ZjBXb98BJWoT1fx5fvFSv18PBIAwZEZ9Pw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dPcUG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64832" w:rsidRDefault="00864832" w:rsidP="00864832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e9CcUA&#10;AADeAAAADwAAAGRycy9kb3ducmV2LnhtbERPTWvCQBC9C/0PyxS8SN1oUULqKiJIIlRo00KvY3aa&#10;BLOzIbvG9N93BcHbPN7nrDaDaURPnastK5hNIxDEhdU1lwq+v/YvMQjnkTU2lknBHznYrJ9GK0y0&#10;vfIn9bkvRQhhl6CCyvs2kdIVFRl0U9sSB+7XdgZ9gF0pdYfXEG4aOY+ipTRYc2iosKVdRcU5vxgF&#10;/cf7qcx61x7O8cQtXk9petQ/So2fh+0bCE+Df4jv7kyH+fPlYga3d8INcv0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h70J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64832" w:rsidRDefault="00864832" w:rsidP="00864832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ldY8UA&#10;AADeAAAADwAAAGRycy9kb3ducmV2LnhtbERPS2sCMRC+F/ofwhS81WwXFV2NooVCL4KPHupt3Ex3&#10;FzeTNUl19dcbQfA2H99zJrPW1OJEzleWFXx0ExDEudUVFwp+tl/vQxA+IGusLZOCC3mYTV9fJphp&#10;e+Y1nTahEDGEfYYKyhCaTEqfl2TQd21DHLk/6wyGCF0htcNzDDe1TJNkIA1WHBtKbOizpPyw+TcK&#10;FqPh4rjq8fK63u9o97s/9FOXKNV5a+djEIHa8BQ/3N86zk8H/RTu78Qb5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OV1jxQAAAN4AAAAPAAAAAAAAAAAAAAAAAJgCAABkcnMv&#10;ZG93bnJldi54bWxQSwUGAAAAAAQABAD1AAAAigMAAAAA&#10;" fillcolor="black" stroked="f">
                  <v:textbox>
                    <w:txbxContent>
                      <w:p w:rsidR="00864832" w:rsidRDefault="00864832" w:rsidP="00864832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b2+MYA&#10;AADeAAAADwAAAGRycy9kb3ducmV2LnhtbERPTWvCQBC9F/oflin0VjdGDBJdRVsFQXvQ9uBxzI7J&#10;kuxsyG417a/vCoXe5vE+Z7bobSOu1HnjWMFwkIAgLpw2XCr4/Ni8TED4gKyxcUwKvsnDYv74MMNc&#10;uxsf6HoMpYgh7HNUUIXQ5lL6oiKLfuBa4shdXGcxRNiVUnd4i+G2kWmSZNKi4dhQYUuvFRX18csq&#10;OO0yMzkYSs/7n9Va78f16v2tVur5qV9OQQTqw7/4z73VcX6ajUdwfyfeI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rb2+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64832" w:rsidRDefault="00864832" w:rsidP="00864832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0DvsQA&#10;AADeAAAADwAAAGRycy9kb3ducmV2LnhtbERPS2sCMRC+F/wPYYTealZpRbZGEYvoxYMveh020812&#10;N5NtEnX11zdCobf5+J4znXe2ERfyoXKsYDjIQBAXTldcKjgeVi8TECEia2wck4IbBZjPek9TzLW7&#10;8o4u+1iKFMIhRwUmxjaXMhSGLIaBa4kT9+W8xZigL6X2eE3htpGjLBtLixWnBoMtLQ0V9f5sFfjF&#10;50d95/Opzu7bW1h/dz8TNEo997vFO4hIXfwX/7k3Os0fjd9e4fFOukHO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NA77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64832" w:rsidRDefault="00864832" w:rsidP="00864832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AQbsQA&#10;AADeAAAADwAAAGRycy9kb3ducmV2LnhtbERP22rCQBB9L/Qflin0peimAa1GVykFoVARtH7AmB2T&#10;0N3ZkB019uu7BcG3OZzrzJe9d+pMXWwCG3gdZqCIy2Abrgzsv1eDCagoyBZdYDJwpQjLxePDHAsb&#10;Lryl804qlUI4FmigFmkLrWNZk8c4DC1x4o6h8ygJdpW2HV5SuHc6z7Kx9thwaqixpY+ayp/dyRtw&#10;+cFNv97iWq57vc5+vWxfNtaY56f+fQZKqJe7+Ob+tGl+Ph6N4P+ddINe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wEG7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64832" w:rsidRDefault="00864832" w:rsidP="00864832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LPQ8QA&#10;AADeAAAADwAAAGRycy9kb3ducmV2LnhtbERPTWvCQBC9C/0PyxS86aYBQ0ldpa0IufRgqngds9Ns&#10;6O5syG417a/vCoK3ebzPWa5HZ8WZhtB5VvA0z0AQN1533CrYf25nzyBCRNZoPZOCXwqwXj1Mllhq&#10;f+EdnevYihTCoUQFJsa+lDI0hhyGue+JE/flB4cxwaGVesBLCndW5llWSIcdpwaDPb0bar7rH6dg&#10;U/c231fmLRwPH6eTrf62dNwoNX0cX19ARBrjXXxzVzrNz4tFAdd30g1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yz0P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64832" w:rsidRDefault="00864832" w:rsidP="00864832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vY7sIA&#10;AADeAAAADwAAAGRycy9kb3ducmV2LnhtbERPTYvCMBC9L/gfwgje1kTBKtUoIisIntbVg7chGdtq&#10;MylN1tZ/v1lY2Ns83uesNr2rxZPaUHnWMBkrEMTG24oLDeev/fsCRIjIFmvPpOFFATbrwdsKc+s7&#10;/qTnKRYihXDIUUMZY5NLGUxJDsPYN8SJu/nWYUywLaRtsUvhrpZTpTLpsOLUUGJDu5LM4/TtNNz3&#10;8uiNQnM5X7qDnV8/MqqV1qNhv12CiNTHf/Gf+2DT/Gk2m8PvO+kGu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e9ju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64832" w:rsidRDefault="00864832" w:rsidP="00864832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y/+8cA&#10;AADeAAAADwAAAGRycy9kb3ducmV2LnhtbESPQWvCQBCF74X+h2WE3urGlIpEV7GCUFo8VKX0OGbH&#10;JCQ7G3ZXTf995yD0NsN78943i9XgOnWlEBvPBibjDBRx6W3DlYHjYfs8AxUTssXOMxn4pQir5ePD&#10;Agvrb/xF132qlIRwLNBAnVJfaB3LmhzGse+JRTv74DDJGiptA94k3HU6z7KpdtiwNNTY06amst1f&#10;nIGfyyefdy8f6/CWvv1wiG1+mrXGPI2G9RxUoiH9m+/X71bw8+mr8Mo7MoNe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oMv/v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64832" w:rsidRDefault="00864832" w:rsidP="00864832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3PEsUA&#10;AADeAAAADwAAAGRycy9kb3ducmV2LnhtbERPTWsCMRC9C/6HMEJvmnWpoqtRVBB6KajtQW/jZtxd&#10;3EzWJNVtf70pFHqbx/uc+bI1tbiT85VlBcNBAoI4t7riQsHnx7Y/AeEDssbaMin4Jg/LRbczx0zb&#10;B+/pfgiFiCHsM1RQhtBkUvq8JIN+YBviyF2sMxgidIXUDh8x3NQyTZKxNFhxbCixoU1J+fXwZRSs&#10;p5P1bffK7z/784lOx/N1lLpEqZdeu5qBCNSGf/Gf+03H+el4NIXfd+INcvE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nc8SxQAAAN4AAAAPAAAAAAAAAAAAAAAAAJgCAABkcnMv&#10;ZG93bnJldi54bWxQSwUGAAAAAAQABAD1AAAAigMAAAAA&#10;" fillcolor="black" stroked="f">
                  <v:textbox>
                    <w:txbxContent>
                      <w:p w:rsidR="00864832" w:rsidRDefault="00864832" w:rsidP="00864832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2nmMUA&#10;AADeAAAADwAAAGRycy9kb3ducmV2LnhtbESPQUvEMBCF74L/IYzgzU1doUjd7FIWRPHUXRWvs83Y&#10;FJtJSWK2/nvnIHibYd68977NbvGTKhTTGNjA7aoCRdwHO/Jg4O318eYeVMrIFqfAZOCHEuy2lxcb&#10;bGw484HKMQ9KTDg1aMDlPDdap96Rx7QKM7HcPkP0mGWNg7YRz2LuJ72uqlp7HFkSHM60d9R/Hb+9&#10;gXLad+1d+Sju8BLbIYbu6f3UGXN9tbQPoDIt+V/89/1spf66rgVAcGQGv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faeYxQAAAN4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64832" w:rsidRDefault="00864832" w:rsidP="00864832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1GCsQA&#10;AADeAAAADwAAAGRycy9kb3ducmV2LnhtbERPTWvCQBC9C/6HZQredBMPoaauUsSW6qU1FvQ4ZKfZ&#10;0OxsyG5j7K/vFgRv83ifs1wPthE9db52rCCdJSCIS6drrhR8Hl+mjyB8QNbYOCYFV/KwXo1HS8y1&#10;u/CB+iJUIoawz1GBCaHNpfSlIYt+5lriyH25zmKIsKuk7vASw20j50mSSYs1xwaDLW0Mld/Fj1Xg&#10;0832tLe/i/78avi92JnsozJKTR6G5ycQgYZwF9/cbzrOn2dZCv/vxBv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dRgrEAAAA3g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64832" w:rsidRDefault="00864832" w:rsidP="00864832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64832" w:rsidRPr="003B50D1" w:rsidRDefault="00864832" w:rsidP="0086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864832" w:rsidRPr="003B50D1" w:rsidRDefault="00864832" w:rsidP="0086483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864832" w:rsidRPr="003B50D1" w:rsidRDefault="00864832" w:rsidP="0086483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864832" w:rsidRPr="003B50D1" w:rsidRDefault="00864832" w:rsidP="0086483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 РАЙОНУ</w:t>
      </w:r>
    </w:p>
    <w:p w:rsidR="00864832" w:rsidRPr="003B50D1" w:rsidRDefault="00864832" w:rsidP="0086483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864832" w:rsidRPr="003B50D1" w:rsidRDefault="00864832" w:rsidP="0086483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4832" w:rsidRPr="003B50D1" w:rsidRDefault="00864832" w:rsidP="0086483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864832" w:rsidRPr="003B50D1" w:rsidRDefault="00864832" w:rsidP="0086483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4832" w:rsidRPr="003B50D1" w:rsidRDefault="00864832" w:rsidP="0086483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864832" w:rsidRPr="003B50D1" w:rsidRDefault="00864832" w:rsidP="00864832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864832" w:rsidRPr="003B50D1" w:rsidRDefault="00864832" w:rsidP="00864832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864832" w:rsidRPr="003B50D1" w:rsidRDefault="00864832" w:rsidP="0086483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.02</w:t>
      </w:r>
      <w:r w:rsidRPr="003B50D1">
        <w:rPr>
          <w:rFonts w:ascii="Times New Roman" w:eastAsia="Calibri" w:hAnsi="Times New Roman" w:cs="Times New Roman"/>
          <w:sz w:val="24"/>
        </w:rPr>
        <w:t>.2022р.                         Крупець                                        №_____</w:t>
      </w:r>
    </w:p>
    <w:p w:rsidR="00864832" w:rsidRPr="003B50D1" w:rsidRDefault="00864832" w:rsidP="00864832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864832" w:rsidRPr="003B50D1" w:rsidRDefault="00864832" w:rsidP="008648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4832" w:rsidRPr="003B50D1" w:rsidRDefault="00864832" w:rsidP="008648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864832" w:rsidRPr="003B50D1" w:rsidRDefault="00864832" w:rsidP="008648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864832" w:rsidRPr="003B50D1" w:rsidRDefault="00864832" w:rsidP="00864832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864832" w:rsidRPr="003B50D1" w:rsidRDefault="00864832" w:rsidP="0086483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Рижуку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А. М.</w:t>
      </w:r>
    </w:p>
    <w:p w:rsidR="00864832" w:rsidRPr="003B50D1" w:rsidRDefault="00864832" w:rsidP="0086483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64832" w:rsidRPr="003B50D1" w:rsidRDefault="00864832" w:rsidP="0086483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64832" w:rsidRPr="003B50D1" w:rsidRDefault="00864832" w:rsidP="0086483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3B50D1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Рижука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А. М.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3B50D1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864832" w:rsidRPr="003B50D1" w:rsidRDefault="00864832" w:rsidP="0086483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864832" w:rsidRDefault="00864832" w:rsidP="0086483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E047D" w:rsidRDefault="00CE047D" w:rsidP="0086483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E047D" w:rsidRPr="00CE047D" w:rsidRDefault="00CE047D" w:rsidP="0086483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p w:rsidR="00864832" w:rsidRPr="003B50D1" w:rsidRDefault="00864832" w:rsidP="0086483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1. Затвердити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Рижуку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Анатолію Миколайовичу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</w:t>
      </w:r>
      <w:r w:rsidRPr="003B50D1">
        <w:rPr>
          <w:rFonts w:ascii="Times New Roman" w:eastAsia="Calibri" w:hAnsi="Times New Roman" w:cs="Times New Roman"/>
          <w:sz w:val="24"/>
          <w:szCs w:val="24"/>
        </w:rPr>
        <w:t>оєкт</w:t>
      </w:r>
      <w:proofErr w:type="spellEnd"/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землеустрою щод</w:t>
      </w:r>
      <w:r>
        <w:rPr>
          <w:rFonts w:ascii="Times New Roman" w:eastAsia="Calibri" w:hAnsi="Times New Roman" w:cs="Times New Roman"/>
          <w:sz w:val="24"/>
          <w:szCs w:val="24"/>
        </w:rPr>
        <w:t xml:space="preserve">о відведення земельної ділянки та передачі її у приватну власність </w:t>
      </w:r>
      <w:r w:rsidRPr="003B50D1">
        <w:rPr>
          <w:rFonts w:ascii="Times New Roman" w:eastAsia="Calibri" w:hAnsi="Times New Roman" w:cs="Times New Roman"/>
          <w:sz w:val="24"/>
          <w:szCs w:val="24"/>
        </w:rPr>
        <w:t>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</w:rPr>
        <w:t>кого господарства площею  0,4195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Хмельницька область,  Шепетівський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рада, за межами с. Крупець</w:t>
      </w:r>
      <w:r w:rsidRPr="003B50D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64832" w:rsidRPr="003B50D1" w:rsidRDefault="00864832" w:rsidP="0086483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2.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B50D1">
        <w:rPr>
          <w:rFonts w:ascii="Times New Roman" w:eastAsia="Calibri" w:hAnsi="Times New Roman" w:cs="Times New Roman"/>
          <w:sz w:val="24"/>
          <w:szCs w:val="24"/>
        </w:rPr>
        <w:t>Передати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Рижуку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Анатолію Миколайовичу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який  зареєстрований</w:t>
      </w:r>
      <w:r w:rsidRPr="003B50D1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E047D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___________________________________________________</w:t>
      </w:r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Calibri" w:hAnsi="Times New Roman" w:cs="Times New Roman"/>
          <w:sz w:val="24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дентифікаційний номер </w:t>
      </w:r>
      <w:r w:rsidR="00CE047D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>______________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3B50D1">
        <w:rPr>
          <w:rFonts w:ascii="Times New Roman" w:eastAsia="Calibri" w:hAnsi="Times New Roman" w:cs="Times New Roman"/>
          <w:sz w:val="24"/>
          <w:szCs w:val="24"/>
        </w:rPr>
        <w:t>у власність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земельну ділянку, площею 0,4195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га, </w:t>
      </w:r>
      <w:r>
        <w:rPr>
          <w:rFonts w:ascii="Times New Roman" w:eastAsia="Calibri" w:hAnsi="Times New Roman" w:cs="Times New Roman"/>
          <w:sz w:val="24"/>
          <w:szCs w:val="24"/>
        </w:rPr>
        <w:t>кадастровий номер: 6823984000:03:018:0362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, для ведення особистого селянського господарства, яка розташована Хмельницька область, 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рада, за межами с. Крупець</w:t>
      </w:r>
      <w:r w:rsidRPr="003B50D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64832" w:rsidRPr="003B50D1" w:rsidRDefault="00864832" w:rsidP="0086483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 3.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Рижуку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А. М., </w:t>
      </w:r>
      <w:r>
        <w:rPr>
          <w:rFonts w:ascii="Times New Roman" w:eastAsia="Calibri" w:hAnsi="Times New Roman" w:cs="Times New Roman"/>
          <w:sz w:val="24"/>
          <w:szCs w:val="24"/>
        </w:rPr>
        <w:t>якому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864832" w:rsidRPr="003B50D1" w:rsidRDefault="00864832" w:rsidP="0086483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</w:t>
      </w:r>
      <w:r w:rsidRPr="003B50D1">
        <w:rPr>
          <w:rFonts w:ascii="Times New Roman" w:eastAsia="Calibri" w:hAnsi="Times New Roman" w:cs="Times New Roman"/>
          <w:sz w:val="24"/>
          <w:szCs w:val="24"/>
        </w:rPr>
        <w:lastRenderedPageBreak/>
        <w:t>будівництва, архітектури, охорони пам’яток, історичного середовища та благоустрою (Денисюк Т.В.)</w:t>
      </w:r>
    </w:p>
    <w:p w:rsidR="00864832" w:rsidRPr="003B50D1" w:rsidRDefault="00864832" w:rsidP="0086483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64832" w:rsidRPr="003B50D1" w:rsidRDefault="00864832" w:rsidP="0086483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64832" w:rsidRPr="003B50D1" w:rsidRDefault="00864832" w:rsidP="0086483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64832" w:rsidRPr="003B50D1" w:rsidRDefault="00864832" w:rsidP="00864832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2442D5" w:rsidRDefault="002442D5"/>
    <w:sectPr w:rsidR="002442D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attachedTemplate r:id="rId1"/>
  <w:defaultTabStop w:val="708"/>
  <w:hyphenationZone w:val="425"/>
  <w:characterSpacingControl w:val="doNotCompress"/>
  <w:savePreviewPicture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832"/>
    <w:rsid w:val="002442D5"/>
    <w:rsid w:val="00864832"/>
    <w:rsid w:val="00CE0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832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832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61;&#1030;&#1061;%20&#1089;&#1077;&#1089;&#1080;&#1103;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Default.dotx</Template>
  <TotalTime>1</TotalTime>
  <Pages>1</Pages>
  <Words>280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2022-02-11T13:31:00Z</dcterms:created>
  <dcterms:modified xsi:type="dcterms:W3CDTF">2022-02-14T07:35:00Z</dcterms:modified>
</cp:coreProperties>
</file>