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CA3" w:rsidRPr="000676D9" w:rsidRDefault="00D04CA3" w:rsidP="00D04CA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4CA3" w:rsidRDefault="00D04CA3" w:rsidP="00D04C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04CA3" w:rsidRDefault="00D04CA3" w:rsidP="00D04CA3"/>
    <w:p w:rsidR="00D04CA3" w:rsidRDefault="00D04CA3" w:rsidP="00D04CA3"/>
    <w:p w:rsidR="00D04CA3" w:rsidRDefault="00D04CA3" w:rsidP="00D04CA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04CA3" w:rsidRDefault="00D04CA3" w:rsidP="00D04CA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04CA3" w:rsidRDefault="00D04CA3" w:rsidP="00D04CA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04CA3" w:rsidRDefault="00D04CA3" w:rsidP="00D04CA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04CA3" w:rsidRDefault="00D04CA3" w:rsidP="00D04CA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4CA3" w:rsidRDefault="00D04CA3" w:rsidP="00D04C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04CA3" w:rsidRDefault="00D04CA3" w:rsidP="00D04C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04CA3" w:rsidRDefault="00D04CA3" w:rsidP="00D04CA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04CA3" w:rsidRDefault="00D04CA3" w:rsidP="00D04CA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04CA3" w:rsidRDefault="00D04CA3" w:rsidP="00D04CA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№107</w:t>
      </w:r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04CA3" w:rsidRPr="00950964" w:rsidRDefault="00D04CA3" w:rsidP="00D04CA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D04CA3" w:rsidRPr="00950964" w:rsidRDefault="00D04CA3" w:rsidP="00D04CA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50964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950964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9509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950964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950964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9509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D04CA3" w:rsidRPr="00950964" w:rsidRDefault="00D04CA3" w:rsidP="00D04CA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50964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9509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9509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9509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95096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04CA3" w:rsidRPr="00950964" w:rsidRDefault="00D04CA3" w:rsidP="00D04CA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50964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950964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950964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950964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95096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D04CA3" w:rsidRPr="00950964" w:rsidRDefault="00D04CA3" w:rsidP="00D04CA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50964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950964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950964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950964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950964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950964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950964">
        <w:rPr>
          <w:rFonts w:ascii="Times New Roman" w:hAnsi="Times New Roman" w:cs="Times New Roman"/>
          <w:b/>
          <w:sz w:val="24"/>
          <w:szCs w:val="24"/>
        </w:rPr>
        <w:t>Пекачу</w:t>
      </w:r>
      <w:proofErr w:type="spellEnd"/>
      <w:r w:rsidRPr="00950964"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D04CA3" w:rsidRPr="00950964" w:rsidRDefault="00D04CA3" w:rsidP="00D04CA3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04CA3" w:rsidRPr="00950964" w:rsidRDefault="00D04CA3" w:rsidP="00D04CA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0964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», статей 12, 118, 121 </w:t>
      </w:r>
      <w:proofErr w:type="gramStart"/>
      <w:r w:rsidRPr="00950964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950964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Пекача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D04CA3" w:rsidRPr="00950964" w:rsidRDefault="00D04CA3" w:rsidP="00D04CA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950964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eastAsia="Calibri" w:hAnsi="Times New Roman" w:cs="Times New Roman"/>
          <w:sz w:val="24"/>
          <w:szCs w:val="24"/>
          <w:lang w:eastAsia="en-US"/>
        </w:rPr>
        <w:t>Пекачу</w:t>
      </w:r>
      <w:proofErr w:type="spellEnd"/>
      <w:r w:rsidRPr="0095096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50964">
        <w:rPr>
          <w:rFonts w:ascii="Times New Roman" w:eastAsia="Calibri" w:hAnsi="Times New Roman" w:cs="Times New Roman"/>
          <w:sz w:val="24"/>
          <w:szCs w:val="24"/>
          <w:lang w:eastAsia="en-US"/>
        </w:rPr>
        <w:t>Віктору</w:t>
      </w:r>
      <w:proofErr w:type="spellEnd"/>
      <w:r w:rsidRPr="0095096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50964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Володимировичу</w:t>
      </w:r>
      <w:proofErr w:type="spellEnd"/>
      <w:r w:rsidRPr="0095096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50964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95096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50964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95096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950964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95096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39704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</w:t>
      </w:r>
      <w:r w:rsidRPr="0095096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95096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397042">
        <w:rPr>
          <w:rFonts w:ascii="Times New Roman" w:hAnsi="Times New Roman" w:cs="Times New Roman"/>
          <w:sz w:val="24"/>
          <w:szCs w:val="24"/>
          <w:lang w:val="en-US"/>
        </w:rPr>
        <w:t>__________</w:t>
      </w:r>
      <w:r w:rsidRPr="009509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950964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950964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0,2500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0964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номер: 6823986800:02:003:0018), для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5096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950964">
        <w:rPr>
          <w:rFonts w:ascii="Times New Roman" w:hAnsi="Times New Roman" w:cs="Times New Roman"/>
          <w:sz w:val="24"/>
          <w:szCs w:val="24"/>
        </w:rPr>
        <w:t>олом’є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 Миру, 164.</w:t>
      </w:r>
    </w:p>
    <w:p w:rsidR="00D04CA3" w:rsidRPr="00950964" w:rsidRDefault="00D04CA3" w:rsidP="00D04CA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950964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Пекачу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D04CA3" w:rsidRPr="00950964" w:rsidRDefault="00D04CA3" w:rsidP="00D04CA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50964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5096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5096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04CA3" w:rsidRPr="00950964" w:rsidRDefault="00D04CA3" w:rsidP="00D04CA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04CA3" w:rsidRPr="00397042" w:rsidRDefault="00D04CA3" w:rsidP="00D04CA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B11FB" w:rsidRPr="00397042" w:rsidRDefault="00D04CA3" w:rsidP="0039704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5096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950964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950964">
        <w:rPr>
          <w:rFonts w:ascii="Times New Roman" w:hAnsi="Times New Roman" w:cs="Times New Roman"/>
          <w:sz w:val="24"/>
          <w:szCs w:val="24"/>
        </w:rPr>
        <w:t>В.А.Михалюк</w:t>
      </w:r>
      <w:bookmarkStart w:id="0" w:name="_GoBack"/>
      <w:bookmarkEnd w:id="0"/>
      <w:proofErr w:type="spellEnd"/>
    </w:p>
    <w:sectPr w:rsidR="00CB11FB" w:rsidRPr="0039704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CA3"/>
    <w:rsid w:val="00171A2E"/>
    <w:rsid w:val="00304C90"/>
    <w:rsid w:val="00397042"/>
    <w:rsid w:val="00505B6D"/>
    <w:rsid w:val="006D3977"/>
    <w:rsid w:val="007D6C18"/>
    <w:rsid w:val="00CB11FB"/>
    <w:rsid w:val="00D04CA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267</Words>
  <Characters>1522</Characters>
  <Application>Microsoft Office Word</Application>
  <DocSecurity>0</DocSecurity>
  <Lines>12</Lines>
  <Paragraphs>3</Paragraphs>
  <ScaleCrop>false</ScaleCrop>
  <Company>Microsoft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2020-05-27T17:01:00Z</dcterms:created>
  <dcterms:modified xsi:type="dcterms:W3CDTF">2020-05-27T17:41:00Z</dcterms:modified>
</cp:coreProperties>
</file>