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D2" w:rsidRPr="008D31FA" w:rsidRDefault="003B2DD2" w:rsidP="003B2DD2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DD2" w:rsidRDefault="003B2DD2" w:rsidP="003B2D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2DD2" w:rsidRDefault="003B2DD2" w:rsidP="003B2D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B2DD2" w:rsidRPr="000A4F3E" w:rsidRDefault="003B2DD2" w:rsidP="003B2DD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DD2" w:rsidRPr="000A4F3E" w:rsidRDefault="003B2DD2" w:rsidP="003B2DD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B2DD2" w:rsidRPr="000A4F3E" w:rsidRDefault="003B2DD2" w:rsidP="003B2DD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2DD2" w:rsidRDefault="003B2DD2" w:rsidP="003B2DD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№30</w:t>
      </w:r>
    </w:p>
    <w:p w:rsidR="003B2DD2" w:rsidRPr="008D31FA" w:rsidRDefault="003B2DD2" w:rsidP="003B2DD2">
      <w:pPr>
        <w:pStyle w:val="HTML0"/>
        <w:spacing w:line="276" w:lineRule="auto"/>
        <w:rPr>
          <w:rFonts w:ascii="Times New Roman" w:hAnsi="Times New Roman"/>
        </w:rPr>
      </w:pPr>
    </w:p>
    <w:p w:rsidR="003B2DD2" w:rsidRPr="00CA5B65" w:rsidRDefault="003B2DD2" w:rsidP="003B2DD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3B2DD2" w:rsidRPr="00CA5B65" w:rsidRDefault="003B2DD2" w:rsidP="003B2DD2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3B2DD2" w:rsidRPr="00CA5B65" w:rsidRDefault="003B2DD2" w:rsidP="003B2DD2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3B2DD2" w:rsidRPr="00CA5B65" w:rsidRDefault="003B2DD2" w:rsidP="003B2DD2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Б</w:t>
      </w:r>
      <w:proofErr w:type="gramEnd"/>
      <w:r>
        <w:rPr>
          <w:rFonts w:ascii="Times New Roman" w:eastAsia="Times New Roman" w:hAnsi="Times New Roman"/>
          <w:b/>
          <w:sz w:val="24"/>
        </w:rPr>
        <w:t>ірюковій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Л.Д.</w:t>
      </w:r>
    </w:p>
    <w:p w:rsidR="003B2DD2" w:rsidRPr="00CA5B65" w:rsidRDefault="003B2DD2" w:rsidP="003B2DD2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3B2DD2" w:rsidRPr="00CA5B65" w:rsidRDefault="003B2DD2" w:rsidP="003B2DD2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proofErr w:type="gramStart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Б</w:t>
      </w:r>
      <w:proofErr w:type="gramEnd"/>
      <w:r>
        <w:rPr>
          <w:rFonts w:ascii="Times New Roman" w:eastAsia="Times New Roman" w:hAnsi="Times New Roman"/>
          <w:sz w:val="24"/>
        </w:rPr>
        <w:t>ірюкової</w:t>
      </w:r>
      <w:proofErr w:type="spellEnd"/>
      <w:r>
        <w:rPr>
          <w:rFonts w:ascii="Times New Roman" w:eastAsia="Times New Roman" w:hAnsi="Times New Roman"/>
          <w:sz w:val="24"/>
        </w:rPr>
        <w:t xml:space="preserve"> Л.Д.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3B2DD2" w:rsidRPr="00CA5B65" w:rsidRDefault="003B2DD2" w:rsidP="003B2DD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3B2DD2" w:rsidRPr="00CA5B65" w:rsidRDefault="003B2DD2" w:rsidP="003B2DD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proofErr w:type="gramStart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551C41">
        <w:rPr>
          <w:rFonts w:ascii="Times New Roman" w:eastAsia="Times New Roman" w:hAnsi="Times New Roman"/>
          <w:sz w:val="24"/>
        </w:rPr>
        <w:t>Б</w:t>
      </w:r>
      <w:proofErr w:type="gramEnd"/>
      <w:r w:rsidRPr="00551C41">
        <w:rPr>
          <w:rFonts w:ascii="Times New Roman" w:eastAsia="Times New Roman" w:hAnsi="Times New Roman"/>
          <w:sz w:val="24"/>
        </w:rPr>
        <w:t>ірюковій</w:t>
      </w:r>
      <w:proofErr w:type="spellEnd"/>
      <w:r w:rsidRPr="00551C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551C41">
        <w:rPr>
          <w:rFonts w:ascii="Times New Roman" w:eastAsia="Times New Roman" w:hAnsi="Times New Roman"/>
          <w:sz w:val="24"/>
        </w:rPr>
        <w:t>Лідії</w:t>
      </w:r>
      <w:proofErr w:type="spellEnd"/>
      <w:r w:rsidRPr="00551C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551C41">
        <w:rPr>
          <w:rFonts w:ascii="Times New Roman" w:eastAsia="Times New Roman" w:hAnsi="Times New Roman"/>
          <w:sz w:val="24"/>
        </w:rPr>
        <w:t>Дмитрівні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C23114">
        <w:rPr>
          <w:rFonts w:ascii="Times New Roman" w:eastAsia="Times New Roman" w:hAnsi="Times New Roman"/>
          <w:sz w:val="24"/>
          <w:lang w:val="en-US"/>
        </w:rPr>
        <w:t>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0,11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3B2DD2" w:rsidRPr="00CA5B65" w:rsidRDefault="003B2DD2" w:rsidP="003B2DD2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Бірюковій</w:t>
      </w:r>
      <w:proofErr w:type="spellEnd"/>
      <w:r>
        <w:rPr>
          <w:rFonts w:ascii="Times New Roman" w:eastAsia="Times New Roman" w:hAnsi="Times New Roman"/>
          <w:sz w:val="24"/>
        </w:rPr>
        <w:t xml:space="preserve"> Л.Д..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3B2DD2" w:rsidRPr="00CA5B65" w:rsidRDefault="003B2DD2" w:rsidP="003B2DD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3B2DD2" w:rsidRPr="00CA5B65" w:rsidRDefault="003B2DD2" w:rsidP="003B2DD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B2DD2" w:rsidRPr="00CA5B65" w:rsidRDefault="003B2DD2" w:rsidP="003B2DD2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3B2DD2" w:rsidRPr="003B2DD2" w:rsidRDefault="003B2DD2" w:rsidP="003B2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EA2163" w:rsidRPr="003B2DD2" w:rsidRDefault="003B2DD2" w:rsidP="003B2DD2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EA2163" w:rsidRPr="003B2D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D2"/>
    <w:rsid w:val="00171A2E"/>
    <w:rsid w:val="00304C90"/>
    <w:rsid w:val="003B2DD2"/>
    <w:rsid w:val="00505B6D"/>
    <w:rsid w:val="006D3977"/>
    <w:rsid w:val="007D6C18"/>
    <w:rsid w:val="00C23114"/>
    <w:rsid w:val="00D1641A"/>
    <w:rsid w:val="00EA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B2DD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B2D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B2DD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B2DD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B2D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B2DD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2020-09-01T13:53:00Z</dcterms:created>
  <dcterms:modified xsi:type="dcterms:W3CDTF">2020-09-01T15:32:00Z</dcterms:modified>
</cp:coreProperties>
</file>