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04" w:rsidRDefault="00CE7704" w:rsidP="00CE77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E7704" w:rsidRDefault="00CE7704" w:rsidP="00CE7704"/>
    <w:p w:rsidR="00CE7704" w:rsidRDefault="00CE7704" w:rsidP="00CE7704"/>
    <w:p w:rsidR="00CE7704" w:rsidRDefault="00CE7704" w:rsidP="00CE77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E7704" w:rsidRDefault="00CE7704" w:rsidP="00CE77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E7704" w:rsidRDefault="00CE7704" w:rsidP="00CE77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E7704" w:rsidRDefault="00CE7704" w:rsidP="00CE77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E7704" w:rsidRDefault="00CE7704" w:rsidP="00CE77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704" w:rsidRDefault="00CE7704" w:rsidP="00CE77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E7704" w:rsidRDefault="00CE7704" w:rsidP="00CE77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E7704" w:rsidRDefault="00CE7704" w:rsidP="00CE77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E7704" w:rsidRDefault="00CE7704" w:rsidP="00CE77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7704" w:rsidRPr="0083481C" w:rsidRDefault="00CE7704" w:rsidP="00CE770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№91</w:t>
      </w:r>
    </w:p>
    <w:p w:rsidR="00CE7704" w:rsidRDefault="00CE7704" w:rsidP="00CE770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E7704" w:rsidRPr="005E02D7" w:rsidRDefault="00CE7704" w:rsidP="00CE770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CE7704" w:rsidRPr="005E02D7" w:rsidRDefault="00CE7704" w:rsidP="00CE770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CE7704" w:rsidRPr="005E02D7" w:rsidRDefault="00CE7704" w:rsidP="00CE770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E7704" w:rsidRPr="00025D00" w:rsidRDefault="00CE7704" w:rsidP="00CE770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Лучанському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В.І.</w:t>
      </w:r>
    </w:p>
    <w:p w:rsidR="00CE7704" w:rsidRPr="005E02D7" w:rsidRDefault="00CE7704" w:rsidP="00CE770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7704" w:rsidRPr="005E02D7" w:rsidRDefault="00CE7704" w:rsidP="00CE77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CE7704" w:rsidRPr="005E02D7" w:rsidRDefault="00CE7704" w:rsidP="00CE77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E7704" w:rsidRPr="005E02D7" w:rsidRDefault="00CE7704" w:rsidP="00CE77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Лучанському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Валерію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Ігоровичу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B6B8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 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Шевченка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E7704" w:rsidRPr="005E02D7" w:rsidRDefault="00CE7704" w:rsidP="00CE77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Лучанському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E7704" w:rsidRPr="005E02D7" w:rsidRDefault="00CE7704" w:rsidP="00CE770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E7704" w:rsidRPr="005E02D7" w:rsidRDefault="00CE7704" w:rsidP="00CE770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E7704" w:rsidRPr="005E02D7" w:rsidRDefault="00CE7704" w:rsidP="00CE77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7704" w:rsidRPr="00CE7704" w:rsidRDefault="00CE7704" w:rsidP="00CE77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CE7704" w:rsidRPr="005E02D7" w:rsidRDefault="00CE7704" w:rsidP="00CE77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7704" w:rsidRPr="005E02D7" w:rsidRDefault="00CE7704" w:rsidP="00CE77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00D2D" w:rsidRPr="00CE7704" w:rsidRDefault="00CE7704" w:rsidP="00CE770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F00D2D" w:rsidRPr="00CE770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04"/>
    <w:rsid w:val="00171A2E"/>
    <w:rsid w:val="00304C90"/>
    <w:rsid w:val="00505B6D"/>
    <w:rsid w:val="006D3977"/>
    <w:rsid w:val="007D6C18"/>
    <w:rsid w:val="00BB6B83"/>
    <w:rsid w:val="00CE7704"/>
    <w:rsid w:val="00D1641A"/>
    <w:rsid w:val="00F0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225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2020-07-02T11:55:00Z</dcterms:created>
  <dcterms:modified xsi:type="dcterms:W3CDTF">2020-07-02T13:28:00Z</dcterms:modified>
</cp:coreProperties>
</file>