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BF" w:rsidRPr="00D815F3" w:rsidRDefault="00E608BF" w:rsidP="00E608B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E608BF" w:rsidRPr="001869AA" w:rsidRDefault="00E608BF" w:rsidP="00E608B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320" name="Группа 12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3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4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Cty+TUmHcAAGBZBAAO&#10;AAAAAAAAAAAAAAAAAC4CAABkcnMvZTJvRG9jLnhtbFBLAQItABQABgAIAAAAIQCe02Rt3QAAAAYB&#10;AAAPAAAAAAAAAAAAAAAAAPJ5AABkcnMvZG93bnJldi54bWxQSwUGAAAAAAQABADzAAAA/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RyO8MA&#10;AADeAAAADwAAAGRycy9kb3ducmV2LnhtbERPTWvCQBC9C/6HZYTedGMCNURXEbHFQ0Bim/uQHZNg&#10;djZkt5r++25B8DaP9zmb3Wg6cafBtZYVLBcRCOLK6pZrBd9fH/MUhPPIGjvLpOCXHOy208kGM20f&#10;XND94msRQthlqKDxvs+kdFVDBt3C9sSBu9rBoA9wqKUe8BHCTSfjKHqXBlsODQ32dGioul1+jAKb&#10;fJ7yso6L5Mgrz/tzei3HXKm32bhfg/A0+pf46T7pMD9O4iX8vxNu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RyO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Je78cA&#10;AADeAAAADwAAAGRycy9kb3ducmV2LnhtbERPS0sDMRC+C/6HMIKX0mbdQrVr0yKFbdWD0Ad4HTbT&#10;zdbNZEnSdu2vN4LgbT6+58wWvW3FmXxoHCt4GGUgiCunG64V7Hfl8AlEiMgaW8ek4JsCLOa3NzMs&#10;tLvwhs7bWIsUwqFABSbGrpAyVIYshpHriBN3cN5iTNDXUnu8pHDbyjzLJtJiw6nBYEdLQ9XX9mQV&#10;HMsP87l8vK78YLqh66B8X7dvE6Xu7/qXZxCR+vgv/nO/6jQ/H+c5/L6Tbp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iXu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fdcYA&#10;AADeAAAADwAAAGRycy9kb3ducmV2LnhtbESPwWrDMBBE74X8g9hCLqWWa0MobpRgQl1KLiFxP2Cx&#10;NpaptTKWGjt/XwUCue0ys/Nm19vZ9uJCo+8cK3hLUhDEjdMdtwp+6ur1HYQPyBp7x6TgSh62m8XT&#10;GgvtJj7S5RRaEUPYF6jAhDAUUvrGkEWfuIE4amc3WgxxHVupR5xiuO1llqYrabHjSDA40M5Q83v6&#10;sxFyyPGwP0919TXjhJ97wy/lUanl81x+gAg0h4f5fv2tY/0sz3K4vRNnk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1fd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DSO8QA&#10;AADeAAAADwAAAGRycy9kb3ducmV2LnhtbERPTUsDMRC9C/6HMII3m3WtVbZNi1SFIniwFoq3YTPd&#10;XbqZhGTsrv/eFARv83ifs1iNrlcniqnzbOB2UoAirr3tuDGw+3y9eQSVBNli75kM/FCC1fLyYoGV&#10;9QN/0GkrjcohnCo00IqESutUt+QwTXwgztzBR4eSYWy0jTjkcNfrsihm2mHHuaHFQOuW6uP22xl4&#10;H17C28Ps/hC+4rTU6dnKfi3GXF+NT3NQQqP8i//cG5vnl3flFM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Q0j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himsYA&#10;AADeAAAADwAAAGRycy9kb3ducmV2LnhtbESPzWrDMBCE74W8g9hCLqWRa9MQ3CjGhCQUX0J+HmCx&#10;NpaptTKWGjtvXxUKve0ys/PNrovJduJOg28dK3hbJCCIa6dbbhRcL/vXFQgfkDV2jknBgzwUm9nT&#10;GnPtRj7R/RwaEUPY56jAhNDnUvrakEW/cD1x1G5usBjiOjRSDzjGcNvJNEmW0mLLkWCwp62h+uv8&#10;bSPkmOGxuo2X/WHCEXeV4ZfypNT8eSo/QASawr/57/pTx/pplr7D7ztxBr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him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7p18QA&#10;AADe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8qqs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O6d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dRpcUA&#10;AADeAAAADwAAAGRycy9kb3ducmV2LnhtbERP32vCMBB+H/g/hBP2MmZqZU6qUXQQJmwwdANfj+Zs&#10;i82lJJnt/vtFGOztPr6ft9oMthVX8qFxrGA6yUAQl840XCn4+tSPCxAhIhtsHZOCHwqwWY/uVlgY&#10;1/OBrsdYiRTCoUAFdYxdIWUoa7IYJq4jTtzZeYsxQV9J47FP4baVeZbNpcWGU0ONHb3UVF6O31bB&#10;7qOvZv6h3A3u7fx6etLa6Het1P142C5BRBriv/jPvTdpfj7Ln+H2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1G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PKMYA&#10;AADeAAAADwAAAGRycy9kb3ducmV2LnhtbESPQWvDMAyF74P9B6PBbqvTbCslq1tKS2CMXdb2B4hY&#10;i9PGcrDdNPv302Gwm8R7eu/TajP5Xo0UUxfYwHxWgCJugu24NXA61k9LUCkjW+wDk4EfSrBZ39+t&#10;sLLhxl80HnKrJIRThQZczkOldWoceUyzMBCL9h2ixyxrbLWNeJNw3+uyKBbaY8fS4HCgnaPmcrh6&#10;A/VH+TlerjbWYTu9eHp15+XeGfP4MG3fQGWa8r/57/rdCn75XAq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iPK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gTMUA&#10;AADeAAAADwAAAGRycy9kb3ducmV2LnhtbERP32vCMBB+H/g/hBP2MmZqZTKrUXQQJmwwdANfj+Zs&#10;i82lJJnt/vtFGOztPr6ft9oMthVX8qFxrGA6yUAQl840XCn4+tSPzyBCRDbYOiYFPxRgsx7drbAw&#10;rucDXY+xEimEQ4EK6hi7QspQ1mQxTFxHnLiz8xZjgr6SxmOfwm0r8yybS4sNp4YaO3qpqbwcv62C&#10;3UdfzfxDuRvc2/n19KS10e9aqfvxsF2CiDTEf/Gfe2/S/HyWL+D2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GB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cV88YA&#10;AADeAAAADwAAAGRycy9kb3ducmV2LnhtbESPQWvDMAyF74P+B6PBbquzdBslrVtKR6CMXdbtB4hY&#10;i9PGcrDdNP3302Gwm4Se3nvfejv5Xo0UUxfYwNO8AEXcBNtxa+D7q35cgkoZ2WIfmAzcKMF2M7tb&#10;Y2XDlT9pPOZWiQmnCg24nIdK69Q48pjmYSCW20+IHrOssdU24lXMfa/LonjVHjuWBIcD7R015+PF&#10;G6jfy4/xfLGxDrvp2dOLOy3fnDEP99NuBSrTlP/Ff98HK/XLxU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cV8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UugMEA&#10;AADeAAAADwAAAGRycy9kb3ducmV2LnhtbERPzYrCMBC+C/sOYYS9aVqri1RTEcFFj9Z9gKEZ29Jm&#10;0m2ytr79RhC8zcf3O9vdaFpxp97VlhXE8wgEcWF1zaWCn+txtgbhPLLG1jIpeJCDXfYx2WKq7cAX&#10;uue+FCGEXYoKKu+7VEpXVGTQzW1HHLib7Q36APtS6h6HEG5auYiiL2mw5tBQYUeHioom/zMKlo/h&#10;+zdfNdFRG4rPSXdmX6yU+pyO+w0IT6N/i1/ukw7zF0kSw/OdcIP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FLoD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WmWMIA&#10;AADeAAAADwAAAGRycy9kb3ducmV2LnhtbERPTYvCMBC9C/sfwix409QK4lbTIisusietruehGdti&#10;MylN1PrvN4LgbR7vc5ZZbxpxo87VlhVMxhEI4sLqmksFx8NmNAfhPLLGxjIpeJCDLP0YLDHR9s57&#10;uuW+FCGEXYIKKu/bREpXVGTQjW1LHLiz7Qz6ALtS6g7vIdw0Mo6imTRYc2iosKXviopLfjUKrrNT&#10;fOTzr97l68fP13qzcvKvVGr42a8WIDz1/i1+ubc6zI+n0xie74Qb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1aZ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az3sYA&#10;AADeAAAADwAAAGRycy9kb3ducmV2LnhtbERPTWvCQBC9C/0PyxR6MxuNBI2uokJBe6jU2kNvY3ZM&#10;0mZnY3bV9N+7hUJv83ifM1t0phZXal1lWcEgikEQ51ZXXCg4vD/3xyCcR9ZYWyYFP+RgMX/ozTDT&#10;9sZvdN37QoQQdhkqKL1vMildXpJBF9mGOHAn2xr0AbaF1C3eQrip5TCOU2mw4tBQYkPrkvLv/cUo&#10;+NiN08lutR19vbweMTH6/KmrVKmnx245BeGp8//iP/dGh/nDJEng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/az3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a8PsQA&#10;AADeAAAADwAAAGRycy9kb3ducmV2LnhtbERPTWvCQBC9F/oflin01myaiEjMKq2iLZ6sLfQ6ZMck&#10;NDsbsmsS/fVuQfA2j/c5+XI0jeipc7VlBa9RDIK4sLrmUsHP9+ZlBsJ5ZI2NZVJwJgfLxeNDjpm2&#10;A39Rf/ClCCHsMlRQed9mUrqiIoMusi1x4I62M+gD7EqpOxxCuGlkEsdTabDm0FBhS6uKir/DySi4&#10;TH9x7z6S93WqPZ0ns63d7bdKPT+Nb3MQnkZ/F9/cnzrMT9J0Av/vh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mvD7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NwC8QA&#10;AADeAAAADwAAAGRycy9kb3ducmV2LnhtbERPS2rDMBDdB3oHMYXuYrnOh9a1EkpIIbsmbg8wWFPZ&#10;2Bo5lpK4PX1UCGQ3j/edYj3aTpxp8I1jBc9JCoK4crpho+D762P6AsIHZI2dY1LwSx7Wq4dJgbl2&#10;Fz7QuQxGxBD2OSqoQ+hzKX1Vk0WfuJ44cj9usBgiHIzUA15iuO1klqZLabHh2FBjT5uaqrY8WQVH&#10;ly30WG7xs92+7htj5se/w1ypp8fx/Q1EoDHcxTf3Tsf52Wy2gP934g1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TcA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2Il8QA&#10;AADeAAAADwAAAGRycy9kb3ducmV2LnhtbERPyW7CMBC9I/UfrKnUW3EgagohBpVKlbiyHHoc7MkC&#10;8TiNDaT9+rpSJW7z9NYpVoNtxZV63zhWMBknIIi1Mw1XCg77j+cZCB+QDbaOScE3eVgtH0YF5sbd&#10;eEvXXahEDGGfo4I6hC6X0uuaLPqx64gjV7reYoiwr6Tp8RbDbSunSZJJiw3Hhho7eq9Jn3cXq2DT&#10;HOkl0+XcztZ6+/nzFdLXk1Hq6XF4W4AINIS7+N+9MXH+NE0z+Hsn3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9iJ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DU28YA&#10;AADeAAAADwAAAGRycy9kb3ducmV2LnhtbERP0WrCQBB8F/yHY4W+6cUI2kZPqYWC0irUFn1dcmsu&#10;mNsLuTPGv+8VhL7N7uzM7CxWna1ES40vHSsYjxIQxLnTJRcKfr7fh88gfEDWWDkmBXfysFr2ewvM&#10;tLvxF7WHUIhowj5DBSaEOpPS54Ys+pGriSN3do3FEMemkLrBWzS3lUyTZCotlhwTDNb0Zii/HK5W&#10;QYv7e3Iy693LtvzM0/36+KHjXj0Nutc5iEBd+D9+qDc6vp9OJjP4qxMx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DU2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KfM8QA&#10;AADeAAAADwAAAGRycy9kb3ducmV2LnhtbESPQU/DMAyF70j8h8hI3FhKJyFUlk0IaYgjFA4cTeM1&#10;HY1dJWEt/Hp8QOJm6z2/93mzW+JoTpTyIOzgelWBIe7ED9w7eHvdX92CyQXZ4yhMDr4pw257frbB&#10;xsvML3RqS280hHODDkIpU2Nt7gJFzCuZiFU7SIpYdE299QlnDY+jravqxkYcWBsCTvQQqPtsv6KD&#10;+bH7ONaHdx9+0iT79lmO9SjOXV4s93dgCi3l3/x3/eQVv16vlVf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nzP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qv8UA&#10;AADeAAAADwAAAGRycy9kb3ducmV2LnhtbERP22oCMRB9F/yHMIJvmnWF1m6N4hVKaSle+j7dTHdX&#10;k8myibr9e1Mo9G0O5zrTeWuNuFLjK8cKRsMEBHHudMWFguNhO5iA8AFZo3FMCn7Iw3zW7Uwx0+7G&#10;O7ruQyFiCPsMFZQh1JmUPi/Joh+6mjhy366xGCJsCqkbvMVwa2SaJA/SYsWxocSaViXl5/3FKth+&#10;rM0pfd8tPmVYbR6/zOR1uX5Tqt9rF88gArXhX/znftFxfjoeP8HvO/EG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tiq/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wty8gA&#10;AADeAAAADwAAAGRycy9kb3ducmV2LnhtbESPQWvCQBCF7wX/wzKFXopu1FYkuooIRYUKVgWvY3aa&#10;BLOzIbuN6b93DoXeZpg3771vvuxcpVpqQunZwHCQgCLOvC05N3A+ffSnoEJEtlh5JgO/FGC56D3N&#10;MbX+zl/UHmOuxIRDigaKGOtU65AV5DAMfE0st2/fOIyyNrm2Dd7F3FV6lCQT7bBkSSiwpnVB2e34&#10;4wy0h89rvm1DvbtNX8P7+LrZ7O3FmJfnbjUDFamL/+K/762V+qPxmwAIjsygF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fC3L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z2TcYA&#10;AADeAAAADwAAAGRycy9kb3ducmV2LnhtbERPTWsCMRC9C/6HMEJvmnVri65G0YLQi1BtD/U2bsbd&#10;xc1km0Td+usboeBtHu9zZovW1OJCzleWFQwHCQji3OqKCwVfn+v+GIQPyBpry6Tglzws5t3ODDNt&#10;r7ylyy4UIoawz1BBGUKTSenzkgz6gW2II3e0zmCI0BVSO7zGcFPLNElepcGKY0OJDb2VlJ92Z6Ng&#10;NRmvfj5GvLltD3vafx9OL6lLlHrqtcspiEBteIj/3e86zk+fR0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z2TcYAAADeAAAADwAAAAAAAAAAAAAAAACYAgAAZHJz&#10;L2Rvd25yZXYueG1sUEsFBgAAAAAEAAQA9QAAAIsDAAAAAA==&#10;" fillcolor="black" stroked="f"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1mOsYA&#10;AADeAAAADwAAAGRycy9kb3ducmV2LnhtbERPS2vCQBC+C/6HZYTedGNaRaKraB9QUA8+Dh6n2Wmy&#10;JDsbsltN++u7hYK3+fies1h1thZXar1xrGA8SkAQ504bLhScT2/DGQgfkDXWjknBN3lYLfu9BWba&#10;3fhA12MoRAxhn6GCMoQmk9LnJVn0I9cQR+7TtRZDhG0hdYu3GG5rmSbJVFo0HBtKbOi5pLw6flkF&#10;l+3UzA6G0o/dz+ZV7ybVZv9SKfUw6NZzEIG6cBf/u991nJ8+PqXw9068QS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1mO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bn2cQA&#10;AADeAAAADwAAAGRycy9kb3ducmV2LnhtbERPTUsDMRC9F/wPYQRvNrGoLNtml6KIXjxYFa/DZrpZ&#10;dzNZk7Td9tcbQehtHu9zVvXkBrGnEDvPGm7mCgRx403HrYaP96frAkRMyAYHz6ThSBHq6mK2wtL4&#10;A7/RfpNakUM4lqjBpjSWUsbGksM49yNx5rY+OEwZhlaagIcc7ga5UOpeOuw4N1gc6cFS0292TkNY&#10;fz32J9599ur0eozP39NPgVbrq8tpvQSRaEpn8b/7xeT5i1t1B3/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259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P5cQA&#10;AADeAAAADwAAAGRycy9kb3ducmV2LnhtbERPbUsCQRD+HvQflgn8ErnrEVaXq4ggBImg+QOm2+nu&#10;aHf2uB317Ne3gdC3eXheZ7YYglcn6lMb2cJkbEARV9G1XFs4fKwfnkElQXboI5OFCyVYzG9vZli6&#10;eOYdnfZSqxzCqUQLjUhXap2qhgKmceyIM/cV+4CSYV9r1+M5hwevC2OmOmDLuaHBjlYNVd/7Y7Dg&#10;i0//8v6UNnI56I35CbK73zprR3fD8hWU0CD/4qv7zeX5xaOZwt87+QY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Vz+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krJMQA&#10;AADeAAAADwAAAGRycy9kb3ducmV2LnhtbERPTWsCMRC9F/ofwgi9adalaFmNYivCXjx0tXgdN+Nm&#10;MZksm1S3/fVNodDbPN7nLNeDs+JGfWg9K5hOMhDEtdctNwqOh934BUSIyBqtZ1LwRQHWq8eHJRba&#10;3/mdblVsRArhUKACE2NXSBlqQw7DxHfEibv43mFMsG+k7vGewp2VeZbNpMOWU4PBjt4M1dfq0ynY&#10;Vp3Nj6V5DaeP/flsy+8dnbZKPY2GzQJEpCH+i//cpU7z8+ds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JKy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MNYMYA&#10;AADeAAAADwAAAGRycy9kb3ducmV2LnhtbESPT2sCMRDF74V+hzAFbzWpiMrWKKVUEDzVP4fehmTc&#10;XbuZLJvUXb995yB4m+G9ee83y/UQGnWlLtWRLbyNDShiF33NpYXjYfO6AJUysscmMlm4UYL16vlp&#10;iYWPPX/TdZ9LJSGcCrRQ5dwWWidXUcA0ji2xaOfYBcyydqX2HfYSHho9MWamA9YsDRW29FmR+93/&#10;BQuXjd5FZ9Cdjqd+6+c/XzNqjLWjl+HjHVSmIT/M9+utF/zJ1AivvC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MNY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dbnMUA&#10;AADeAAAADwAAAGRycy9kb3ducmV2LnhtbERPS2sCMRC+F/ofwhR6q9luRexqVmyhIBYP1SIex83s&#10;g91MliTq+u8bQehtPr7nzBeD6cSZnG8sK3gdJSCIC6sbrhT87r5epiB8QNbYWSYFV/KwyB8f5php&#10;e+EfOm9DJWII+wwV1CH0mZS+qMmgH9meOHKldQZDhK6S2uElhptOpkkykQYbjg019vRZU9FuT0bB&#10;4fTN5eZtvXQfYW+HnW/T47RV6vlpWM5ABBrCv/juXuk4Px0n73B7J94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1uc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mxrskA&#10;AADeAAAADwAAAGRycy9kb3ducmV2LnhtbESPT2/CMAzF75P2HSJP2m2kVAyxjoDGpElcJvFnh3Ez&#10;jddWNE6XBOj26fEBiZstP7/3ftN571p1ohAbzwaGgwwUceltw5WBr+3H0wRUTMgWW89k4I8izGf3&#10;d1MsrD/zmk6bVCkx4ViggTqlrtA6ljU5jAPfEcvtxweHSdZQaRvwLOau1XmWjbXDhiWhxo7eayoP&#10;m6MzsHiZLH5XI/78X+93tPveH57zkBnz+NC/vYJK1Keb+Pq9tFI/Hw0FQHBkBj2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AmxrskAAADeAAAADwAAAAAAAAAAAAAAAACYAgAA&#10;ZHJzL2Rvd25yZXYueG1sUEsFBgAAAAAEAAQA9QAAAI4DAAAAAA==&#10;" fillcolor="black" stroked="f"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Mfn8MA&#10;AADeAAAADwAAAGRycy9kb3ducmV2LnhtbERP30vDMBB+F/Y/hBv45tJOEanLRhmMiU/dVHy9Nbem&#10;rLmUJGb1vzeC4Nt9fD9vtZnsIBL50DtWUC4KEMSt0z13Ct7fdndPIEJE1jg4JgXfFGCznt2ssNLu&#10;ygdKx9iJHMKhQgUmxrGSMrSGLIaFG4kzd3beYszQd1J7vOZwO8hlUTxKiz3nBoMjbQ21l+OXVZBO&#10;26a+T5/JHF593XnX7D9OjVK386l+BhFpiv/iP/eLzvOXD2UJ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Mfn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3F4cUA&#10;AADeAAAADwAAAGRycy9kb3ducmV2LnhtbERPTWvCQBC9C/6HZQq91U1CkRpdpYgt1YttLNTjkJ1m&#10;Q7OzIbuN0V/vFgre5vE+Z7EabCN66nztWEE6SUAQl07XXCn4PLw8PIHwAVlj45gUnMnDajkeLTDX&#10;7sQf1BehEjGEfY4KTAhtLqUvDVn0E9cSR+7bdRZDhF0ldYenGG4bmSXJVFqsOTYYbGltqPwpfq0C&#10;n643Xzt7mfXHV8P7Ymum75VR6v5ueJ6DCDSEm/jf/abj/OwxzeDvnXi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cX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08BF" w:rsidRPr="00D815F3" w:rsidRDefault="00E608BF" w:rsidP="00E608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E608BF" w:rsidRPr="001869AA" w:rsidRDefault="00E608BF" w:rsidP="00E608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608BF" w:rsidRPr="001869AA" w:rsidRDefault="00E608BF" w:rsidP="00E608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608BF" w:rsidRPr="001869AA" w:rsidRDefault="00E608BF" w:rsidP="00E608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608BF" w:rsidRPr="00D815F3" w:rsidRDefault="00E608BF" w:rsidP="00E608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E608BF" w:rsidRPr="001869AA" w:rsidRDefault="00E608BF" w:rsidP="00E608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E608BF" w:rsidRPr="001869AA" w:rsidRDefault="00E608BF" w:rsidP="00E608B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E608BF" w:rsidRPr="001869AA" w:rsidRDefault="00E608BF" w:rsidP="00E608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E608BF" w:rsidRPr="001869AA" w:rsidRDefault="00E608BF" w:rsidP="00E608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E608BF" w:rsidRPr="001869AA" w:rsidRDefault="00E608BF" w:rsidP="00E608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8BF" w:rsidRDefault="00E608BF" w:rsidP="00E60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7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VuVdn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BxzVuVdnYAABJ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08BF" w:rsidRDefault="00E608BF" w:rsidP="00E60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608BF" w:rsidRDefault="00E608BF" w:rsidP="00E608BF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E608BF" w:rsidRPr="001869AA" w:rsidRDefault="00E608BF" w:rsidP="00E608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08BF" w:rsidRDefault="00E608BF" w:rsidP="00E608BF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E608BF" w:rsidRPr="001869AA" w:rsidRDefault="00E608BF" w:rsidP="00E608BF">
      <w:pPr>
        <w:spacing w:after="0" w:line="240" w:lineRule="auto"/>
        <w:jc w:val="center"/>
        <w:rPr>
          <w:rFonts w:ascii="Times New Roman" w:hAnsi="Times New Roman"/>
        </w:rPr>
      </w:pPr>
    </w:p>
    <w:p w:rsidR="00E608BF" w:rsidRPr="004C78CD" w:rsidRDefault="00E608BF" w:rsidP="00E608B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E608BF" w:rsidRPr="008E2C07" w:rsidRDefault="00E608BF" w:rsidP="00E608BF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Шабаш Н.А.</w:t>
      </w: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Шабаш Н.А.,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608BF" w:rsidRPr="008E2C07" w:rsidRDefault="00E608BF" w:rsidP="00E608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      1. Відмовити</w:t>
      </w:r>
      <w:r w:rsidRPr="00070D4B"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Шабаш Наталії Андріївні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зареєстрована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117186">
        <w:rPr>
          <w:rFonts w:ascii="Times New Roman" w:hAnsi="Times New Roman"/>
          <w:sz w:val="24"/>
          <w:lang w:val="en-US"/>
        </w:rPr>
        <w:t>_______</w:t>
      </w:r>
      <w:bookmarkStart w:id="0" w:name="_GoBack"/>
      <w:bookmarkEnd w:id="0"/>
      <w:r>
        <w:rPr>
          <w:rFonts w:ascii="Times New Roman" w:hAnsi="Times New Roman"/>
          <w:sz w:val="24"/>
        </w:rPr>
        <w:t>,  у  наданні дозволу</w:t>
      </w:r>
      <w:r w:rsidRPr="008E2C07">
        <w:rPr>
          <w:rFonts w:ascii="Times New Roman" w:hAnsi="Times New Roman"/>
          <w:sz w:val="24"/>
        </w:rPr>
        <w:t xml:space="preserve">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2,0000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 за межами </w:t>
      </w:r>
      <w:proofErr w:type="spellStart"/>
      <w:r>
        <w:rPr>
          <w:rFonts w:ascii="Times New Roman" w:hAnsi="Times New Roman"/>
          <w:sz w:val="24"/>
          <w:lang w:val="ru-RU"/>
        </w:rPr>
        <w:t>населеного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 пункту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Потереба</w:t>
      </w:r>
      <w:proofErr w:type="spellEnd"/>
      <w:r>
        <w:rPr>
          <w:rFonts w:ascii="Times New Roman" w:hAnsi="Times New Roman"/>
          <w:sz w:val="24"/>
          <w:lang w:val="ru-RU"/>
        </w:rPr>
        <w:t xml:space="preserve">, у </w:t>
      </w:r>
      <w:proofErr w:type="spellStart"/>
      <w:r>
        <w:rPr>
          <w:rFonts w:ascii="Times New Roman" w:hAnsi="Times New Roman"/>
          <w:sz w:val="24"/>
          <w:lang w:val="ru-RU"/>
        </w:rPr>
        <w:t>зв’язку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з </w:t>
      </w:r>
      <w:proofErr w:type="spellStart"/>
      <w:r>
        <w:rPr>
          <w:rFonts w:ascii="Times New Roman" w:hAnsi="Times New Roman"/>
          <w:sz w:val="24"/>
          <w:lang w:val="ru-RU"/>
        </w:rPr>
        <w:t>тим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вказану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ділянку</w:t>
      </w:r>
      <w:proofErr w:type="spellEnd"/>
      <w:r>
        <w:rPr>
          <w:rFonts w:ascii="Times New Roman" w:hAnsi="Times New Roman"/>
          <w:sz w:val="24"/>
          <w:lang w:val="ru-RU"/>
        </w:rPr>
        <w:t xml:space="preserve">  не </w:t>
      </w:r>
      <w:proofErr w:type="spellStart"/>
      <w:r>
        <w:rPr>
          <w:rFonts w:ascii="Times New Roman" w:hAnsi="Times New Roman"/>
          <w:sz w:val="24"/>
          <w:lang w:val="ru-RU"/>
        </w:rPr>
        <w:t>визначений</w:t>
      </w:r>
      <w:proofErr w:type="spellEnd"/>
      <w:r>
        <w:rPr>
          <w:rFonts w:ascii="Times New Roman" w:hAnsi="Times New Roman"/>
          <w:sz w:val="24"/>
          <w:lang w:val="ru-RU"/>
        </w:rPr>
        <w:t xml:space="preserve"> тип права </w:t>
      </w:r>
      <w:proofErr w:type="spellStart"/>
      <w:r>
        <w:rPr>
          <w:rFonts w:ascii="Times New Roman" w:hAnsi="Times New Roman"/>
          <w:sz w:val="24"/>
          <w:lang w:val="ru-RU"/>
        </w:rPr>
        <w:t>власності</w:t>
      </w:r>
      <w:proofErr w:type="spellEnd"/>
      <w:r>
        <w:rPr>
          <w:rFonts w:ascii="Times New Roman" w:hAnsi="Times New Roman"/>
          <w:sz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lang w:val="ru-RU"/>
        </w:rPr>
        <w:t>тобто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право не </w:t>
      </w:r>
      <w:proofErr w:type="spellStart"/>
      <w:r>
        <w:rPr>
          <w:rFonts w:ascii="Times New Roman" w:hAnsi="Times New Roman"/>
          <w:sz w:val="24"/>
          <w:lang w:val="ru-RU"/>
        </w:rPr>
        <w:t>посвідчено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Крупецькою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сільською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радою  як  </w:t>
      </w:r>
      <w:proofErr w:type="spellStart"/>
      <w:r>
        <w:rPr>
          <w:rFonts w:ascii="Times New Roman" w:hAnsi="Times New Roman"/>
          <w:sz w:val="24"/>
          <w:lang w:val="ru-RU"/>
        </w:rPr>
        <w:t>землі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комунальної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власності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E608BF" w:rsidRPr="008E2C07" w:rsidRDefault="00E608BF" w:rsidP="00E608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608BF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608BF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608BF" w:rsidRPr="008E2C07" w:rsidRDefault="00E608BF" w:rsidP="00E608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823400" w:rsidRPr="00E608BF" w:rsidRDefault="00E608BF" w:rsidP="00E608B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823400" w:rsidRPr="00E608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8BF"/>
    <w:rsid w:val="00117186"/>
    <w:rsid w:val="00171A2E"/>
    <w:rsid w:val="00304C90"/>
    <w:rsid w:val="00505B6D"/>
    <w:rsid w:val="006D3977"/>
    <w:rsid w:val="007D6C18"/>
    <w:rsid w:val="00823400"/>
    <w:rsid w:val="00D1641A"/>
    <w:rsid w:val="00E6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B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B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231</Words>
  <Characters>1321</Characters>
  <Application>Microsoft Office Word</Application>
  <DocSecurity>0</DocSecurity>
  <Lines>11</Lines>
  <Paragraphs>3</Paragraphs>
  <ScaleCrop>false</ScaleCrop>
  <Company>Microsoft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2020-11-17T16:22:00Z</dcterms:created>
  <dcterms:modified xsi:type="dcterms:W3CDTF">2020-11-18T07:07:00Z</dcterms:modified>
</cp:coreProperties>
</file>