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E8E" w:rsidRDefault="00764E8E" w:rsidP="00764E8E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 w:rsidRPr="00BE2C52">
        <w:pict>
          <v:group id="_x0000_s1026" style="position:absolute;margin-left:224.85pt;margin-top:-12.25pt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64E8E" w:rsidRPr="00764E8E" w:rsidRDefault="00764E8E" w:rsidP="00764E8E">
      <w:pPr>
        <w:tabs>
          <w:tab w:val="left" w:pos="708"/>
        </w:tabs>
        <w:rPr>
          <w:lang w:val="en-US"/>
        </w:rPr>
      </w:pPr>
    </w:p>
    <w:p w:rsidR="00764E8E" w:rsidRDefault="00764E8E" w:rsidP="00764E8E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64E8E" w:rsidRDefault="00764E8E" w:rsidP="00764E8E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64E8E" w:rsidRDefault="00764E8E" w:rsidP="00764E8E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64E8E" w:rsidRDefault="00764E8E" w:rsidP="00764E8E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64E8E" w:rsidRDefault="00764E8E" w:rsidP="00764E8E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E8E" w:rsidRDefault="00764E8E" w:rsidP="00764E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64E8E" w:rsidRDefault="00764E8E" w:rsidP="00764E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4E8E" w:rsidRDefault="00764E8E" w:rsidP="0076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64E8E" w:rsidRDefault="00764E8E" w:rsidP="00764E8E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4E8E" w:rsidRDefault="00764E8E" w:rsidP="00764E8E">
      <w:pPr>
        <w:shd w:val="clear" w:color="auto" w:fill="FFFFFF"/>
        <w:tabs>
          <w:tab w:val="left" w:pos="708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</w:t>
      </w:r>
    </w:p>
    <w:p w:rsidR="00764E8E" w:rsidRDefault="00764E8E" w:rsidP="00764E8E">
      <w:pPr>
        <w:shd w:val="clear" w:color="auto" w:fill="FFFFFF"/>
        <w:tabs>
          <w:tab w:val="left" w:pos="708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4E8E" w:rsidRDefault="00764E8E" w:rsidP="00764E8E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764E8E" w:rsidRDefault="00764E8E" w:rsidP="00764E8E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764E8E" w:rsidRDefault="00764E8E" w:rsidP="00764E8E">
      <w:pPr>
        <w:tabs>
          <w:tab w:val="left" w:pos="708"/>
        </w:tabs>
        <w:autoSpaceDE w:val="0"/>
        <w:autoSpaceDN w:val="0"/>
        <w:adjustRightInd w:val="0"/>
        <w:jc w:val="both"/>
      </w:pPr>
      <w:r>
        <w:t xml:space="preserve">  </w:t>
      </w:r>
    </w:p>
    <w:p w:rsidR="00764E8E" w:rsidRDefault="00764E8E" w:rsidP="00764E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№3  від 24.12.2019 року « Про сільський  бюджет Крупецької сільської ради  на 2020 рік » ,   сільська рада </w:t>
      </w:r>
    </w:p>
    <w:p w:rsidR="00764E8E" w:rsidRDefault="00764E8E" w:rsidP="00764E8E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764E8E" w:rsidRDefault="00764E8E" w:rsidP="00764E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 Надати матеріальну допомогу   __________________     на  поховання   _______________   , який   помер __________________  року , в  розмірі  3000.00  ( три тисячі ) грн.</w:t>
      </w:r>
    </w:p>
    <w:p w:rsidR="00764E8E" w:rsidRDefault="00764E8E" w:rsidP="00764E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Відділу бухгалтерського обліку сільської ради ( М.М.Нечипорук) здійснити виплату матеріальної допомоги.</w:t>
      </w:r>
    </w:p>
    <w:p w:rsidR="00764E8E" w:rsidRDefault="00764E8E" w:rsidP="00764E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з питань фінансів , бюджету , планування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економічного розвитку , інвестицій та міжнародного співробітництва ( 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64E8E" w:rsidRDefault="00764E8E" w:rsidP="00764E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64E8E" w:rsidRPr="00764E8E" w:rsidRDefault="00764E8E" w:rsidP="00764E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\</w:t>
      </w:r>
    </w:p>
    <w:p w:rsidR="00AA0860" w:rsidRPr="00764E8E" w:rsidRDefault="00764E8E" w:rsidP="00764E8E">
      <w:pPr>
        <w:tabs>
          <w:tab w:val="left" w:pos="70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AA0860" w:rsidRPr="00764E8E" w:rsidSect="00AA08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64E8E"/>
    <w:rsid w:val="00171A2E"/>
    <w:rsid w:val="00304C90"/>
    <w:rsid w:val="00505B6D"/>
    <w:rsid w:val="006D3977"/>
    <w:rsid w:val="00764E8E"/>
    <w:rsid w:val="007D6C18"/>
    <w:rsid w:val="00AA0860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2020-01-10T06:58:00Z</dcterms:created>
  <dcterms:modified xsi:type="dcterms:W3CDTF">2020-01-10T06:58:00Z</dcterms:modified>
</cp:coreProperties>
</file>