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06A" w:rsidRPr="004102D1" w:rsidRDefault="0062206A" w:rsidP="0062206A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06A" w:rsidRDefault="0062206A" w:rsidP="006220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206A" w:rsidRDefault="0062206A" w:rsidP="006220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206A" w:rsidRPr="000A4F3E" w:rsidRDefault="0062206A" w:rsidP="0062206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06A" w:rsidRPr="000A4F3E" w:rsidRDefault="0062206A" w:rsidP="0062206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2206A" w:rsidRPr="000A4F3E" w:rsidRDefault="0062206A" w:rsidP="0062206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206A" w:rsidRDefault="0062206A" w:rsidP="0062206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62206A" w:rsidRPr="000A4F3E" w:rsidRDefault="0062206A" w:rsidP="0062206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206A" w:rsidRPr="00D02183" w:rsidRDefault="0062206A" w:rsidP="0062206A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62206A" w:rsidRPr="00D02183" w:rsidRDefault="0062206A" w:rsidP="0062206A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62206A" w:rsidRPr="00D02183" w:rsidRDefault="0062206A" w:rsidP="0062206A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</w:p>
    <w:p w:rsidR="0062206A" w:rsidRPr="00D02183" w:rsidRDefault="0062206A" w:rsidP="0062206A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Нікітчуку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В.М.</w:t>
      </w:r>
    </w:p>
    <w:p w:rsidR="0062206A" w:rsidRPr="00D02183" w:rsidRDefault="0062206A" w:rsidP="0062206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206A" w:rsidRPr="00D02183" w:rsidRDefault="0062206A" w:rsidP="0062206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В.М.,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62206A" w:rsidRPr="00D02183" w:rsidRDefault="0062206A" w:rsidP="0062206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ВИРІШИЛА</w:t>
      </w:r>
      <w:r>
        <w:rPr>
          <w:rFonts w:ascii="Times New Roman" w:eastAsia="Arial Unicode MS" w:hAnsi="Times New Roman"/>
          <w:color w:val="000000"/>
          <w:sz w:val="24"/>
          <w:szCs w:val="24"/>
        </w:rPr>
        <w:t>:</w:t>
      </w:r>
    </w:p>
    <w:p w:rsidR="0062206A" w:rsidRPr="00D02183" w:rsidRDefault="0062206A" w:rsidP="0062206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1.Затвердити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Віктору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Миколайовичу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1,9240 га, яка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за межами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населеного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пункту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 w:rsidRPr="00D02183">
        <w:rPr>
          <w:rFonts w:ascii="Times New Roman" w:eastAsia="Arial Unicode MS" w:hAnsi="Times New Roman"/>
          <w:sz w:val="24"/>
          <w:szCs w:val="24"/>
        </w:rPr>
        <w:t>.П</w:t>
      </w:r>
      <w:proofErr w:type="gramEnd"/>
      <w:r w:rsidRPr="00D02183">
        <w:rPr>
          <w:rFonts w:ascii="Times New Roman" w:eastAsia="Arial Unicode MS" w:hAnsi="Times New Roman"/>
          <w:sz w:val="24"/>
          <w:szCs w:val="24"/>
        </w:rPr>
        <w:t>олянь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Крупецької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ради.</w:t>
      </w:r>
    </w:p>
    <w:p w:rsidR="0062206A" w:rsidRPr="00D02183" w:rsidRDefault="0062206A" w:rsidP="0062206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2.Передати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Віктору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Миколайовичу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841B4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841B4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1,9240 га,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6823986800:06:002:0088, для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>,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 за межами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населеного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пункту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 w:rsidRPr="00D02183">
        <w:rPr>
          <w:rFonts w:ascii="Times New Roman" w:eastAsia="Arial Unicode MS" w:hAnsi="Times New Roman"/>
          <w:sz w:val="24"/>
          <w:szCs w:val="24"/>
        </w:rPr>
        <w:t>.П</w:t>
      </w:r>
      <w:proofErr w:type="gramEnd"/>
      <w:r w:rsidRPr="00D02183">
        <w:rPr>
          <w:rFonts w:ascii="Times New Roman" w:eastAsia="Arial Unicode MS" w:hAnsi="Times New Roman"/>
          <w:sz w:val="24"/>
          <w:szCs w:val="24"/>
        </w:rPr>
        <w:t>олянь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Крупецької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ради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62206A" w:rsidRPr="00D02183" w:rsidRDefault="0062206A" w:rsidP="0062206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В.М.,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62206A" w:rsidRDefault="0062206A" w:rsidP="0062206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62206A" w:rsidRPr="0062206A" w:rsidRDefault="0062206A" w:rsidP="0062206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482EA3" w:rsidRPr="0062206A" w:rsidRDefault="0062206A" w:rsidP="0062206A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</w:t>
      </w:r>
    </w:p>
    <w:sectPr w:rsidR="00482EA3" w:rsidRPr="0062206A" w:rsidSect="0062206A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06A"/>
    <w:rsid w:val="00171A2E"/>
    <w:rsid w:val="00304C90"/>
    <w:rsid w:val="00482EA3"/>
    <w:rsid w:val="00505B6D"/>
    <w:rsid w:val="0062206A"/>
    <w:rsid w:val="006D3977"/>
    <w:rsid w:val="007D6C18"/>
    <w:rsid w:val="00841B4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2206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22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2206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2206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220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2206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286</Words>
  <Characters>1635</Characters>
  <Application>Microsoft Office Word</Application>
  <DocSecurity>0</DocSecurity>
  <Lines>13</Lines>
  <Paragraphs>3</Paragraphs>
  <ScaleCrop>false</ScaleCrop>
  <Company>Microsoft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2020-08-20T14:22:00Z</dcterms:created>
  <dcterms:modified xsi:type="dcterms:W3CDTF">2020-08-20T15:51:00Z</dcterms:modified>
</cp:coreProperties>
</file>