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A2" w:rsidRDefault="00EE25A2" w:rsidP="00EE2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EE25A2" w:rsidRDefault="00EE25A2" w:rsidP="00EE2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EE25A2" w:rsidRPr="003B50D1" w:rsidRDefault="00EE25A2" w:rsidP="00EE2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EE25A2" w:rsidRPr="003B50D1" w:rsidRDefault="00EE25A2" w:rsidP="00EE2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EE25A2" w:rsidRPr="003B50D1" w:rsidRDefault="00EE25A2" w:rsidP="00EE2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2B2F29" wp14:editId="3DBD112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887" name="Группа 22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8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5A2" w:rsidRDefault="00EE25A2" w:rsidP="00EE25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8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0+r4A&#10;AADeAAAADwAAAGRycy9kb3ducmV2LnhtbERPSwrCMBDdC94hjOBOUytoqUYRUXEhiL/90IxtsZmU&#10;Jmq9vVkILh/vP1+2phIvalxpWcFoGIEgzqwuOVdwvWwHCQjnkTVWlknBhxwsF93OHFNt33yi19nn&#10;IoSwS1FB4X2dSumyggy6oa2JA3e3jUEfYJNL3eA7hJtKxlE0kQZLDg0F1rQuKHucn0aBHe/2h1se&#10;n8YbnnpeHZP7rT0o1e+1qxkIT63/i3/uvVYQx0kS9oY74QrIx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andPq+AAAA3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9jwskA&#10;AADeAAAADwAAAGRycy9kb3ducmV2LnhtbESPQUsDMRSE74L/ITzBS7FZ91C326ZFCqvWQ6FV6PWx&#10;ed1s3bwsSWy3/fVGEDwOM/MNM18OthMn8qF1rOBxnIEgrp1uuVHw+VE9FCBCRNbYOSYFFwqwXNze&#10;zLHU7sxbOu1iIxKEQ4kKTIx9KWWoDVkMY9cTJ+/gvMWYpG+k9nhOcNvJPMsm0mLLacFgTytD9dfu&#10;2yo4VhuzXz1dX/xouqXrqHp/7dYTpe7vhucZiEhD/A//td+0gjwviin83klXQC5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y9jw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4g8QA&#10;AADeAAAADwAAAGRycy9kb3ducmV2LnhtbESP22rCQBCG7wt9h2WE3pS6MYJo6ipSaineiIcHGLJj&#10;NpidDdnVpG/fuRC8/PlPfMv14Bt1py7WgQ1Mxhko4jLYmisD59P2Yw4qJmSLTWAy8EcR1qvXlyUW&#10;NvR8oPsxVUpGOBZowKXUFlrH0pHHOA4tsXiX0HlMIrtK2w57GfeNzrNspj3WLA8OW/pyVF6PNy8n&#10;+ynud5f+tP0ZsMfvneP3zcGYt9Gw+QSVaEjP8KP9aw3k+XwhAIIjK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+I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IIscA&#10;AADeAAAADwAAAGRycy9kb3ducmV2LnhtbESPQUsDMRSE70L/Q3iCN5vtorWuTUupCkXowSqIt8fm&#10;dXdx8xKSZ3f9940geBxm5htmuR5dr04UU+fZwGxagCKuve24MfD+9ny9AJUE2WLvmQz8UIL1anKx&#10;xMr6gV/pdJBGZQinCg20IqHSOtUtOUxTH4izd/TRoWQZG20jDhnuel0WxVw77DgvtBho21L9dfh2&#10;BvbDU3i5m98ew2e8KXV6tPKxFWOuLsfNAyihUf7Df+2dNVCWi/sZ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XSC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HDb8UA&#10;AADeAAAADwAAAGRycy9kb3ducmV2LnhtbESP32rCMBTG7wd7h3AG3gxN7WDUzihFpgxvxOoDHJpj&#10;U9aclCZr69ubwWCXH9+fH996O9lWDNT7xrGC5SIBQVw53XCt4HrZzzMQPiBrbB2Tgjt52G6en9aY&#10;azfymYYy1CKOsM9RgQmhy6X0lSGLfuE64ujdXG8xRNnXUvc4xnHbyjRJ3qXFhiPBYEc7Q9V3+WMj&#10;5PSGp+NtvOwPE474eTT8WpyVmr1MxQeIQFP4D/+1v7SCNM1WKfzeiV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cN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lzzscA&#10;AADe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ijL5e0l/N7JV0C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Jc8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X2U8gA&#10;AADeAAAADwAAAGRycy9kb3ducmV2LnhtbESPUUvDMBSF3wX/Q7jCXmRL7XRsddlwg6AwQdwGe700&#10;d22xuSlJttZ/bwTBx8M55zuc5XqwrbiSD41jBQ+TDARx6UzDlYLjQY/nIEJENtg6JgXfFGC9ur1Z&#10;YmFcz5903cdKJAiHAhXUMXaFlKGsyWKYuI44eWfnLcYkfSWNxz7BbSvzLJtJiw2nhRo72tZUfu0v&#10;VsHmo6+m/r7cDG53fj09aW30u1ZqdDe8PIOINMT/8F/7zSjI8/niEX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ZfZT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ZN8UA&#10;AADeAAAADwAAAGRycy9kb3ducmV2LnhtbESPUWvCMBSF3wf7D+EOfJupRUfXGUU2CjJ8me4HXJq7&#10;ptrclCTW+u8XQfDxcM75Dme5Hm0nBvKhdaxgNs1AENdOt9wo+D1UrwWIEJE1do5JwZUCrFfPT0ss&#10;tbvwDw372IgE4VCiAhNjX0oZakMWw9T1xMn7c95iTNI3Unu8JLjtZJ5lb9Jiy2nBYE+fhurT/mwV&#10;VN/5bjidta/cZpxbWphj8WWUmryMmw8Qkcb4CN/bW60gz4v3Bdzup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Rk3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Nv8cA&#10;AADeAAAADwAAAGRycy9kb3ducmV2LnhtbESPUWvCMBSF3wf+h3AHe5GZrmOi1Sg6CBtMEJ3g66W5&#10;tmXNTUky2/37ZSDs8XDO+Q5nuR5sK67kQ+NYwdMkA0FcOtNwpeD0qR9nIEJENtg6JgU/FGC9Gt0t&#10;sTCu5wNdj7ESCcKhQAV1jF0hZShrshgmriNO3sV5izFJX0njsU9w28o8y6bSYsNpocaOXmsqv47f&#10;VsF231fPflxuB/dxeTu/aG30Tiv1cD9sFiAiDfE/fGu/GwV5PptP4e9Ou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7zb/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ci28UA&#10;AADeAAAADwAAAGRycy9kb3ducmV2LnhtbESPUWvCMBSF3wf7D+EO9jbTlTm7ahTZKIjsRd0PuDTX&#10;prO5KUms9d8bYbDHwznnO5zFarSdGMiH1rGC10kGgrh2uuVGwc+heilAhIissXNMCq4UYLV8fFhg&#10;qd2FdzTsYyMShEOJCkyMfSllqA1ZDBPXEyfv6LzFmKRvpPZ4SXDbyTzL3qXFltOCwZ4+DdWn/dkq&#10;qLb593A6a1+59fhmaWp+iy+j1PPTuJ6DiDTG//Bfe6MV5HnxMYP7nXQF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yL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oQcEA&#10;AADeAAAADwAAAGRycy9kb3ducmV2LnhtbERPzYrCMBC+L/gOYYS9ral1lVqbigguetzqAwzN2Bab&#10;SW2irW9vDgt7/Pj+s+1oWvGk3jWWFcxnEQji0uqGKwWX8+ErAeE8ssbWMil4kYNtPvnIMNV24F96&#10;Fr4SIYRdigpq77tUSlfWZNDNbEccuKvtDfoA+0rqHocQbloZR9FKGmw4NNTY0b6m8lY8jILv1/Bz&#10;L5a36KANzU+L7sS+XCr1OR13GxCeRv8v/nMftYI4TtZhb7gTroD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WKE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bdcYA&#10;AADeAAAADwAAAGRycy9kb3ducmV2LnhtbESPS2vDMBCE74X8B7GB3hq5PpjYiRJCQ0rpKXUe58Xa&#10;2CbWyliKH/8+KhR6HGbmG2a9HU0jeupcbVnB+yICQVxYXXOp4Hw6vC1BOI+ssbFMCiZysN3MXtaY&#10;aTvwD/W5L0WAsMtQQeV9m0npiooMuoVtiYN3s51BH2RXSt3hEOCmkXEUJdJgzWGhwpY+Kiru+cMo&#10;eCTX+My3b33M99Nnuj/snLyUSr3Ox90KhKfR/4f/2l9aQRwv0xR+74QrID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ibd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Y78YA&#10;AADeAAAADwAAAGRycy9kb3ducmV2LnhtbESPy2rCQBSG94W+w3AEd3VilKDRUaogaBcVbwt3x8wx&#10;SZs5EzOjpm/fWRS6/PlvfNN5ayrxoMaVlhX0exEI4szqknMFx8PqbQTCeWSNlWVS8EMO5rPXlymm&#10;2j55R4+9z0UYYZeigsL7OpXSZQUZdD1bEwfvahuDPsgml7rBZxg3lYyjKJEGSw4PBda0LCj73t+N&#10;gtN2lIy3i83w6+PzggOjb2ddJkp1O+37BISn1v+H/9prrSCOx1EACDgBBe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YY7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Mq4MUA&#10;AADeAAAADwAAAGRycy9kb3ducmV2LnhtbESPT4vCMBTE74LfITxhb5paF9FqFHdldfHkP/D6aJ5t&#10;sXkpTVarn94ICx6HmfkNM503phRXql1hWUG/F4EgTq0uOFNwPPx0RyCcR9ZYWiYFd3Iwn7VbU0y0&#10;vfGOrnufiQBhl6CC3PsqkdKlORl0PVsRB+9sa4M+yDqTusZbgJtSxlE0lAYLDgs5VvSdU3rZ/xkF&#10;j+EJt24dfy0H2tP9c7Sym+1KqY9Os5iA8NT4d/i//asVxPE46sPrTr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yr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jdOcUA&#10;AADeAAAADwAAAGRycy9kb3ducmV2LnhtbESP0WoCMRRE3wv9h3ALvtVsgxbdGkXEgm/q2g+4bG6z&#10;i5ubdZPq6tcbQejjMDNnmNmid404Uxdqzxo+hhkI4tKbmq2Gn8P3+wREiMgGG8+k4UoBFvPXlxnm&#10;xl94T+ciWpEgHHLUUMXY5lKGsiKHYehb4uT9+s5hTLKz0nR4SXDXSJVln9JhzWmhwpZWFZXH4s9p&#10;OHk1Nn2xxu1xPd3V1o5Ot/1I68Fbv/wCEamP/+Fne2M0KDXNFDzupC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N05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geScYA&#10;AADeAAAADwAAAGRycy9kb3ducmV2LnhtbESPwW7CMBBE70j9B2sr9VacBkFDwEFtJSSuQA8cF3tJ&#10;QuN1Grsh8PV1pUocRzPzRrNcDbYRPXW+dqzgZZyAINbO1Fwq+NyvnzMQPiAbbByTgit5WBUPoyXm&#10;xl14S/0ulCJC2OeooAqhzaX0uiKLfuxa4uidXGcxRNmV0nR4iXDbyDRJZtJizXGhwpY+KtJfux+r&#10;YFMfaTrTp7nN3vX2cPsOk9ezUerpcXhbgAg0hHv4v70xCtJ0nkzg7068Ar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geS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/6sIA&#10;AADeAAAADwAAAGRycy9kb3ducmV2LnhtbERPXWvCMBR9H+w/hCvsbSaWMbQaZQ4Gk6kwFfd6ae6a&#10;suamNLHWf28EYY/nmzNb9K4WHbWh8qxhNFQgiAtvKi41HPYfz2MQISIbrD2ThgsFWMwfH2aYG3/m&#10;b+p2sRSphEOOGmyMTS5lKCw5DEPfECft17cOY4JtKU2L51Tuapkp9SodVpwWLDb0bqn4252chg63&#10;F/Vjl5vJqloX2XZ5/DKJ10+D/m0KIlIf/8339KfRkGUT9QK3O+kK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QH/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EF68QA&#10;AADeAAAADwAAAGRycy9kb3ducmV2LnhtbESPQUsDMRSE74L/ITzBm80aUHRtWopQ8ahrDx6fm9fN&#10;tpv3liR2V3+9EQSPw8x8wyzXcxjUiWLqhS1cLypQxK24njsLu7ft1R2olJEdDsJk4YsSrFfnZ0us&#10;nUz8Sqcmd6pAONVowec81lqn1lPAtJCRuHh7iQFzkbHTLuJU4GHQpqpudcCey4LHkR49tcfmM1iY&#10;ntqPg9m/O/8dR9k2L3Iwg1h7eTFvHkBlmvN/+K/97CwYc1/dwO+dcgX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BBe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Li8cA&#10;AADeAAAADwAAAGRycy9kb3ducmV2LnhtbESPS2vDMBCE74X+B7GF3Bo5PuThRAl5QigNIY/et9bG&#10;diutjKUk7r+vCoUch5n5hpnMWmvEjRpfOVbQ6yYgiHOnKy4UnE+b1yEIH5A1Gsek4Ic8zKbPTxPM&#10;tLvzgW7HUIgIYZ+hgjKEOpPS5yVZ9F1XE0fv4hqLIcqmkLrBe4RbI9Mk6UuLFceFEmtalpR/H69W&#10;wWa/Ml/p7jD/kGG5Hnya4dti9a5U56Wdj0EEasMj/N/eagVpOkr68HcnXgE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ri4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zhMcA&#10;AADeAAAADwAAAGRycy9kb3ducmV2LnhtbESPQWvCQBSE70L/w/IKvRTdGKna6CpSEBUU1BZ6fWaf&#10;STD7NmTXGP+9Wyh4HGbmG2Y6b00pGqpdYVlBvxeBIE6tLjhT8PO97I5BOI+ssbRMCu7kYD576Uwx&#10;0fbGB2qOPhMBwi5BBbn3VSKlS3My6Hq2Ig7e2dYGfZB1JnWNtwA3pYyjaCgNFhwWcqzoK6f0crwa&#10;Bc1+e8rWjas2l/G7+xicVqud/lXq7bVdTEB4av0z/N9eawVx/BmN4O9OuAJy9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R84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5A2" w:rsidRDefault="00EE25A2" w:rsidP="00EE25A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Z68QA&#10;AADeAAAADwAAAGRycy9kb3ducmV2LnhtbERPy2oCMRTdC/5DuII7TTrYolOjaKHQTcHXou6uk9uZ&#10;wcnNmKQ67debRcHl4bzny8424ko+1I41PI0VCOLCmZpLDYf9+2gKIkRkg41j0vBLAZaLfm+OuXE3&#10;3tJ1F0uRQjjkqKGKsc2lDEVFFsPYtcSJ+3beYkzQl9J4vKVw28hMqRdpsebUUGFLbxUV592P1bCe&#10;TdeXzYQ//7anIx2/TufnzCuth4Nu9QoiUhcf4n/3h9GQZTOV9qY76Qr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iGevEAAAA3gAAAA8AAAAAAAAAAAAAAAAAmAIAAGRycy9k&#10;b3ducmV2LnhtbFBLBQYAAAAABAAEAPUAAACJAwAAAAA=&#10;" fillcolor="black" stroked="f">
                  <v:textbox>
                    <w:txbxContent>
                      <w:p w:rsidR="00EE25A2" w:rsidRDefault="00EE25A2" w:rsidP="00EE25A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2ycMgA&#10;AADeAAAADwAAAGRycy9kb3ducmV2LnhtbESPzWvCQBTE74X+D8sreKsbAxWNrqL9gIL24MfB4zP7&#10;TJZk34bsqmn/elcQehxm5jfMdN7ZWlyo9caxgkE/AUGcO224ULDffb2OQPiArLF2TAp+ycN89vw0&#10;xUy7K2/osg2FiBD2GSooQ2gyKX1ekkXfdw1x9E6utRiibAupW7xGuK1lmiRDadFwXCixofeS8mp7&#10;tgoOq6EZbQylx/Xf8lOv36rlz0elVO+lW0xABOrCf/jR/tYK0nScjOF+J14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7bJw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zgAsUA&#10;AADeAAAADwAAAGRycy9kb3ducmV2LnhtbESPvW7CMBSFdyTewbpI3cAhQwUpBqEiRJcOBaquV/Ft&#10;nCa+DraBwNPXAxLj0fnTt1j1thUX8qF2rGA6yUAQl07XXCk4HrbjGYgQkTW2jknBjQKslsPBAgvt&#10;rvxFl32sRBrhUKACE2NXSBlKQxbDxHXEyft13mJM0ldSe7ymcdvKPMtepcWa04PBjt4Nlc3+bBX4&#10;9c+mufP5u8nun7ew++tPMzRKvYz69RuISH18hh/tD60gz+fTBJBwEgr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OAC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z0sYA&#10;AADeAAAADwAAAGRycy9kb3ducmV2LnhtbESPUWvCQBCE3wv9D8cWfCn1kjzYGj2lCIWCUtD6A7a5&#10;NQm92wu5VaO/3hMKfRxm5htmvhy8UyfqYxvYQD7OQBFXwbZcG9h/f7y8gYqCbNEFJgMXirBcPD7M&#10;sbThzFs67aRWCcKxRAONSFdqHauGPMZx6IiTdwi9R0myr7Xt8Zzg3ukiyybaY8tpocGOVg1Vv7uj&#10;N+CKHzddv8aNXPZ6k129bJ+/rDGjp+F9BkpokP/wX/vTGiiKaZ7D/U66An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Hz0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Ms/8YA&#10;AADeAAAADwAAAGRycy9kb3ducmV2LnhtbESPQWsCMRSE74X+h/CE3mrWHEq7GkUrwl566Fbx+tw8&#10;N4vJy7JJddtf3xQKPQ4z8w2zWI3eiSsNsQusYTYtQBA3wXTcath/7B6fQcSEbNAFJg1fFGG1vL9b&#10;YGnCjd/pWqdWZAjHEjXYlPpSythY8hinoSfO3jkMHlOWQyvNgLcM906qoniSHjvOCxZ7erXUXOpP&#10;r2Fb907tK7uJx8Pb6eSq7x0dt1o/TMb1HESiMf2H/9qV0aDUy0zB7518Be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Ms/8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o7UsUA&#10;AADeAAAADwAAAGRycy9kb3ducmV2LnhtbESPQWsCMRSE7wX/Q3iCt5q4gq2rUUQqCD3V6sHbI3nu&#10;rm5elk3qrv/eFAo9DjPzDbNc964Wd2pD5VnDZKxAEBtvKy40HL93r+8gQkS2WHsmDQ8KsF4NXpaY&#10;W9/xF90PsRAJwiFHDWWMTS5lMCU5DGPfECfv4luHMcm2kLbFLsFdLTOlZtJhxWmhxIa2JZnb4cdp&#10;uO7kpzcKzel46vb27fwxo1ppPRr2mwWISH38D/+191ZDls0nU/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jt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QQcYA&#10;AADe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QZq+jV/h/06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tQQ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25A2" w:rsidRDefault="00EE25A2" w:rsidP="00EE25A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ogqMcA&#10;AADeAAAADwAAAGRycy9kb3ducmV2LnhtbESPQWsCMRSE74L/IbyCN826aNGtUVQQvAhqe6i35+Z1&#10;d3HzsiZRt/31jVDocZiZb5jZojW1uJPzlWUFw0ECgji3uuJCwcf7pj8B4QOyxtoyKfgmD4t5tzPD&#10;TNsHH+h+DIWIEPYZKihDaDIpfV6SQT+wDXH0vqwzGKJ0hdQOHxFuapkmyas0WHFcKLGhdUn55Xgz&#10;ClbTyeq6H/Hu53A+0enzfBmnLlGq99Iu30AEasN/+K+91QrSdDocw/NOv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6IKjHAAAA3gAAAA8AAAAAAAAAAAAAAAAAmAIAAGRy&#10;cy9kb3ducmV2LnhtbFBLBQYAAAAABAAEAPUAAACMAwAAAAA=&#10;" fillcolor="black" stroked="f">
                  <v:textbox>
                    <w:txbxContent>
                      <w:p w:rsidR="00EE25A2" w:rsidRDefault="00EE25A2" w:rsidP="00EE25A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61dcYA&#10;AADeAAAADwAAAGRycy9kb3ducmV2LnhtbESPT0sDMRTE7wW/Q3iCtzbbFYpdm5alIIqn7R/x+rp5&#10;bhY3L0sS0/XbG0HwOMzMb5jNbrKDSORD71jBclGAIG6d7rlTcD49zR9AhIiscXBMCr4pwG57M9tg&#10;pd2VD5SOsRMZwqFCBSbGsZIytIYshoUbibP34bzFmKXvpPZ4zXA7yLIoVtJiz3nB4Eh7Q+3n8csq&#10;SJd9U9+n92QOr77uvGue3y6NUne3U/0IItIU/8N/7RetoCzXyxX83slX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61d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25A2" w:rsidRDefault="00EE25A2" w:rsidP="00EE25A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5U58cA&#10;AADeAAAADwAAAGRycy9kb3ducmV2LnhtbESPQWvCQBSE7wX/w/IEb3WTHGyNrlKkFdtLNQr2+Mi+&#10;ZkOzb0N2jWl/fbdQ8DjMzDfMcj3YRvTU+dqxgnSagCAuna65UnA6vtw/gvABWWPjmBR8k4f1anS3&#10;xFy7Kx+oL0IlIoR9jgpMCG0upS8NWfRT1xJH79N1FkOUXSV1h9cIt43MkmQmLdYcFwy2tDFUfhUX&#10;q8Cnm+fzm/2Z9x9bw+/Fq5ntK6PUZDw8LUAEGsIt/N/eaQVZNk8f4O9Ov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+VO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25A2" w:rsidRDefault="00EE25A2" w:rsidP="00EE25A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25A2" w:rsidRPr="003B50D1" w:rsidRDefault="00EE25A2" w:rsidP="00EE2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EE25A2" w:rsidRPr="003B50D1" w:rsidRDefault="00EE25A2" w:rsidP="00EE25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EE25A2" w:rsidRPr="003B50D1" w:rsidRDefault="00EE25A2" w:rsidP="00EE25A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E25A2" w:rsidRPr="003B50D1" w:rsidRDefault="00EE25A2" w:rsidP="00EE25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EE25A2" w:rsidRPr="003B50D1" w:rsidRDefault="00EE25A2" w:rsidP="00EE25A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E25A2" w:rsidRPr="003B50D1" w:rsidRDefault="00EE25A2" w:rsidP="00EE25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EE25A2" w:rsidRPr="003B50D1" w:rsidRDefault="00EE25A2" w:rsidP="00EE25A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E25A2" w:rsidRPr="003B50D1" w:rsidRDefault="00EE25A2" w:rsidP="00EE25A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E25A2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надання дозволу на розробку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технічної документації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EE25A2" w:rsidRPr="0061236C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М.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EE25A2" w:rsidRPr="003B50D1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вання в Україні», статей 12,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Земельного кодексу України,  Закону України «Про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землеустрій»,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EE25A2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</w:pPr>
    </w:p>
    <w:p w:rsidR="003C4060" w:rsidRDefault="003C4060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</w:pPr>
    </w:p>
    <w:p w:rsidR="003C4060" w:rsidRPr="003C4060" w:rsidRDefault="003C4060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</w:pPr>
      <w:bookmarkStart w:id="0" w:name="_GoBack"/>
      <w:bookmarkEnd w:id="0"/>
    </w:p>
    <w:p w:rsidR="00EE25A2" w:rsidRPr="003B50D1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Марині Миколаївні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C4060" w:rsidRPr="003C4060">
        <w:rPr>
          <w:rFonts w:ascii="Times New Roman" w:eastAsia="Calibri" w:hAnsi="Times New Roman" w:cs="Times New Roman"/>
          <w:sz w:val="24"/>
        </w:rPr>
        <w:t>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дозвіл на розробку технічної документації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орієнтовною площею 0,3009 га для ведення особистого селянського господарства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EE25A2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М, розробити технічну документацію із землеустрою щодо встановлення (відновлення) меж земельної ділянки в натурі (на місцевості) та подати на розгляд сесії сільської ради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Даний дозвіл дійсний на протязі року з дня прийняття даного рішення.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lastRenderedPageBreak/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4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E25A2" w:rsidRPr="003B50D1" w:rsidRDefault="00EE25A2" w:rsidP="00EE25A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E25A2" w:rsidRPr="003B50D1" w:rsidRDefault="00EE25A2" w:rsidP="00EE25A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EE25A2" w:rsidRPr="003B50D1" w:rsidRDefault="00EE25A2" w:rsidP="00EE25A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EE25A2" w:rsidRPr="003B50D1" w:rsidRDefault="00EE25A2" w:rsidP="00EE25A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EE25A2" w:rsidRDefault="00EE25A2" w:rsidP="00EE25A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p w:rsidR="007F6D33" w:rsidRDefault="007F6D33"/>
    <w:sectPr w:rsidR="007F6D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A2"/>
    <w:rsid w:val="003C4060"/>
    <w:rsid w:val="007F6D33"/>
    <w:rsid w:val="00E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2022-02-11T13:49:00Z</dcterms:created>
  <dcterms:modified xsi:type="dcterms:W3CDTF">2022-02-14T07:54:00Z</dcterms:modified>
</cp:coreProperties>
</file>