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231F" w:rsidRPr="000D1FDD" w:rsidRDefault="00DA231F" w:rsidP="00DA231F">
      <w:pPr>
        <w:pStyle w:val="HTML0"/>
        <w:spacing w:line="276" w:lineRule="auto"/>
        <w:rPr>
          <w:rFonts w:ascii="Times New Roman" w:hAnsi="Times New Roman"/>
          <w:lang w:val="uk-UA"/>
        </w:rPr>
      </w:pPr>
      <w:r w:rsidRPr="00672375">
        <w:rPr>
          <w:rFonts w:ascii="Times New Roman" w:hAnsi="Times New Roman"/>
        </w:rPr>
        <w:t xml:space="preserve">                   </w:t>
      </w:r>
    </w:p>
    <w:p w:rsidR="00DA231F" w:rsidRDefault="00DA231F" w:rsidP="00DA231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DA231F" w:rsidRDefault="00DA231F" w:rsidP="00DA231F"/>
    <w:p w:rsidR="00DA231F" w:rsidRDefault="00DA231F" w:rsidP="00DA231F"/>
    <w:p w:rsidR="00DA231F" w:rsidRDefault="00DA231F" w:rsidP="00DA231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A231F" w:rsidRDefault="00DA231F" w:rsidP="00DA231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A231F" w:rsidRDefault="00DA231F" w:rsidP="00DA231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A231F" w:rsidRDefault="00DA231F" w:rsidP="00DA231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A231F" w:rsidRDefault="00DA231F" w:rsidP="00DA231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A231F" w:rsidRDefault="00DA231F" w:rsidP="00DA23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A231F" w:rsidRDefault="00DA231F" w:rsidP="00DA231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A231F" w:rsidRDefault="00DA231F" w:rsidP="00DA231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DA231F" w:rsidRPr="00685040" w:rsidRDefault="00DA231F" w:rsidP="00DA231F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DA231F" w:rsidRPr="002606EF" w:rsidRDefault="00DA231F" w:rsidP="00DA231F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A231F" w:rsidRPr="00730562" w:rsidRDefault="00DA231F" w:rsidP="00DA231F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606EF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заяви </w:t>
      </w: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Поліщук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О.М.</w:t>
      </w:r>
    </w:p>
    <w:p w:rsidR="00DA231F" w:rsidRPr="002606EF" w:rsidRDefault="00DA231F" w:rsidP="00DA231F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A231F" w:rsidRPr="002606EF" w:rsidRDefault="00DA231F" w:rsidP="00DA231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06EF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06EF"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 xml:space="preserve"> 34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», Земельного кодексу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Поліщук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О.М.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 рада     </w:t>
      </w:r>
    </w:p>
    <w:p w:rsidR="00DA231F" w:rsidRPr="002606EF" w:rsidRDefault="00DA231F" w:rsidP="00DA231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>ВИРІШИЛА:</w:t>
      </w:r>
    </w:p>
    <w:p w:rsidR="00DA231F" w:rsidRPr="002606EF" w:rsidRDefault="00DA231F" w:rsidP="00DA231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     1. 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добровільною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відмовою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Поліщук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Ольги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Михайлівни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: </w:t>
      </w:r>
      <w:r w:rsidR="0086660A">
        <w:rPr>
          <w:rFonts w:ascii="Times New Roman" w:hAnsi="Times New Roman" w:cs="Times New Roman"/>
          <w:sz w:val="24"/>
          <w:szCs w:val="24"/>
          <w:lang w:val="en-US"/>
        </w:rPr>
        <w:t>___________________</w:t>
      </w:r>
      <w:bookmarkStart w:id="0" w:name="_GoBack"/>
      <w:bookmarkEnd w:id="0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припинити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орієнтовною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0,08 га, яка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2606EF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>омарівка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 по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вул.Л.Українки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та перевести в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запасу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ради. </w:t>
      </w:r>
    </w:p>
    <w:p w:rsidR="00DA231F" w:rsidRPr="002606EF" w:rsidRDefault="00DA231F" w:rsidP="00DA231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     2.  Контроль за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606E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територій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DA231F" w:rsidRPr="002606EF" w:rsidRDefault="00DA231F" w:rsidP="00DA231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A231F" w:rsidRPr="002606EF" w:rsidRDefault="00DA231F" w:rsidP="00DA231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A231F" w:rsidRPr="002606EF" w:rsidRDefault="00DA231F" w:rsidP="00DA231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A231F" w:rsidRPr="002606EF" w:rsidRDefault="00DA231F" w:rsidP="00DA231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A231F" w:rsidRPr="002606EF" w:rsidRDefault="00DA231F" w:rsidP="00DA231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A231F" w:rsidRPr="002606EF" w:rsidRDefault="00DA231F" w:rsidP="00DA231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A231F" w:rsidRPr="002606EF" w:rsidRDefault="00DA231F" w:rsidP="00DA231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A231F" w:rsidRPr="002606EF" w:rsidRDefault="00DA231F" w:rsidP="00DA231F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В.А.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9B44BB" w:rsidRDefault="009B44BB"/>
    <w:sectPr w:rsidR="009B44B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231F"/>
    <w:rsid w:val="00171A2E"/>
    <w:rsid w:val="00304C90"/>
    <w:rsid w:val="00505B6D"/>
    <w:rsid w:val="006D3977"/>
    <w:rsid w:val="007D6C18"/>
    <w:rsid w:val="0086660A"/>
    <w:rsid w:val="009B44BB"/>
    <w:rsid w:val="00D1641A"/>
    <w:rsid w:val="00DA2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DA231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DA23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A231F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DA231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DA231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A231F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190</Words>
  <Characters>1086</Characters>
  <Application>Microsoft Office Word</Application>
  <DocSecurity>0</DocSecurity>
  <Lines>9</Lines>
  <Paragraphs>2</Paragraphs>
  <ScaleCrop>false</ScaleCrop>
  <Company>Microsoft</Company>
  <LinksUpToDate>false</LinksUpToDate>
  <CharactersWithSpaces>1274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2020-05-21T17:39:00Z</dcterms:created>
  <dcterms:modified xsi:type="dcterms:W3CDTF">2020-05-21T18:03:00Z</dcterms:modified>
</cp:coreProperties>
</file>