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AA1" w:rsidRDefault="00D77AA1" w:rsidP="00D77A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77AA1" w:rsidRDefault="00D77AA1" w:rsidP="00D77AA1"/>
    <w:p w:rsidR="00D77AA1" w:rsidRDefault="00D77AA1" w:rsidP="00D77AA1"/>
    <w:p w:rsidR="00D77AA1" w:rsidRDefault="00D77AA1" w:rsidP="00D77A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77AA1" w:rsidRDefault="00D77AA1" w:rsidP="00D77A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77AA1" w:rsidRDefault="00D77AA1" w:rsidP="00D77A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77AA1" w:rsidRDefault="00D77AA1" w:rsidP="00D77A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77AA1" w:rsidRDefault="00D77AA1" w:rsidP="00D77A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7AA1" w:rsidRDefault="00D77AA1" w:rsidP="00D77A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77AA1" w:rsidRDefault="00D77AA1" w:rsidP="00D77A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77AA1" w:rsidRDefault="00D77AA1" w:rsidP="00D77AA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77AA1" w:rsidRDefault="00D77AA1" w:rsidP="00D77AA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77AA1" w:rsidRDefault="00D77AA1" w:rsidP="00D77AA1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D77AA1" w:rsidRDefault="00D77AA1" w:rsidP="00D77AA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D77AA1" w:rsidRDefault="00D77AA1" w:rsidP="00D77A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D77AA1" w:rsidRDefault="00D77AA1" w:rsidP="00D77A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D77AA1" w:rsidRDefault="00D77AA1" w:rsidP="00D77A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D77AA1" w:rsidRDefault="00D77AA1" w:rsidP="00D77A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Федюку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О.С.</w:t>
      </w:r>
    </w:p>
    <w:p w:rsidR="00D77AA1" w:rsidRDefault="00D77AA1" w:rsidP="00D77A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77AA1" w:rsidRDefault="00D77AA1" w:rsidP="00D77A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Федюка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О.С.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D77AA1" w:rsidRDefault="00D77AA1" w:rsidP="00D77A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D77AA1" w:rsidRDefault="00D77AA1" w:rsidP="00D77A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Федюку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Сергійовичу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0A767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0,1100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вулиці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Б.Хмельницького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gramEnd"/>
    </w:p>
    <w:p w:rsidR="00D77AA1" w:rsidRDefault="00D77AA1" w:rsidP="00D77A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Федюку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О.С.,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77AA1" w:rsidRDefault="00D77AA1" w:rsidP="00D77AA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77AA1" w:rsidRPr="00D77AA1" w:rsidRDefault="00D77AA1" w:rsidP="00D77A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D77AA1" w:rsidRDefault="00D77AA1" w:rsidP="00D77A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77AA1" w:rsidRDefault="00D77AA1" w:rsidP="00D77A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033F3" w:rsidRPr="00D77AA1" w:rsidRDefault="00D77AA1" w:rsidP="00D77AA1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2033F3" w:rsidRPr="00D77AA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AA1"/>
    <w:rsid w:val="000A767A"/>
    <w:rsid w:val="00171A2E"/>
    <w:rsid w:val="002033F3"/>
    <w:rsid w:val="00304C90"/>
    <w:rsid w:val="00505B6D"/>
    <w:rsid w:val="006D3977"/>
    <w:rsid w:val="007D6C18"/>
    <w:rsid w:val="00D1641A"/>
    <w:rsid w:val="00D7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237</Words>
  <Characters>1357</Characters>
  <Application>Microsoft Office Word</Application>
  <DocSecurity>0</DocSecurity>
  <Lines>11</Lines>
  <Paragraphs>3</Paragraphs>
  <ScaleCrop>false</ScaleCrop>
  <Company>Microsoft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2020-06-24T14:58:00Z</dcterms:created>
  <dcterms:modified xsi:type="dcterms:W3CDTF">2020-06-24T15:16:00Z</dcterms:modified>
</cp:coreProperties>
</file>